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4CEAF7" w14:textId="77777777" w:rsidTr="00987DB5">
        <w:tc>
          <w:tcPr>
            <w:tcW w:w="9498" w:type="dxa"/>
          </w:tcPr>
          <w:p w14:paraId="7B4CEAF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4CEB0E" wp14:editId="7B4CEB0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4CEAF4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B4CEAF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B4CEAF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4CEAF8" w14:textId="48789A19" w:rsidR="00AE5C63" w:rsidRPr="00FF5CE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F5C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F5CE5" w:rsidRPr="00FF5CE5">
            <w:rPr>
              <w:rFonts w:ascii="Times New Roman" w:hAnsi="Times New Roman"/>
              <w:sz w:val="28"/>
              <w:szCs w:val="28"/>
            </w:rPr>
            <w:t>15 декабря 2023 года</w:t>
          </w:r>
        </w:sdtContent>
      </w:sdt>
      <w:r w:rsidRPr="00FF5CE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F5CE5" w:rsidRPr="00FF5CE5">
            <w:rPr>
              <w:rFonts w:ascii="Times New Roman" w:hAnsi="Times New Roman"/>
              <w:sz w:val="28"/>
              <w:szCs w:val="28"/>
            </w:rPr>
            <w:t>296</w:t>
          </w:r>
        </w:sdtContent>
      </w:sdt>
    </w:p>
    <w:bookmarkEnd w:id="0"/>
    <w:p w14:paraId="7B4CEAF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4B0B196" w14:textId="77777777" w:rsidR="00C56C8D" w:rsidRDefault="00AE5C63" w:rsidP="00C56C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6C8D">
        <w:rPr>
          <w:rFonts w:ascii="Times New Roman" w:hAnsi="Times New Roman"/>
          <w:b/>
          <w:sz w:val="28"/>
          <w:szCs w:val="28"/>
        </w:rPr>
        <w:t xml:space="preserve">Об утверждении Положения о системе оплаты труда </w:t>
      </w:r>
    </w:p>
    <w:p w14:paraId="400B3502" w14:textId="77777777" w:rsidR="00C56C8D" w:rsidRDefault="00AE5C63" w:rsidP="00C56C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6C8D">
        <w:rPr>
          <w:rFonts w:ascii="Times New Roman" w:hAnsi="Times New Roman"/>
          <w:b/>
          <w:sz w:val="28"/>
          <w:szCs w:val="28"/>
        </w:rPr>
        <w:t>работников муниципального бюджетного учреждения</w:t>
      </w:r>
    </w:p>
    <w:p w14:paraId="7B4CEAFA" w14:textId="2960ADE3" w:rsidR="00AE5C63" w:rsidRPr="00C56C8D" w:rsidRDefault="00575D8A" w:rsidP="00C56C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AE5C63" w:rsidRPr="00C56C8D">
        <w:rPr>
          <w:rFonts w:ascii="Times New Roman" w:hAnsi="Times New Roman"/>
          <w:b/>
          <w:sz w:val="28"/>
          <w:szCs w:val="28"/>
        </w:rPr>
        <w:t>Ногликская</w:t>
      </w:r>
      <w:proofErr w:type="spellEnd"/>
      <w:r w:rsidR="00AE5C63" w:rsidRPr="00C56C8D">
        <w:rPr>
          <w:rFonts w:ascii="Times New Roman" w:hAnsi="Times New Roman"/>
          <w:b/>
          <w:sz w:val="28"/>
          <w:szCs w:val="28"/>
        </w:rPr>
        <w:t xml:space="preserve"> телевизионная студия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6BC6B72B" w14:textId="77777777" w:rsidR="00933C1D" w:rsidRDefault="00933C1D" w:rsidP="00C56C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DE1B26" w14:textId="187F6EB4" w:rsidR="00C56C8D" w:rsidRPr="00DC01EB" w:rsidRDefault="00C56C8D" w:rsidP="00C56C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01EB">
        <w:rPr>
          <w:rFonts w:ascii="Times New Roman" w:hAnsi="Times New Roman"/>
          <w:sz w:val="28"/>
          <w:szCs w:val="28"/>
        </w:rPr>
        <w:t xml:space="preserve">В соответствии со ст. 144 Трудового кодекса Российской Федерации, руководствуясь ст. 28 Устава муниципального образования «Городской округ </w:t>
      </w:r>
      <w:proofErr w:type="spellStart"/>
      <w:r w:rsidRPr="00DC01E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C01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D4D1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DC01EB">
        <w:rPr>
          <w:rFonts w:ascii="Times New Roman" w:hAnsi="Times New Roman"/>
          <w:sz w:val="28"/>
          <w:szCs w:val="28"/>
        </w:rPr>
        <w:t>:</w:t>
      </w:r>
    </w:p>
    <w:p w14:paraId="41C47DDC" w14:textId="77777777" w:rsidR="00C56C8D" w:rsidRPr="00594711" w:rsidRDefault="00C56C8D" w:rsidP="00933C1D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Положение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системе оплаты труда работников муниципального бюджетного учреждения «</w:t>
      </w:r>
      <w:bookmarkStart w:id="1" w:name="_Hlk131171323"/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телевизионная студия» </w:t>
      </w:r>
      <w:bookmarkEnd w:id="1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(прилага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тся).</w:t>
      </w:r>
    </w:p>
    <w:p w14:paraId="2A1D40E8" w14:textId="77777777" w:rsidR="00C56C8D" w:rsidRPr="00594711" w:rsidRDefault="00C56C8D" w:rsidP="00933C1D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утратившими силу постановления мэра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14:paraId="3F4FD1E8" w14:textId="56973EC2" w:rsidR="00C56C8D" w:rsidRDefault="00933C1D" w:rsidP="00C56C8D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от 16.01.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09 № 4 «О системе оплаты труда работников муниципального учреждения «</w:t>
      </w:r>
      <w:proofErr w:type="spellStart"/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Ногликская</w:t>
      </w:r>
      <w:proofErr w:type="spellEnd"/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телевизионная студия»;</w:t>
      </w:r>
    </w:p>
    <w:p w14:paraId="74349203" w14:textId="210E04D7" w:rsidR="00C56C8D" w:rsidRDefault="00933C1D" w:rsidP="00C56C8D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24.07.2012 № 272 «О внесении изменений в постановление мэра муниципального образования «Городской округ </w:t>
      </w:r>
      <w:proofErr w:type="spellStart"/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16.01.09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№ 4»;</w:t>
      </w:r>
    </w:p>
    <w:p w14:paraId="1FD26A0A" w14:textId="31DC777D" w:rsidR="00C56C8D" w:rsidRPr="00594711" w:rsidRDefault="00933C1D" w:rsidP="00C56C8D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19.10.2016 № 329 «О внесении изменений в постановление мэра муниципального образования «Городской округ </w:t>
      </w:r>
      <w:proofErr w:type="spellStart"/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16.01.09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56C8D">
        <w:rPr>
          <w:rFonts w:ascii="Times New Roman" w:eastAsia="Times New Roman" w:hAnsi="Times New Roman"/>
          <w:sz w:val="28"/>
          <w:szCs w:val="28"/>
          <w:lang w:eastAsia="ru-RU"/>
        </w:rPr>
        <w:t>№ 4».</w:t>
      </w:r>
    </w:p>
    <w:p w14:paraId="663AB94D" w14:textId="027A1897" w:rsidR="00C56C8D" w:rsidRPr="00DC01EB" w:rsidRDefault="008C25B1" w:rsidP="008C25B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56C8D" w:rsidRPr="00DC01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</w:t>
      </w:r>
      <w:r w:rsidR="00933C1D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</w:t>
      </w:r>
      <w:r w:rsidR="00C56C8D" w:rsidRPr="00DC01EB">
        <w:rPr>
          <w:rFonts w:ascii="Times New Roman" w:hAnsi="Times New Roman" w:cs="Times New Roman"/>
          <w:sz w:val="28"/>
          <w:szCs w:val="28"/>
        </w:rPr>
        <w:t>.</w:t>
      </w:r>
    </w:p>
    <w:p w14:paraId="6D62B570" w14:textId="77777777" w:rsidR="00575D8A" w:rsidRDefault="008C25B1" w:rsidP="008C25B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56C8D" w:rsidRPr="00DC01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</w:t>
      </w:r>
      <w:r w:rsidR="002D7F81">
        <w:rPr>
          <w:rFonts w:ascii="Times New Roman" w:hAnsi="Times New Roman" w:cs="Times New Roman"/>
          <w:sz w:val="28"/>
          <w:szCs w:val="28"/>
        </w:rPr>
        <w:t>, возникшие</w:t>
      </w:r>
      <w:r w:rsidR="00C56C8D" w:rsidRPr="00DC01EB">
        <w:rPr>
          <w:rFonts w:ascii="Times New Roman" w:hAnsi="Times New Roman" w:cs="Times New Roman"/>
          <w:sz w:val="28"/>
          <w:szCs w:val="28"/>
        </w:rPr>
        <w:t xml:space="preserve"> с 01 </w:t>
      </w:r>
      <w:r w:rsidR="00C56C8D">
        <w:rPr>
          <w:rFonts w:ascii="Times New Roman" w:hAnsi="Times New Roman" w:cs="Times New Roman"/>
          <w:sz w:val="28"/>
          <w:szCs w:val="28"/>
        </w:rPr>
        <w:t>октября</w:t>
      </w:r>
      <w:r w:rsidR="00C56C8D" w:rsidRPr="00DC01EB">
        <w:rPr>
          <w:rFonts w:ascii="Times New Roman" w:hAnsi="Times New Roman" w:cs="Times New Roman"/>
          <w:sz w:val="28"/>
          <w:szCs w:val="28"/>
        </w:rPr>
        <w:t xml:space="preserve"> 202</w:t>
      </w:r>
      <w:r w:rsidR="00C56C8D">
        <w:rPr>
          <w:rFonts w:ascii="Times New Roman" w:hAnsi="Times New Roman" w:cs="Times New Roman"/>
          <w:sz w:val="28"/>
          <w:szCs w:val="28"/>
        </w:rPr>
        <w:t>3</w:t>
      </w:r>
      <w:r w:rsidR="00C56C8D" w:rsidRPr="00DC01E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B4CEB03" w14:textId="3391071D" w:rsidR="008629FA" w:rsidRPr="00C56C8D" w:rsidRDefault="00575D8A" w:rsidP="008C25B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управляющего делами администрации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56C8D" w:rsidRPr="00DC0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Фомину А.С.</w:t>
      </w:r>
    </w:p>
    <w:p w14:paraId="40DB8A18" w14:textId="77777777" w:rsidR="00C56C8D" w:rsidRPr="00D12794" w:rsidRDefault="00C56C8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B57C67A" w14:textId="77777777" w:rsidR="00933C1D" w:rsidRDefault="0094132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933C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7B4CEB07" w14:textId="5CF703C0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B4CEB0D" w14:textId="1396CCD6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C56C8D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C56C8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56C8D">
        <w:rPr>
          <w:rFonts w:ascii="Times New Roman" w:hAnsi="Times New Roman"/>
          <w:sz w:val="28"/>
          <w:szCs w:val="28"/>
        </w:rPr>
        <w:t>»</w:t>
      </w:r>
      <w:r w:rsidR="00C56C8D">
        <w:rPr>
          <w:rFonts w:ascii="Times New Roman" w:hAnsi="Times New Roman"/>
          <w:sz w:val="28"/>
          <w:szCs w:val="28"/>
        </w:rPr>
        <w:tab/>
      </w:r>
      <w:r w:rsidR="00C56C8D">
        <w:rPr>
          <w:rFonts w:ascii="Times New Roman" w:hAnsi="Times New Roman"/>
          <w:sz w:val="28"/>
          <w:szCs w:val="28"/>
        </w:rPr>
        <w:tab/>
      </w:r>
      <w:r w:rsidR="00C56C8D">
        <w:rPr>
          <w:rFonts w:ascii="Times New Roman" w:hAnsi="Times New Roman"/>
          <w:sz w:val="28"/>
          <w:szCs w:val="28"/>
        </w:rPr>
        <w:tab/>
      </w:r>
      <w:r w:rsidR="00C56C8D">
        <w:rPr>
          <w:rFonts w:ascii="Times New Roman" w:hAnsi="Times New Roman"/>
          <w:sz w:val="28"/>
          <w:szCs w:val="28"/>
        </w:rPr>
        <w:tab/>
      </w:r>
      <w:r w:rsidR="00C56C8D">
        <w:rPr>
          <w:rFonts w:ascii="Times New Roman" w:hAnsi="Times New Roman"/>
          <w:sz w:val="28"/>
          <w:szCs w:val="28"/>
        </w:rPr>
        <w:tab/>
      </w:r>
      <w:r w:rsidR="00941328">
        <w:rPr>
          <w:rFonts w:ascii="Times New Roman" w:hAnsi="Times New Roman"/>
          <w:sz w:val="28"/>
          <w:szCs w:val="28"/>
        </w:rPr>
        <w:t xml:space="preserve">   </w:t>
      </w:r>
      <w:r w:rsidR="00933C1D">
        <w:rPr>
          <w:rFonts w:ascii="Times New Roman" w:hAnsi="Times New Roman"/>
          <w:sz w:val="28"/>
          <w:szCs w:val="28"/>
        </w:rPr>
        <w:t xml:space="preserve">  </w:t>
      </w:r>
      <w:r w:rsidR="00941328">
        <w:rPr>
          <w:rFonts w:ascii="Times New Roman" w:hAnsi="Times New Roman"/>
          <w:sz w:val="28"/>
          <w:szCs w:val="28"/>
        </w:rPr>
        <w:t xml:space="preserve"> О.В. Водолага</w:t>
      </w:r>
    </w:p>
    <w:sectPr w:rsidR="008629FA" w:rsidRPr="008629FA" w:rsidSect="00933C1D">
      <w:footerReference w:type="default" r:id="rId8"/>
      <w:pgSz w:w="11906" w:h="16838"/>
      <w:pgMar w:top="567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776A5" w14:textId="77777777" w:rsidR="0015638C" w:rsidRDefault="0015638C" w:rsidP="00AE5C63">
      <w:pPr>
        <w:spacing w:after="0" w:line="240" w:lineRule="auto"/>
      </w:pPr>
      <w:r>
        <w:separator/>
      </w:r>
    </w:p>
  </w:endnote>
  <w:endnote w:type="continuationSeparator" w:id="0">
    <w:p w14:paraId="4E9FE709" w14:textId="77777777" w:rsidR="0015638C" w:rsidRDefault="0015638C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CEB14" w14:textId="01F96563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F5677" w14:textId="77777777" w:rsidR="0015638C" w:rsidRDefault="0015638C" w:rsidP="00AE5C63">
      <w:pPr>
        <w:spacing w:after="0" w:line="240" w:lineRule="auto"/>
      </w:pPr>
      <w:r>
        <w:separator/>
      </w:r>
    </w:p>
  </w:footnote>
  <w:footnote w:type="continuationSeparator" w:id="0">
    <w:p w14:paraId="0C1B6B71" w14:textId="77777777" w:rsidR="0015638C" w:rsidRDefault="0015638C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127"/>
    <w:multiLevelType w:val="hybridMultilevel"/>
    <w:tmpl w:val="8E70C666"/>
    <w:lvl w:ilvl="0" w:tplc="F906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638C"/>
    <w:rsid w:val="00185FEC"/>
    <w:rsid w:val="001E1F9F"/>
    <w:rsid w:val="002D7F81"/>
    <w:rsid w:val="002E5832"/>
    <w:rsid w:val="00364F8F"/>
    <w:rsid w:val="00520CBF"/>
    <w:rsid w:val="00575D8A"/>
    <w:rsid w:val="008629FA"/>
    <w:rsid w:val="00864EF1"/>
    <w:rsid w:val="008C25B1"/>
    <w:rsid w:val="00933C1D"/>
    <w:rsid w:val="00941328"/>
    <w:rsid w:val="00987DB5"/>
    <w:rsid w:val="00AC72C8"/>
    <w:rsid w:val="00AE5C63"/>
    <w:rsid w:val="00B10ED9"/>
    <w:rsid w:val="00B25688"/>
    <w:rsid w:val="00C02849"/>
    <w:rsid w:val="00C56C8D"/>
    <w:rsid w:val="00D12794"/>
    <w:rsid w:val="00D67BD8"/>
    <w:rsid w:val="00DF7897"/>
    <w:rsid w:val="00E37B8A"/>
    <w:rsid w:val="00E609BC"/>
    <w:rsid w:val="00EA0EFF"/>
    <w:rsid w:val="00FF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CEAF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rsid w:val="00C56C8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C5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E5031" w:rsidRDefault="001E5031" w:rsidP="001E503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E5031" w:rsidRDefault="001E5031" w:rsidP="001E503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E5031"/>
    <w:rsid w:val="004B4044"/>
    <w:rsid w:val="006E2CD9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503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E503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E503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2020-04-07T04:54:00Z</dcterms:created>
  <dcterms:modified xsi:type="dcterms:W3CDTF">2023-12-15T02:52:00Z</dcterms:modified>
</cp:coreProperties>
</file>