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E7E4DC8" w14:textId="77777777" w:rsidTr="00987DB5">
        <w:tc>
          <w:tcPr>
            <w:tcW w:w="9498" w:type="dxa"/>
          </w:tcPr>
          <w:p w14:paraId="7E7E4DC4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E7E4DDF" wp14:editId="7E7E4DE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E7E4DC5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7E7E4DC6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E7E4DC7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E7E4DC9" w14:textId="6C68FA1C" w:rsidR="00AE5C63" w:rsidRPr="00DD3EF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DD3EF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DD3EFD" w:rsidRPr="00DD3EFD">
            <w:rPr>
              <w:rFonts w:ascii="Times New Roman" w:hAnsi="Times New Roman"/>
              <w:sz w:val="28"/>
              <w:szCs w:val="28"/>
            </w:rPr>
            <w:t>15 декабря 2023 года</w:t>
          </w:r>
        </w:sdtContent>
      </w:sdt>
      <w:r w:rsidRPr="00DD3EF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DD3EFD" w:rsidRPr="00DD3EFD">
            <w:rPr>
              <w:rFonts w:ascii="Times New Roman" w:hAnsi="Times New Roman"/>
              <w:sz w:val="28"/>
              <w:szCs w:val="28"/>
            </w:rPr>
            <w:t>297</w:t>
          </w:r>
        </w:sdtContent>
      </w:sdt>
    </w:p>
    <w:bookmarkEnd w:id="0"/>
    <w:p w14:paraId="7E7E4DCB" w14:textId="54020B38" w:rsidR="00AE5C63" w:rsidRPr="007C1DF0" w:rsidRDefault="00AE5C63" w:rsidP="007C1DF0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116DD24" w14:textId="77777777" w:rsidR="00896BF3" w:rsidRDefault="00896BF3" w:rsidP="00896BF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Положение о системе оплаты труда работников муниципального казенного учреждения</w:t>
      </w:r>
    </w:p>
    <w:p w14:paraId="7E7E4DCC" w14:textId="5AAD5C23" w:rsidR="00185FEC" w:rsidRDefault="00896BF3" w:rsidP="00896BF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«Централизованная система обслуживания»</w:t>
      </w:r>
    </w:p>
    <w:p w14:paraId="0CBB1A6D" w14:textId="77777777" w:rsidR="00896BF3" w:rsidRPr="00896BF3" w:rsidRDefault="00896BF3" w:rsidP="00896BF3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14:paraId="562EB18D" w14:textId="77777777" w:rsidR="00896BF3" w:rsidRPr="00DC01EB" w:rsidRDefault="00896BF3" w:rsidP="00896BF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01EB">
        <w:rPr>
          <w:rFonts w:ascii="Times New Roman" w:hAnsi="Times New Roman"/>
          <w:sz w:val="28"/>
          <w:szCs w:val="28"/>
        </w:rPr>
        <w:t xml:space="preserve">В соответствии со ст. 144 Трудового кодекса Российской Федерации, руководствуясь ст. 28 Устава муниципального образования «Городской округ </w:t>
      </w:r>
      <w:proofErr w:type="spellStart"/>
      <w:r w:rsidRPr="00DC01E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C01E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D4D1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DC01EB">
        <w:rPr>
          <w:rFonts w:ascii="Times New Roman" w:hAnsi="Times New Roman"/>
          <w:sz w:val="28"/>
          <w:szCs w:val="28"/>
        </w:rPr>
        <w:t>:</w:t>
      </w:r>
    </w:p>
    <w:p w14:paraId="585E632F" w14:textId="56ED56A0" w:rsidR="00896BF3" w:rsidRPr="00DC01EB" w:rsidRDefault="00896BF3" w:rsidP="00BC4C0E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5535B5">
        <w:rPr>
          <w:rFonts w:ascii="Times New Roman" w:hAnsi="Times New Roman"/>
          <w:sz w:val="28"/>
          <w:szCs w:val="28"/>
        </w:rPr>
        <w:t>Положение о</w:t>
      </w:r>
      <w:r>
        <w:rPr>
          <w:rFonts w:ascii="Times New Roman" w:hAnsi="Times New Roman"/>
          <w:sz w:val="28"/>
          <w:szCs w:val="28"/>
        </w:rPr>
        <w:t xml:space="preserve"> системе</w:t>
      </w:r>
      <w:r w:rsidRPr="005535B5">
        <w:rPr>
          <w:rFonts w:ascii="Times New Roman" w:hAnsi="Times New Roman"/>
          <w:sz w:val="28"/>
          <w:szCs w:val="28"/>
        </w:rPr>
        <w:t xml:space="preserve"> оплат</w:t>
      </w:r>
      <w:r>
        <w:rPr>
          <w:rFonts w:ascii="Times New Roman" w:hAnsi="Times New Roman"/>
          <w:sz w:val="28"/>
          <w:szCs w:val="28"/>
        </w:rPr>
        <w:t>ы</w:t>
      </w:r>
      <w:r w:rsidRPr="005535B5">
        <w:rPr>
          <w:rFonts w:ascii="Times New Roman" w:hAnsi="Times New Roman"/>
          <w:sz w:val="28"/>
          <w:szCs w:val="28"/>
        </w:rPr>
        <w:t xml:space="preserve"> труда работников муниципального казенного учреждения «Централизованная система обслуживания</w:t>
      </w:r>
      <w:r>
        <w:rPr>
          <w:rFonts w:ascii="Times New Roman" w:hAnsi="Times New Roman"/>
          <w:sz w:val="28"/>
          <w:szCs w:val="28"/>
        </w:rPr>
        <w:t>»</w:t>
      </w:r>
      <w:r w:rsidR="00B955EB" w:rsidRPr="00B955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55EB">
        <w:rPr>
          <w:rFonts w:ascii="Times New Roman" w:eastAsia="Times New Roman" w:hAnsi="Times New Roman"/>
          <w:sz w:val="28"/>
          <w:szCs w:val="28"/>
          <w:lang w:eastAsia="ru-RU"/>
        </w:rPr>
        <w:t>(далее – Положение)</w:t>
      </w:r>
      <w:r>
        <w:rPr>
          <w:rFonts w:ascii="Times New Roman" w:hAnsi="Times New Roman"/>
          <w:sz w:val="28"/>
          <w:szCs w:val="28"/>
        </w:rPr>
        <w:t xml:space="preserve">, утвержденное </w:t>
      </w:r>
      <w:r w:rsidRPr="005535B5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 xml:space="preserve">м мэра </w:t>
      </w:r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</w:t>
      </w:r>
      <w:proofErr w:type="spellStart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30.09.2020 </w:t>
      </w:r>
      <w:r w:rsidR="00BC4C0E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149 (в редакции от 26.12.2022 № 280)</w:t>
      </w:r>
      <w:r w:rsidR="00B955EB" w:rsidRPr="00B955EB">
        <w:rPr>
          <w:rFonts w:ascii="Arial" w:hAnsi="Arial" w:cs="Arial"/>
          <w:color w:val="332E2D"/>
          <w:spacing w:val="2"/>
          <w:sz w:val="20"/>
          <w:szCs w:val="20"/>
          <w:shd w:val="clear" w:color="auto" w:fill="FFFFFF"/>
        </w:rPr>
        <w:t xml:space="preserve"> </w:t>
      </w:r>
      <w:r w:rsidR="00B955EB" w:rsidRPr="00BC4C0E">
        <w:rPr>
          <w:rFonts w:ascii="Times New Roman" w:hAnsi="Times New Roman"/>
          <w:color w:val="332E2D"/>
          <w:spacing w:val="2"/>
          <w:sz w:val="28"/>
          <w:szCs w:val="28"/>
          <w:shd w:val="clear" w:color="auto" w:fill="FFFFFF"/>
        </w:rPr>
        <w:t>«</w:t>
      </w:r>
      <w:r w:rsidR="00B955EB" w:rsidRPr="00B955E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оплаты труда работников муниципального казенного учреждения «Централизованная система обслуживания»</w:t>
      </w:r>
      <w:r w:rsidR="00B955E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изложив приложения 1 и 2 к</w:t>
      </w:r>
      <w:r w:rsidRPr="00DC01EB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ю</w:t>
      </w:r>
      <w:r w:rsidRPr="00DC01EB">
        <w:rPr>
          <w:rFonts w:ascii="Times New Roman" w:hAnsi="Times New Roman"/>
          <w:sz w:val="28"/>
          <w:szCs w:val="28"/>
        </w:rPr>
        <w:t xml:space="preserve"> </w:t>
      </w:r>
      <w:bookmarkStart w:id="1" w:name="_Hlk131171323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новой редакции </w:t>
      </w:r>
      <w:bookmarkEnd w:id="1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(прилага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тся).</w:t>
      </w:r>
    </w:p>
    <w:p w14:paraId="380FF0AB" w14:textId="65C6A89E" w:rsidR="00896BF3" w:rsidRDefault="001E50FE" w:rsidP="001E50F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96BF3" w:rsidRPr="00DC01EB">
        <w:rPr>
          <w:rFonts w:ascii="Times New Roman" w:hAnsi="Times New Roman" w:cs="Times New Roman"/>
          <w:sz w:val="28"/>
          <w:szCs w:val="28"/>
        </w:rPr>
        <w:t>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BF3" w:rsidRPr="00DC01EB">
        <w:rPr>
          <w:rFonts w:ascii="Times New Roman" w:hAnsi="Times New Roman" w:cs="Times New Roman"/>
          <w:sz w:val="28"/>
          <w:szCs w:val="28"/>
        </w:rPr>
        <w:t>настоящее постановление в газете «Знамя труда»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55EB">
        <w:rPr>
          <w:rFonts w:ascii="Times New Roman" w:hAnsi="Times New Roman" w:cs="Times New Roman"/>
          <w:sz w:val="28"/>
          <w:szCs w:val="28"/>
        </w:rPr>
        <w:t>и</w:t>
      </w:r>
      <w:r w:rsidR="00B955EB" w:rsidRPr="00973FA0">
        <w:rPr>
          <w:rFonts w:ascii="Times New Roman" w:hAnsi="Times New Roman" w:cs="Times New Roman"/>
          <w:sz w:val="28"/>
          <w:szCs w:val="28"/>
        </w:rPr>
        <w:t xml:space="preserve"> </w:t>
      </w:r>
      <w:r w:rsidR="00B955EB">
        <w:rPr>
          <w:rFonts w:ascii="Times New Roman" w:hAnsi="Times New Roman" w:cs="Times New Roman"/>
          <w:sz w:val="28"/>
          <w:szCs w:val="28"/>
        </w:rPr>
        <w:t>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973FA0">
        <w:rPr>
          <w:rFonts w:ascii="Times New Roman" w:hAnsi="Times New Roman" w:cs="Times New Roman"/>
          <w:sz w:val="28"/>
          <w:szCs w:val="28"/>
        </w:rPr>
        <w:t xml:space="preserve"> в</w:t>
      </w:r>
      <w:r w:rsidR="00BC4C0E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</w:t>
      </w:r>
      <w:r w:rsidR="00973FA0">
        <w:rPr>
          <w:rFonts w:ascii="Times New Roman" w:hAnsi="Times New Roman" w:cs="Times New Roman"/>
          <w:sz w:val="28"/>
          <w:szCs w:val="28"/>
        </w:rPr>
        <w:t xml:space="preserve"> сети «Интернет»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90ADDB" w14:textId="0DC0C3D9" w:rsidR="00896BF3" w:rsidRPr="00DC01EB" w:rsidRDefault="001E50FE" w:rsidP="001E50FE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896BF3" w:rsidRPr="00DC01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 и распространяется на правоотношения</w:t>
      </w:r>
      <w:r w:rsidR="00BC2D65">
        <w:rPr>
          <w:rFonts w:ascii="Times New Roman" w:hAnsi="Times New Roman" w:cs="Times New Roman"/>
          <w:sz w:val="28"/>
          <w:szCs w:val="28"/>
        </w:rPr>
        <w:t>, возникшие</w:t>
      </w:r>
      <w:r w:rsidR="00896BF3" w:rsidRPr="00DC01EB">
        <w:rPr>
          <w:rFonts w:ascii="Times New Roman" w:hAnsi="Times New Roman" w:cs="Times New Roman"/>
          <w:sz w:val="28"/>
          <w:szCs w:val="28"/>
        </w:rPr>
        <w:t xml:space="preserve"> с 01 </w:t>
      </w:r>
      <w:r w:rsidR="00896BF3">
        <w:rPr>
          <w:rFonts w:ascii="Times New Roman" w:hAnsi="Times New Roman" w:cs="Times New Roman"/>
          <w:sz w:val="28"/>
          <w:szCs w:val="28"/>
        </w:rPr>
        <w:t>октября</w:t>
      </w:r>
      <w:r w:rsidR="00896BF3" w:rsidRPr="00DC01EB">
        <w:rPr>
          <w:rFonts w:ascii="Times New Roman" w:hAnsi="Times New Roman" w:cs="Times New Roman"/>
          <w:sz w:val="28"/>
          <w:szCs w:val="28"/>
        </w:rPr>
        <w:t xml:space="preserve"> 202</w:t>
      </w:r>
      <w:r w:rsidR="00896BF3">
        <w:rPr>
          <w:rFonts w:ascii="Times New Roman" w:hAnsi="Times New Roman" w:cs="Times New Roman"/>
          <w:sz w:val="28"/>
          <w:szCs w:val="28"/>
        </w:rPr>
        <w:t>3</w:t>
      </w:r>
      <w:r w:rsidR="00896BF3" w:rsidRPr="00DC01EB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102CEED9" w14:textId="3205B021" w:rsidR="001E50FE" w:rsidRDefault="001E50FE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E7E4DD8" w14:textId="33C4B6DF" w:rsidR="008629FA" w:rsidRDefault="00404279" w:rsidP="00BC4C0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  <w:r w:rsidR="00BC4C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  <w:r w:rsidR="008629FA">
        <w:rPr>
          <w:rFonts w:ascii="Times New Roman" w:hAnsi="Times New Roman"/>
          <w:sz w:val="28"/>
          <w:szCs w:val="28"/>
        </w:rPr>
        <w:t xml:space="preserve"> </w:t>
      </w:r>
      <w:r w:rsidR="00BC4C0E">
        <w:rPr>
          <w:rFonts w:ascii="Times New Roman" w:hAnsi="Times New Roman"/>
          <w:sz w:val="28"/>
          <w:szCs w:val="28"/>
        </w:rPr>
        <w:br/>
      </w:r>
      <w:r w:rsidR="008629FA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E7E4DD9" w14:textId="2782F991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404279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404279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404279">
        <w:rPr>
          <w:rFonts w:ascii="Times New Roman" w:hAnsi="Times New Roman"/>
          <w:sz w:val="28"/>
          <w:szCs w:val="28"/>
        </w:rPr>
        <w:t>»</w:t>
      </w:r>
      <w:r w:rsidR="00404279">
        <w:rPr>
          <w:rFonts w:ascii="Times New Roman" w:hAnsi="Times New Roman"/>
          <w:sz w:val="28"/>
          <w:szCs w:val="28"/>
        </w:rPr>
        <w:tab/>
      </w:r>
      <w:r w:rsidR="00404279">
        <w:rPr>
          <w:rFonts w:ascii="Times New Roman" w:hAnsi="Times New Roman"/>
          <w:sz w:val="28"/>
          <w:szCs w:val="28"/>
        </w:rPr>
        <w:tab/>
      </w:r>
      <w:r w:rsidR="00404279">
        <w:rPr>
          <w:rFonts w:ascii="Times New Roman" w:hAnsi="Times New Roman"/>
          <w:sz w:val="28"/>
          <w:szCs w:val="28"/>
        </w:rPr>
        <w:tab/>
      </w:r>
      <w:r w:rsidR="00404279">
        <w:rPr>
          <w:rFonts w:ascii="Times New Roman" w:hAnsi="Times New Roman"/>
          <w:sz w:val="28"/>
          <w:szCs w:val="28"/>
        </w:rPr>
        <w:tab/>
      </w:r>
      <w:r w:rsidR="00404279">
        <w:rPr>
          <w:rFonts w:ascii="Times New Roman" w:hAnsi="Times New Roman"/>
          <w:sz w:val="28"/>
          <w:szCs w:val="28"/>
        </w:rPr>
        <w:tab/>
        <w:t xml:space="preserve">       О.В. Водолага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165766" w14:textId="77777777" w:rsidR="0044677E" w:rsidRDefault="0044677E" w:rsidP="00AE5C63">
      <w:pPr>
        <w:spacing w:after="0" w:line="240" w:lineRule="auto"/>
      </w:pPr>
      <w:r>
        <w:separator/>
      </w:r>
    </w:p>
  </w:endnote>
  <w:endnote w:type="continuationSeparator" w:id="0">
    <w:p w14:paraId="25EE663F" w14:textId="77777777" w:rsidR="0044677E" w:rsidRDefault="0044677E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7E4DE5" w14:textId="3FF8AAF2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10204A" w14:textId="77777777" w:rsidR="0044677E" w:rsidRDefault="0044677E" w:rsidP="00AE5C63">
      <w:pPr>
        <w:spacing w:after="0" w:line="240" w:lineRule="auto"/>
      </w:pPr>
      <w:r>
        <w:separator/>
      </w:r>
    </w:p>
  </w:footnote>
  <w:footnote w:type="continuationSeparator" w:id="0">
    <w:p w14:paraId="5E5A2DB4" w14:textId="77777777" w:rsidR="0044677E" w:rsidRDefault="0044677E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A3127"/>
    <w:multiLevelType w:val="hybridMultilevel"/>
    <w:tmpl w:val="8E70C666"/>
    <w:lvl w:ilvl="0" w:tplc="F906D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E50FE"/>
    <w:rsid w:val="002E5832"/>
    <w:rsid w:val="00364F8F"/>
    <w:rsid w:val="00404279"/>
    <w:rsid w:val="0044677E"/>
    <w:rsid w:val="00520CBF"/>
    <w:rsid w:val="007C1DF0"/>
    <w:rsid w:val="008629FA"/>
    <w:rsid w:val="00896BF3"/>
    <w:rsid w:val="00973FA0"/>
    <w:rsid w:val="00987DB5"/>
    <w:rsid w:val="00AC72C8"/>
    <w:rsid w:val="00AE5C63"/>
    <w:rsid w:val="00B10ED9"/>
    <w:rsid w:val="00B25688"/>
    <w:rsid w:val="00B955EB"/>
    <w:rsid w:val="00BC2D65"/>
    <w:rsid w:val="00BC4C0E"/>
    <w:rsid w:val="00C02849"/>
    <w:rsid w:val="00C70676"/>
    <w:rsid w:val="00D12794"/>
    <w:rsid w:val="00D67BD8"/>
    <w:rsid w:val="00DD3EFD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E4DC4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96BF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896BF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E5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50F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AA1455" w:rsidRDefault="00AA1455" w:rsidP="00AA145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AA1455" w:rsidRDefault="00AA1455" w:rsidP="00AA145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AA1455"/>
    <w:rsid w:val="00C95804"/>
    <w:rsid w:val="00CF735B"/>
    <w:rsid w:val="00D4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A145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AA145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AA145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2023-12-15T02:59:00Z</cp:lastPrinted>
  <dcterms:created xsi:type="dcterms:W3CDTF">2020-04-07T04:54:00Z</dcterms:created>
  <dcterms:modified xsi:type="dcterms:W3CDTF">2023-12-15T02:59:00Z</dcterms:modified>
</cp:coreProperties>
</file>