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BA1368" w14:paraId="20E975CC" w14:textId="77777777" w:rsidTr="00BA1368">
        <w:tc>
          <w:tcPr>
            <w:tcW w:w="9498" w:type="dxa"/>
          </w:tcPr>
          <w:p w14:paraId="305DC289" w14:textId="77777777" w:rsidR="00053BD0" w:rsidRPr="00053BD0" w:rsidRDefault="00836B50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A15D7EA" wp14:editId="5308FA4F">
                  <wp:extent cx="517525" cy="64706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525" cy="647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FCC9EE" w14:textId="77777777" w:rsidR="00053BD0" w:rsidRPr="00053BD0" w:rsidRDefault="00242B61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57DB5FD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5F9882A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758D1FA" w14:textId="54118C79" w:rsidR="00053BD0" w:rsidRPr="00CE74BE" w:rsidRDefault="00053BD0" w:rsidP="00053BD0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74B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2F5F71">
        <w:rPr>
          <w:rFonts w:ascii="Times New Roman" w:eastAsia="Times New Roman" w:hAnsi="Times New Roman"/>
          <w:sz w:val="28"/>
          <w:szCs w:val="28"/>
          <w:lang w:eastAsia="ru-RU"/>
        </w:rPr>
        <w:t>05 марта 2024 года № 35</w:t>
      </w:r>
    </w:p>
    <w:p w14:paraId="657C2681" w14:textId="77777777" w:rsidR="00053BD0" w:rsidRPr="00053BD0" w:rsidRDefault="00053BD0" w:rsidP="00053BD0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6DE1607" w14:textId="0479745E" w:rsidR="00B25688" w:rsidRDefault="001778E7" w:rsidP="00CE74B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Положение о системе оплаты труда работников муниципального бюджетного учреждения культуры Ногликская централизованная библиотечная система</w:t>
      </w:r>
    </w:p>
    <w:p w14:paraId="70FFEB59" w14:textId="77777777" w:rsidR="001778E7" w:rsidRDefault="001778E7" w:rsidP="00CE74B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654E0218" w14:textId="6AFF8FE5" w:rsidR="00841965" w:rsidRPr="00BF61E6" w:rsidRDefault="00841965" w:rsidP="00CE74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61E6">
        <w:rPr>
          <w:rFonts w:ascii="Times New Roman" w:hAnsi="Times New Roman"/>
          <w:sz w:val="28"/>
          <w:szCs w:val="28"/>
        </w:rPr>
        <w:t xml:space="preserve">В соответствии с </w:t>
      </w:r>
      <w:r w:rsidR="00CE74BE">
        <w:rPr>
          <w:rFonts w:ascii="Times New Roman" w:hAnsi="Times New Roman"/>
          <w:sz w:val="28"/>
          <w:szCs w:val="28"/>
        </w:rPr>
        <w:t>р</w:t>
      </w:r>
      <w:r w:rsidRPr="00BF61E6">
        <w:rPr>
          <w:rFonts w:ascii="Times New Roman" w:hAnsi="Times New Roman"/>
          <w:sz w:val="28"/>
          <w:szCs w:val="28"/>
        </w:rPr>
        <w:t xml:space="preserve">аспоряжением Правительства Сахалинской области от </w:t>
      </w:r>
      <w:r w:rsidR="008C375C">
        <w:rPr>
          <w:rFonts w:ascii="Times New Roman" w:hAnsi="Times New Roman"/>
          <w:sz w:val="28"/>
          <w:szCs w:val="28"/>
        </w:rPr>
        <w:t>28.12.2023</w:t>
      </w:r>
      <w:r w:rsidRPr="00BF61E6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1197</w:t>
      </w:r>
      <w:r w:rsidRPr="00BF61E6">
        <w:rPr>
          <w:rFonts w:ascii="Times New Roman" w:hAnsi="Times New Roman"/>
          <w:sz w:val="28"/>
          <w:szCs w:val="28"/>
        </w:rPr>
        <w:t>-р «О внесении изменений в некоторые правовые акты Правительства Сахалинской области</w:t>
      </w:r>
      <w:r w:rsidR="00790363">
        <w:rPr>
          <w:rFonts w:ascii="Times New Roman" w:hAnsi="Times New Roman"/>
          <w:sz w:val="28"/>
          <w:szCs w:val="28"/>
        </w:rPr>
        <w:t xml:space="preserve"> в сфере оплаты труда</w:t>
      </w:r>
      <w:r w:rsidRPr="00BF61E6">
        <w:rPr>
          <w:rFonts w:ascii="Times New Roman" w:hAnsi="Times New Roman"/>
          <w:sz w:val="28"/>
          <w:szCs w:val="28"/>
        </w:rPr>
        <w:t>»,</w:t>
      </w:r>
      <w:r w:rsidR="003877A0">
        <w:rPr>
          <w:rFonts w:ascii="Times New Roman" w:hAnsi="Times New Roman"/>
          <w:sz w:val="28"/>
          <w:szCs w:val="28"/>
        </w:rPr>
        <w:t xml:space="preserve"> </w:t>
      </w:r>
      <w:r w:rsidR="00297B0A">
        <w:rPr>
          <w:rFonts w:ascii="Times New Roman" w:hAnsi="Times New Roman"/>
          <w:sz w:val="28"/>
          <w:szCs w:val="28"/>
        </w:rPr>
        <w:t>п</w:t>
      </w:r>
      <w:r w:rsidR="003877A0">
        <w:rPr>
          <w:rFonts w:ascii="Times New Roman" w:hAnsi="Times New Roman"/>
          <w:sz w:val="28"/>
          <w:szCs w:val="28"/>
        </w:rPr>
        <w:t>остановлением мэра муниципального об</w:t>
      </w:r>
      <w:bookmarkStart w:id="0" w:name="_GoBack"/>
      <w:bookmarkEnd w:id="0"/>
      <w:r w:rsidR="003877A0">
        <w:rPr>
          <w:rFonts w:ascii="Times New Roman" w:hAnsi="Times New Roman"/>
          <w:sz w:val="28"/>
          <w:szCs w:val="28"/>
        </w:rPr>
        <w:t>разования «Го</w:t>
      </w:r>
      <w:r w:rsidR="00CE74BE">
        <w:rPr>
          <w:rFonts w:ascii="Times New Roman" w:hAnsi="Times New Roman"/>
          <w:sz w:val="28"/>
          <w:szCs w:val="28"/>
        </w:rPr>
        <w:t>родской округ Ногликский» от 15.01.</w:t>
      </w:r>
      <w:r w:rsidR="003877A0">
        <w:rPr>
          <w:rFonts w:ascii="Times New Roman" w:hAnsi="Times New Roman"/>
          <w:sz w:val="28"/>
          <w:szCs w:val="28"/>
        </w:rPr>
        <w:t>2024 № 3 «О повышении с 01 января 2024 года оплаты труда работникам муниципальных учреждений муниципального образования «Городской округ Ногликский»,</w:t>
      </w:r>
      <w:r w:rsidRPr="00BF61E6">
        <w:rPr>
          <w:rFonts w:ascii="Times New Roman" w:hAnsi="Times New Roman"/>
          <w:sz w:val="28"/>
          <w:szCs w:val="28"/>
        </w:rPr>
        <w:t xml:space="preserve"> руководствуясь ст. 28 Устава муниципального образования «Городской округ Ногликский», </w:t>
      </w:r>
      <w:r w:rsidRPr="00BF61E6">
        <w:rPr>
          <w:rFonts w:ascii="Times New Roman" w:hAnsi="Times New Roman"/>
          <w:b/>
          <w:bCs/>
          <w:sz w:val="28"/>
          <w:szCs w:val="28"/>
        </w:rPr>
        <w:t>ПОСТАНОВЛЯЮ</w:t>
      </w:r>
      <w:r w:rsidRPr="00CE74BE">
        <w:rPr>
          <w:rFonts w:ascii="Times New Roman" w:hAnsi="Times New Roman"/>
          <w:b/>
          <w:sz w:val="28"/>
          <w:szCs w:val="28"/>
        </w:rPr>
        <w:t>:</w:t>
      </w:r>
    </w:p>
    <w:p w14:paraId="7CB33878" w14:textId="25FA963D" w:rsidR="00841965" w:rsidRDefault="00CE74BE" w:rsidP="00CE74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74B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="00841965">
        <w:rPr>
          <w:rFonts w:ascii="Times New Roman" w:hAnsi="Times New Roman"/>
          <w:sz w:val="28"/>
          <w:szCs w:val="28"/>
        </w:rPr>
        <w:t>Внести в Положение о системе оплаты труда работников муниципальн</w:t>
      </w:r>
      <w:r w:rsidR="001266EA">
        <w:rPr>
          <w:rFonts w:ascii="Times New Roman" w:hAnsi="Times New Roman"/>
          <w:sz w:val="28"/>
          <w:szCs w:val="28"/>
        </w:rPr>
        <w:t xml:space="preserve">ого бюджетного учреждения культуры Ногликская централизованная библиотечная система, </w:t>
      </w:r>
      <w:r w:rsidR="00841965">
        <w:rPr>
          <w:rFonts w:ascii="Times New Roman" w:hAnsi="Times New Roman"/>
          <w:sz w:val="28"/>
          <w:szCs w:val="28"/>
        </w:rPr>
        <w:t>утвержденное постановлением мэра</w:t>
      </w:r>
      <w:r w:rsidR="00297B0A">
        <w:rPr>
          <w:rFonts w:ascii="Times New Roman" w:hAnsi="Times New Roman"/>
          <w:sz w:val="28"/>
          <w:szCs w:val="28"/>
        </w:rPr>
        <w:t xml:space="preserve"> </w:t>
      </w:r>
      <w:r w:rsidR="00841965"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Ногликский» от </w:t>
      </w:r>
      <w:r w:rsidR="001266EA">
        <w:rPr>
          <w:rFonts w:ascii="Times New Roman" w:hAnsi="Times New Roman"/>
          <w:sz w:val="28"/>
          <w:szCs w:val="28"/>
        </w:rPr>
        <w:t>03</w:t>
      </w:r>
      <w:r w:rsidR="00841965">
        <w:rPr>
          <w:rFonts w:ascii="Times New Roman" w:hAnsi="Times New Roman"/>
          <w:sz w:val="28"/>
          <w:szCs w:val="28"/>
        </w:rPr>
        <w:t xml:space="preserve">.02.2020 № </w:t>
      </w:r>
      <w:r w:rsidR="001266EA">
        <w:rPr>
          <w:rFonts w:ascii="Times New Roman" w:hAnsi="Times New Roman"/>
          <w:sz w:val="28"/>
          <w:szCs w:val="28"/>
        </w:rPr>
        <w:t>12</w:t>
      </w:r>
      <w:r w:rsidR="00841965">
        <w:rPr>
          <w:rFonts w:ascii="Times New Roman" w:hAnsi="Times New Roman"/>
          <w:sz w:val="28"/>
          <w:szCs w:val="28"/>
        </w:rPr>
        <w:t xml:space="preserve"> </w:t>
      </w:r>
      <w:r w:rsidR="00E764BB">
        <w:rPr>
          <w:rFonts w:ascii="Times New Roman" w:hAnsi="Times New Roman"/>
          <w:sz w:val="28"/>
          <w:szCs w:val="28"/>
        </w:rPr>
        <w:t xml:space="preserve">(в редакции 01.06.2022 № 71, </w:t>
      </w:r>
      <w:r w:rsidR="008B1C15">
        <w:rPr>
          <w:rFonts w:ascii="Times New Roman" w:hAnsi="Times New Roman"/>
          <w:sz w:val="28"/>
          <w:szCs w:val="28"/>
        </w:rPr>
        <w:t xml:space="preserve">от </w:t>
      </w:r>
      <w:r w:rsidR="00E764BB">
        <w:rPr>
          <w:rFonts w:ascii="Times New Roman" w:hAnsi="Times New Roman"/>
          <w:sz w:val="28"/>
          <w:szCs w:val="28"/>
        </w:rPr>
        <w:t xml:space="preserve">20.03.2023 № 68) </w:t>
      </w:r>
      <w:r w:rsidR="00841965">
        <w:rPr>
          <w:rFonts w:ascii="Times New Roman" w:hAnsi="Times New Roman"/>
          <w:sz w:val="28"/>
          <w:szCs w:val="28"/>
        </w:rPr>
        <w:t xml:space="preserve">«О системе оплаты труда работников </w:t>
      </w:r>
      <w:r w:rsidR="001266EA">
        <w:rPr>
          <w:rFonts w:ascii="Times New Roman" w:hAnsi="Times New Roman"/>
          <w:sz w:val="28"/>
          <w:szCs w:val="28"/>
        </w:rPr>
        <w:t>муниципального бюджетного учреждения культуры Ногликская централизованная библиотечная система</w:t>
      </w:r>
      <w:r w:rsidR="00113880">
        <w:rPr>
          <w:rFonts w:ascii="Times New Roman" w:hAnsi="Times New Roman"/>
          <w:sz w:val="28"/>
          <w:szCs w:val="28"/>
        </w:rPr>
        <w:t>»</w:t>
      </w:r>
      <w:r w:rsidR="00841965">
        <w:rPr>
          <w:rFonts w:ascii="Times New Roman" w:hAnsi="Times New Roman"/>
          <w:sz w:val="28"/>
          <w:szCs w:val="28"/>
        </w:rPr>
        <w:t>, согласно приложению 1 к настоящему постановлению.</w:t>
      </w:r>
    </w:p>
    <w:p w14:paraId="028A4710" w14:textId="1323645D" w:rsidR="00841965" w:rsidRPr="00E82B42" w:rsidRDefault="00CE74BE" w:rsidP="00CE74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841965" w:rsidRPr="00E82B42">
        <w:rPr>
          <w:rFonts w:ascii="Times New Roman" w:hAnsi="Times New Roman"/>
          <w:sz w:val="28"/>
          <w:szCs w:val="28"/>
        </w:rPr>
        <w:t>Внести изменения в приложения 1</w:t>
      </w:r>
      <w:r w:rsidR="00297B0A">
        <w:rPr>
          <w:rFonts w:ascii="Times New Roman" w:hAnsi="Times New Roman"/>
          <w:sz w:val="28"/>
          <w:szCs w:val="28"/>
        </w:rPr>
        <w:t xml:space="preserve"> -</w:t>
      </w:r>
      <w:r w:rsidR="00841965" w:rsidRPr="00E82B42">
        <w:rPr>
          <w:rFonts w:ascii="Times New Roman" w:hAnsi="Times New Roman"/>
          <w:sz w:val="28"/>
          <w:szCs w:val="28"/>
        </w:rPr>
        <w:t xml:space="preserve"> </w:t>
      </w:r>
      <w:r w:rsidR="00E82B42" w:rsidRPr="00E82B42">
        <w:rPr>
          <w:rFonts w:ascii="Times New Roman" w:hAnsi="Times New Roman"/>
          <w:sz w:val="28"/>
          <w:szCs w:val="28"/>
        </w:rPr>
        <w:t>4</w:t>
      </w:r>
      <w:r w:rsidR="00841965" w:rsidRPr="00E82B42">
        <w:rPr>
          <w:rFonts w:ascii="Times New Roman" w:hAnsi="Times New Roman"/>
          <w:sz w:val="28"/>
          <w:szCs w:val="28"/>
        </w:rPr>
        <w:t xml:space="preserve"> к Положению, изложив их в новой редакции согласно приложениям 2 </w:t>
      </w:r>
      <w:r w:rsidR="00297B0A">
        <w:rPr>
          <w:rFonts w:ascii="Times New Roman" w:hAnsi="Times New Roman"/>
          <w:sz w:val="28"/>
          <w:szCs w:val="28"/>
        </w:rPr>
        <w:t>-</w:t>
      </w:r>
      <w:r w:rsidR="00841965" w:rsidRPr="00E82B42">
        <w:rPr>
          <w:rFonts w:ascii="Times New Roman" w:hAnsi="Times New Roman"/>
          <w:sz w:val="28"/>
          <w:szCs w:val="28"/>
        </w:rPr>
        <w:t xml:space="preserve"> 5 к настоящему постановлению.</w:t>
      </w:r>
    </w:p>
    <w:p w14:paraId="0DD4E0D8" w14:textId="76F58A97" w:rsidR="00841965" w:rsidRDefault="00841965" w:rsidP="00CE74B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постановление вступает в силу с момента его официального опубликования и распространяется на</w:t>
      </w:r>
      <w:r w:rsidR="00CE74BE">
        <w:rPr>
          <w:rFonts w:ascii="Times New Roman" w:hAnsi="Times New Roman"/>
          <w:sz w:val="28"/>
          <w:szCs w:val="28"/>
        </w:rPr>
        <w:t xml:space="preserve"> правоотношения, возникшие с 01 января </w:t>
      </w:r>
      <w:r>
        <w:rPr>
          <w:rFonts w:ascii="Times New Roman" w:hAnsi="Times New Roman"/>
          <w:sz w:val="28"/>
          <w:szCs w:val="28"/>
        </w:rPr>
        <w:t>2024 года.</w:t>
      </w:r>
    </w:p>
    <w:p w14:paraId="53157D02" w14:textId="736FBBA7" w:rsidR="00841965" w:rsidRDefault="00841965" w:rsidP="00CE74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C26038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</w:t>
      </w:r>
      <w:r w:rsidR="00CE74BE" w:rsidRPr="00CE74BE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«Интернет».</w:t>
      </w:r>
    </w:p>
    <w:p w14:paraId="473911E1" w14:textId="77777777" w:rsidR="00CE74BE" w:rsidRDefault="00CE74BE" w:rsidP="00CE74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3BCA4BA" w14:textId="77777777" w:rsidR="00CE74BE" w:rsidRDefault="00CE74BE" w:rsidP="00CE74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A699003" w14:textId="77777777" w:rsidR="00841965" w:rsidRDefault="00841965" w:rsidP="00CE74B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EC6BE92" w14:textId="574A0CB3" w:rsidR="00841965" w:rsidRPr="007C2877" w:rsidRDefault="00841965" w:rsidP="00CE74BE">
      <w:pPr>
        <w:pStyle w:val="a3"/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</w:t>
      </w:r>
      <w:r w:rsidR="008A3E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Ногликский»                                             </w:t>
      </w:r>
      <w:r w:rsidR="00CE74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CE74BE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С.В.</w:t>
      </w:r>
      <w:r w:rsidR="00CE74BE">
        <w:rPr>
          <w:rFonts w:ascii="Times New Roman" w:hAnsi="Times New Roman"/>
          <w:sz w:val="28"/>
          <w:szCs w:val="28"/>
        </w:rPr>
        <w:t xml:space="preserve"> Камелин</w:t>
      </w:r>
    </w:p>
    <w:sectPr w:rsidR="00841965" w:rsidRPr="007C2877" w:rsidSect="00CE74BE">
      <w:pgSz w:w="11906" w:h="16838"/>
      <w:pgMar w:top="426" w:right="851" w:bottom="568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9FBA60" w14:textId="77777777" w:rsidR="00685DE1" w:rsidRDefault="00685DE1" w:rsidP="00CE74BE">
      <w:pPr>
        <w:spacing w:after="0" w:line="240" w:lineRule="auto"/>
      </w:pPr>
      <w:r>
        <w:separator/>
      </w:r>
    </w:p>
  </w:endnote>
  <w:endnote w:type="continuationSeparator" w:id="0">
    <w:p w14:paraId="0161F51E" w14:textId="77777777" w:rsidR="00685DE1" w:rsidRDefault="00685DE1" w:rsidP="00CE7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E96B1" w14:textId="77777777" w:rsidR="00685DE1" w:rsidRDefault="00685DE1" w:rsidP="00CE74BE">
      <w:pPr>
        <w:spacing w:after="0" w:line="240" w:lineRule="auto"/>
      </w:pPr>
      <w:r>
        <w:separator/>
      </w:r>
    </w:p>
  </w:footnote>
  <w:footnote w:type="continuationSeparator" w:id="0">
    <w:p w14:paraId="67CEAC02" w14:textId="77777777" w:rsidR="00685DE1" w:rsidRDefault="00685DE1" w:rsidP="00CE7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337370"/>
    <w:multiLevelType w:val="hybridMultilevel"/>
    <w:tmpl w:val="B3682DD4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4FC6B09"/>
    <w:multiLevelType w:val="multilevel"/>
    <w:tmpl w:val="47CCE9D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" w15:restartNumberingAfterBreak="0">
    <w:nsid w:val="673478D6"/>
    <w:multiLevelType w:val="hybridMultilevel"/>
    <w:tmpl w:val="57DE4778"/>
    <w:lvl w:ilvl="0" w:tplc="A5E863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78E7"/>
    <w:rsid w:val="00053BD0"/>
    <w:rsid w:val="000C273E"/>
    <w:rsid w:val="00113880"/>
    <w:rsid w:val="001266EA"/>
    <w:rsid w:val="001778E7"/>
    <w:rsid w:val="002024FA"/>
    <w:rsid w:val="0022175D"/>
    <w:rsid w:val="00242B61"/>
    <w:rsid w:val="002660D8"/>
    <w:rsid w:val="00295F23"/>
    <w:rsid w:val="00297B0A"/>
    <w:rsid w:val="002F5F71"/>
    <w:rsid w:val="002F63BC"/>
    <w:rsid w:val="00351AE1"/>
    <w:rsid w:val="00362FCA"/>
    <w:rsid w:val="003877A0"/>
    <w:rsid w:val="004C1DED"/>
    <w:rsid w:val="004C3BB7"/>
    <w:rsid w:val="00513A67"/>
    <w:rsid w:val="00522E48"/>
    <w:rsid w:val="00685DE1"/>
    <w:rsid w:val="006F5E98"/>
    <w:rsid w:val="00790363"/>
    <w:rsid w:val="00791F74"/>
    <w:rsid w:val="00817A7E"/>
    <w:rsid w:val="00836B50"/>
    <w:rsid w:val="00841965"/>
    <w:rsid w:val="008A3E78"/>
    <w:rsid w:val="008B06D8"/>
    <w:rsid w:val="008B1C15"/>
    <w:rsid w:val="008C375C"/>
    <w:rsid w:val="00986010"/>
    <w:rsid w:val="00B16B81"/>
    <w:rsid w:val="00B25688"/>
    <w:rsid w:val="00BA1368"/>
    <w:rsid w:val="00BE2D39"/>
    <w:rsid w:val="00C3359A"/>
    <w:rsid w:val="00CE74BE"/>
    <w:rsid w:val="00D97E0B"/>
    <w:rsid w:val="00E764BB"/>
    <w:rsid w:val="00E82B42"/>
    <w:rsid w:val="00F577E0"/>
    <w:rsid w:val="00FB07F3"/>
    <w:rsid w:val="00FD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6A616"/>
  <w15:docId w15:val="{1BEF297E-8C01-4AD3-85D3-ED42CF14C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07F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E7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E74BE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CE7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E74B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&#1055;&#1083;&#1072;&#1085;&#1086;&#1074;&#1086;%20&#1101;&#1082;&#1086;&#1085;&#1086;&#1084;&#1080;&#1095;&#1077;&#1089;&#1082;&#1080;&#1081;%20&#1086;&#1090;&#1076;&#1077;&#1083;\&#1055;&#1086;&#1089;&#1090;&#1072;&#1085;&#1086;&#1074;&#1083;&#1077;&#1085;&#1080;&#1077;%20&#1084;&#1101;&#1088;&#1072;%20&#1096;&#1072;&#1073;&#1083;&#1086;&#108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мэра шаблон</Template>
  <TotalTime>208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Zam_Gl_Buh1</dc:creator>
  <cp:lastModifiedBy>Жанна С. Соколова</cp:lastModifiedBy>
  <cp:revision>29</cp:revision>
  <dcterms:created xsi:type="dcterms:W3CDTF">2020-12-10T22:19:00Z</dcterms:created>
  <dcterms:modified xsi:type="dcterms:W3CDTF">2024-03-05T06:55:00Z</dcterms:modified>
</cp:coreProperties>
</file>