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8EC9BC" w14:textId="77777777" w:rsidTr="00987DB5">
        <w:tc>
          <w:tcPr>
            <w:tcW w:w="9498" w:type="dxa"/>
          </w:tcPr>
          <w:p w14:paraId="4C8EC9B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8EC9D4" wp14:editId="4C8EC9D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8EC9B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4C8EC9B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4C8EC9B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C8EC9B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8EC9BD" w14:textId="776668CE" w:rsidR="00AE5C63" w:rsidRPr="0074351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4351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33DCA">
            <w:rPr>
              <w:rFonts w:ascii="Times New Roman" w:hAnsi="Times New Roman"/>
              <w:sz w:val="28"/>
              <w:szCs w:val="28"/>
            </w:rPr>
            <w:t>19 марта 2025 года</w:t>
          </w:r>
        </w:sdtContent>
      </w:sdt>
      <w:r w:rsidRPr="007435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3DC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33DCA" w:rsidRPr="00733DCA">
            <w:rPr>
              <w:rFonts w:ascii="Times New Roman" w:hAnsi="Times New Roman"/>
              <w:sz w:val="28"/>
              <w:szCs w:val="28"/>
            </w:rPr>
            <w:t>44</w:t>
          </w:r>
        </w:sdtContent>
      </w:sdt>
    </w:p>
    <w:p w14:paraId="4C8EC9B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8EC9C0" w14:textId="508431F2" w:rsidR="00185FEC" w:rsidRPr="00F51B33" w:rsidRDefault="001E4001" w:rsidP="00004885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B33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</w:t>
      </w:r>
      <w:r w:rsidR="00F51B33" w:rsidRPr="00F51B33">
        <w:rPr>
          <w:rFonts w:ascii="Times New Roman" w:hAnsi="Times New Roman"/>
          <w:b/>
          <w:sz w:val="28"/>
          <w:szCs w:val="28"/>
        </w:rPr>
        <w:t xml:space="preserve">услуг </w:t>
      </w:r>
      <w:r w:rsidR="0074351A">
        <w:rPr>
          <w:rFonts w:ascii="Times New Roman" w:hAnsi="Times New Roman"/>
          <w:b/>
          <w:sz w:val="28"/>
          <w:szCs w:val="28"/>
        </w:rPr>
        <w:br/>
      </w:r>
      <w:r w:rsidR="00F51B33" w:rsidRPr="00F51B33">
        <w:rPr>
          <w:rFonts w:ascii="Times New Roman" w:hAnsi="Times New Roman"/>
          <w:b/>
          <w:sz w:val="28"/>
          <w:szCs w:val="28"/>
        </w:rPr>
        <w:t>органов</w:t>
      </w:r>
      <w:r w:rsidRPr="00F51B33">
        <w:rPr>
          <w:rFonts w:ascii="Times New Roman" w:hAnsi="Times New Roman"/>
          <w:b/>
          <w:sz w:val="28"/>
          <w:szCs w:val="28"/>
        </w:rPr>
        <w:t xml:space="preserve"> местного самоуправления муниципального образования Ногликский муниципальный округ Сахалинской области </w:t>
      </w:r>
      <w:r w:rsidR="0074351A">
        <w:rPr>
          <w:rFonts w:ascii="Times New Roman" w:hAnsi="Times New Roman"/>
          <w:b/>
          <w:sz w:val="28"/>
          <w:szCs w:val="28"/>
        </w:rPr>
        <w:br/>
      </w:r>
      <w:r w:rsidRPr="00F51B33">
        <w:rPr>
          <w:rFonts w:ascii="Times New Roman" w:hAnsi="Times New Roman"/>
          <w:b/>
          <w:sz w:val="28"/>
          <w:szCs w:val="28"/>
        </w:rPr>
        <w:t xml:space="preserve">и государственных услуг, предоставляемых </w:t>
      </w:r>
      <w:r w:rsidR="00F51B33" w:rsidRPr="00F51B33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</w:t>
      </w:r>
    </w:p>
    <w:p w14:paraId="4BF2388A" w14:textId="0A72715C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51B33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F51B33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на основании распоряжения Правительства Сахалинской области </w:t>
      </w:r>
      <w:r w:rsidRPr="00F51B33">
        <w:rPr>
          <w:rFonts w:ascii="Times New Roman" w:hAnsi="Times New Roman"/>
          <w:sz w:val="28"/>
          <w:szCs w:val="28"/>
        </w:rPr>
        <w:br/>
        <w:t>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</w:t>
      </w:r>
      <w:r w:rsidR="00971159">
        <w:rPr>
          <w:rFonts w:ascii="Times New Roman" w:hAnsi="Times New Roman"/>
          <w:sz w:val="28"/>
          <w:szCs w:val="28"/>
        </w:rPr>
        <w:t xml:space="preserve">реждениями Сахалинской области </w:t>
      </w:r>
      <w:r w:rsidRPr="00F51B33">
        <w:rPr>
          <w:rFonts w:ascii="Times New Roman" w:hAnsi="Times New Roman"/>
          <w:sz w:val="28"/>
          <w:szCs w:val="28"/>
        </w:rPr>
        <w:t>и другими организациями, в которых размещается государственное зада</w:t>
      </w:r>
      <w:r w:rsidR="00921B76">
        <w:rPr>
          <w:rFonts w:ascii="Times New Roman" w:hAnsi="Times New Roman"/>
          <w:sz w:val="28"/>
          <w:szCs w:val="28"/>
        </w:rPr>
        <w:t>ние (заказ)», руководствуясь статей</w:t>
      </w:r>
      <w:r w:rsidRPr="00F51B33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>, 45</w:t>
      </w:r>
      <w:r w:rsidRPr="00F51B33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F51B33">
        <w:rPr>
          <w:rFonts w:ascii="Times New Roman" w:hAnsi="Times New Roman"/>
          <w:sz w:val="28"/>
          <w:szCs w:val="28"/>
        </w:rPr>
        <w:t xml:space="preserve">, </w:t>
      </w:r>
      <w:r w:rsidRPr="00F51B33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266FEA51" w14:textId="2A298CDA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 xml:space="preserve">1. Утвердить Перечень муниципальных услуг органов местного самоуправления муниципального образования Ногликский муниципальный округ Сахалинской области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</w:t>
      </w:r>
      <w:r w:rsidR="00C44862">
        <w:rPr>
          <w:rFonts w:ascii="Times New Roman" w:hAnsi="Times New Roman"/>
          <w:bCs/>
          <w:sz w:val="28"/>
          <w:szCs w:val="28"/>
        </w:rPr>
        <w:br/>
      </w:r>
      <w:r w:rsidRPr="00F51B33">
        <w:rPr>
          <w:rFonts w:ascii="Times New Roman" w:hAnsi="Times New Roman"/>
          <w:bCs/>
          <w:sz w:val="28"/>
          <w:szCs w:val="28"/>
        </w:rPr>
        <w:t>и законами Сахалинской области (прилагается).</w:t>
      </w:r>
    </w:p>
    <w:p w14:paraId="2E7CE0EC" w14:textId="77777777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>2. Считать утратившими силу постановления мэра муниципального образования «Городской округ Ногликский»:</w:t>
      </w:r>
    </w:p>
    <w:p w14:paraId="07CD79C1" w14:textId="1C4DD61A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05</w:t>
      </w:r>
      <w:r w:rsidRPr="00F51B33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5</w:t>
      </w:r>
      <w:r w:rsidRPr="00F51B33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F51B3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60</w:t>
      </w:r>
      <w:r w:rsidRPr="00F51B33">
        <w:rPr>
          <w:rFonts w:ascii="Times New Roman" w:hAnsi="Times New Roman"/>
          <w:bCs/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</w:t>
      </w:r>
      <w:r w:rsidRPr="00F51B33">
        <w:rPr>
          <w:rFonts w:ascii="Times New Roman" w:hAnsi="Times New Roman"/>
          <w:bCs/>
          <w:sz w:val="28"/>
          <w:szCs w:val="28"/>
        </w:rPr>
        <w:lastRenderedPageBreak/>
        <w:t>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0C4A78B" w14:textId="5B6DB985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15</w:t>
      </w:r>
      <w:r w:rsidRPr="00F51B3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12</w:t>
      </w:r>
      <w:r w:rsidRPr="00F51B33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F51B33">
        <w:rPr>
          <w:rFonts w:ascii="Times New Roman" w:hAnsi="Times New Roman"/>
          <w:bCs/>
          <w:sz w:val="28"/>
          <w:szCs w:val="28"/>
        </w:rPr>
        <w:t xml:space="preserve"> № 2</w:t>
      </w:r>
      <w:r>
        <w:rPr>
          <w:rFonts w:ascii="Times New Roman" w:hAnsi="Times New Roman"/>
          <w:bCs/>
          <w:sz w:val="28"/>
          <w:szCs w:val="28"/>
        </w:rPr>
        <w:t>68</w:t>
      </w:r>
      <w:r w:rsidRPr="00F51B33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мэра муниципального образования «Городской округ Ногликский» от </w:t>
      </w:r>
      <w:r>
        <w:rPr>
          <w:rFonts w:ascii="Times New Roman" w:hAnsi="Times New Roman"/>
          <w:bCs/>
          <w:sz w:val="28"/>
          <w:szCs w:val="28"/>
        </w:rPr>
        <w:t>05</w:t>
      </w:r>
      <w:r w:rsidRPr="00F51B33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5</w:t>
      </w:r>
      <w:r w:rsidRPr="00F51B33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2</w:t>
      </w:r>
      <w:r w:rsidRPr="00F51B33">
        <w:rPr>
          <w:rFonts w:ascii="Times New Roman" w:hAnsi="Times New Roman"/>
          <w:bCs/>
          <w:sz w:val="28"/>
          <w:szCs w:val="28"/>
        </w:rPr>
        <w:t xml:space="preserve"> </w:t>
      </w:r>
      <w:r w:rsidRPr="00F51B33">
        <w:rPr>
          <w:rFonts w:ascii="Times New Roman" w:hAnsi="Times New Roman"/>
          <w:bCs/>
          <w:sz w:val="28"/>
          <w:szCs w:val="28"/>
        </w:rPr>
        <w:br/>
        <w:t xml:space="preserve">№ </w:t>
      </w:r>
      <w:r>
        <w:rPr>
          <w:rFonts w:ascii="Times New Roman" w:hAnsi="Times New Roman"/>
          <w:bCs/>
          <w:sz w:val="28"/>
          <w:szCs w:val="28"/>
        </w:rPr>
        <w:t>60</w:t>
      </w:r>
      <w:r w:rsidRPr="00F51B33">
        <w:rPr>
          <w:rFonts w:ascii="Times New Roman" w:hAnsi="Times New Roman"/>
          <w:bCs/>
          <w:sz w:val="28"/>
          <w:szCs w:val="28"/>
        </w:rPr>
        <w:t>»;</w:t>
      </w:r>
    </w:p>
    <w:p w14:paraId="435C75CF" w14:textId="00D470FD" w:rsidR="00F51B33" w:rsidRP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0</w:t>
      </w:r>
      <w:r w:rsidRPr="00F51B33"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>08</w:t>
      </w:r>
      <w:r w:rsidRPr="00F51B33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3</w:t>
      </w:r>
      <w:r w:rsidRPr="00F51B33">
        <w:rPr>
          <w:rFonts w:ascii="Times New Roman" w:hAnsi="Times New Roman"/>
          <w:bCs/>
          <w:sz w:val="28"/>
          <w:szCs w:val="28"/>
        </w:rPr>
        <w:t xml:space="preserve"> № 2</w:t>
      </w:r>
      <w:r>
        <w:rPr>
          <w:rFonts w:ascii="Times New Roman" w:hAnsi="Times New Roman"/>
          <w:bCs/>
          <w:sz w:val="28"/>
          <w:szCs w:val="28"/>
        </w:rPr>
        <w:t>32</w:t>
      </w:r>
      <w:r w:rsidRPr="00F51B33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мэра муниципального образования «Городской округ Ногликский» от 05.05.2022 </w:t>
      </w:r>
      <w:r w:rsidRPr="00F51B33">
        <w:rPr>
          <w:rFonts w:ascii="Times New Roman" w:hAnsi="Times New Roman"/>
          <w:bCs/>
          <w:sz w:val="28"/>
          <w:szCs w:val="28"/>
        </w:rPr>
        <w:br/>
        <w:t>№ 60»;</w:t>
      </w:r>
    </w:p>
    <w:p w14:paraId="4D2058D8" w14:textId="635033EE" w:rsidR="00F51B33" w:rsidRDefault="00F51B33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1B33">
        <w:rPr>
          <w:rFonts w:ascii="Times New Roman" w:hAnsi="Times New Roman"/>
          <w:bCs/>
          <w:sz w:val="28"/>
          <w:szCs w:val="28"/>
        </w:rPr>
        <w:t xml:space="preserve">- от </w:t>
      </w:r>
      <w:r>
        <w:rPr>
          <w:rFonts w:ascii="Times New Roman" w:hAnsi="Times New Roman"/>
          <w:bCs/>
          <w:sz w:val="28"/>
          <w:szCs w:val="28"/>
        </w:rPr>
        <w:t>24</w:t>
      </w:r>
      <w:r w:rsidRPr="00F51B3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11</w:t>
      </w:r>
      <w:r w:rsidRPr="00F51B33">
        <w:rPr>
          <w:rFonts w:ascii="Times New Roman" w:hAnsi="Times New Roman"/>
          <w:bCs/>
          <w:sz w:val="28"/>
          <w:szCs w:val="28"/>
        </w:rPr>
        <w:t>.202</w:t>
      </w:r>
      <w:r>
        <w:rPr>
          <w:rFonts w:ascii="Times New Roman" w:hAnsi="Times New Roman"/>
          <w:bCs/>
          <w:sz w:val="28"/>
          <w:szCs w:val="28"/>
        </w:rPr>
        <w:t>3</w:t>
      </w:r>
      <w:r w:rsidRPr="00F51B33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280</w:t>
      </w:r>
      <w:r w:rsidRPr="00F51B33">
        <w:rPr>
          <w:rFonts w:ascii="Times New Roman" w:hAnsi="Times New Roman"/>
          <w:bCs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bCs/>
          <w:sz w:val="28"/>
          <w:szCs w:val="28"/>
        </w:rPr>
        <w:t xml:space="preserve">некоторые </w:t>
      </w:r>
      <w:r w:rsidRPr="00F51B33">
        <w:rPr>
          <w:rFonts w:ascii="Times New Roman" w:hAnsi="Times New Roman"/>
          <w:bCs/>
          <w:sz w:val="28"/>
          <w:szCs w:val="28"/>
        </w:rPr>
        <w:t>постановлени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F51B33">
        <w:rPr>
          <w:rFonts w:ascii="Times New Roman" w:hAnsi="Times New Roman"/>
          <w:bCs/>
          <w:sz w:val="28"/>
          <w:szCs w:val="28"/>
        </w:rPr>
        <w:t xml:space="preserve"> мэра муниципального образования «Городской </w:t>
      </w:r>
      <w:r>
        <w:rPr>
          <w:rFonts w:ascii="Times New Roman" w:hAnsi="Times New Roman"/>
          <w:bCs/>
          <w:sz w:val="28"/>
          <w:szCs w:val="28"/>
        </w:rPr>
        <w:t>округ Ногликский»</w:t>
      </w:r>
      <w:r w:rsidRPr="00F51B33">
        <w:rPr>
          <w:rFonts w:ascii="Times New Roman" w:hAnsi="Times New Roman"/>
          <w:bCs/>
          <w:sz w:val="28"/>
          <w:szCs w:val="28"/>
        </w:rPr>
        <w:t>.</w:t>
      </w:r>
    </w:p>
    <w:p w14:paraId="6CFD3DB8" w14:textId="45AFD8C5" w:rsidR="00F51B33" w:rsidRPr="00F51B33" w:rsidRDefault="0091342C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F51B33" w:rsidRPr="00F51B33">
        <w:rPr>
          <w:rFonts w:ascii="Times New Roman" w:hAnsi="Times New Roman"/>
          <w:bCs/>
          <w:sz w:val="28"/>
          <w:szCs w:val="28"/>
        </w:rPr>
        <w:t xml:space="preserve">. Опубликовать настоящее постановление в газете «Знамя труда» </w:t>
      </w:r>
      <w:r w:rsidR="00F51B33" w:rsidRPr="00F51B33">
        <w:rPr>
          <w:rFonts w:ascii="Times New Roman" w:hAnsi="Times New Roman"/>
          <w:bCs/>
          <w:sz w:val="28"/>
          <w:szCs w:val="28"/>
        </w:rPr>
        <w:br/>
        <w:t xml:space="preserve">и разместить на официальном сайте муниципального образования </w:t>
      </w:r>
      <w:r w:rsidR="001C503B" w:rsidRPr="001C503B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  <w:r w:rsidR="00F51B33" w:rsidRPr="00F51B33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«Интернет».</w:t>
      </w:r>
    </w:p>
    <w:p w14:paraId="731A5D4F" w14:textId="0E827FE7" w:rsidR="0091342C" w:rsidRPr="00F51B33" w:rsidRDefault="0091342C" w:rsidP="007435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возложить </w:t>
      </w:r>
      <w:r w:rsidR="00CE0601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4C8EC9C9" w14:textId="77777777" w:rsidR="008629FA" w:rsidRDefault="008629FA" w:rsidP="00CE0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3B1E8B" w14:textId="13E11E47" w:rsidR="00042E13" w:rsidRDefault="00042E13" w:rsidP="00CE0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C9FB99" w14:textId="1E38571E" w:rsidR="00042E13" w:rsidRDefault="001B5C21" w:rsidP="00CE0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004885">
        <w:rPr>
          <w:rFonts w:ascii="Times New Roman" w:hAnsi="Times New Roman"/>
          <w:sz w:val="28"/>
          <w:szCs w:val="28"/>
        </w:rPr>
        <w:t>м</w:t>
      </w:r>
      <w:r w:rsidR="00042E13">
        <w:rPr>
          <w:rFonts w:ascii="Times New Roman" w:hAnsi="Times New Roman"/>
          <w:sz w:val="28"/>
          <w:szCs w:val="28"/>
        </w:rPr>
        <w:t>униципального образования</w:t>
      </w:r>
    </w:p>
    <w:p w14:paraId="617293FC" w14:textId="6FD6D4E8" w:rsidR="00042E13" w:rsidRDefault="00042E13" w:rsidP="00CE0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E88C412" w14:textId="39C55ADB" w:rsidR="00042E13" w:rsidRPr="00D12794" w:rsidRDefault="00042E13" w:rsidP="00042E13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733DCA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1B5C21">
        <w:rPr>
          <w:rFonts w:ascii="Times New Roman" w:hAnsi="Times New Roman"/>
          <w:sz w:val="28"/>
          <w:szCs w:val="28"/>
        </w:rPr>
        <w:t>С.В. Гурьянов</w:t>
      </w:r>
    </w:p>
    <w:sectPr w:rsidR="00042E13" w:rsidRPr="00D12794" w:rsidSect="0056377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EC9D8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4C8EC9D9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EC9D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4C8EC9D7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6524928"/>
      <w:docPartObj>
        <w:docPartGallery w:val="Page Numbers (Top of Page)"/>
        <w:docPartUnique/>
      </w:docPartObj>
    </w:sdtPr>
    <w:sdtEndPr/>
    <w:sdtContent>
      <w:p w14:paraId="43CA3B1E" w14:textId="39325802" w:rsidR="00563771" w:rsidRDefault="00563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CA">
          <w:rPr>
            <w:noProof/>
          </w:rPr>
          <w:t>2</w:t>
        </w:r>
        <w:r>
          <w:fldChar w:fldCharType="end"/>
        </w:r>
      </w:p>
    </w:sdtContent>
  </w:sdt>
  <w:p w14:paraId="262BB109" w14:textId="77777777" w:rsidR="00563771" w:rsidRDefault="00563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4885"/>
    <w:rsid w:val="00006513"/>
    <w:rsid w:val="00042E13"/>
    <w:rsid w:val="00053BD0"/>
    <w:rsid w:val="00081369"/>
    <w:rsid w:val="00185FEC"/>
    <w:rsid w:val="001B5C21"/>
    <w:rsid w:val="001C503B"/>
    <w:rsid w:val="001E1F9F"/>
    <w:rsid w:val="001E4001"/>
    <w:rsid w:val="002E5832"/>
    <w:rsid w:val="00364F8F"/>
    <w:rsid w:val="00520CBF"/>
    <w:rsid w:val="00563771"/>
    <w:rsid w:val="00733DCA"/>
    <w:rsid w:val="0074351A"/>
    <w:rsid w:val="007622F4"/>
    <w:rsid w:val="008276D6"/>
    <w:rsid w:val="008629FA"/>
    <w:rsid w:val="0091342C"/>
    <w:rsid w:val="00921B76"/>
    <w:rsid w:val="00971159"/>
    <w:rsid w:val="00987DB5"/>
    <w:rsid w:val="00AC72C8"/>
    <w:rsid w:val="00AE5C63"/>
    <w:rsid w:val="00B10ED9"/>
    <w:rsid w:val="00B25688"/>
    <w:rsid w:val="00C02849"/>
    <w:rsid w:val="00C44862"/>
    <w:rsid w:val="00CE0601"/>
    <w:rsid w:val="00D12794"/>
    <w:rsid w:val="00D67BD8"/>
    <w:rsid w:val="00DF7897"/>
    <w:rsid w:val="00E37B8A"/>
    <w:rsid w:val="00E609BC"/>
    <w:rsid w:val="00EA0EFF"/>
    <w:rsid w:val="00EB57C3"/>
    <w:rsid w:val="00F5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8EC9B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33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3DC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461B7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2025-03-19T08:54:00Z</cp:lastPrinted>
  <dcterms:created xsi:type="dcterms:W3CDTF">2020-04-07T04:54:00Z</dcterms:created>
  <dcterms:modified xsi:type="dcterms:W3CDTF">2025-03-19T08:54:00Z</dcterms:modified>
</cp:coreProperties>
</file>