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771626" w14:textId="77777777" w:rsidTr="00987DB5">
        <w:tc>
          <w:tcPr>
            <w:tcW w:w="9498" w:type="dxa"/>
          </w:tcPr>
          <w:p w14:paraId="2477162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77163E" wp14:editId="247716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71622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4771623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4771624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477162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771627" w14:textId="2350E606" w:rsidR="00AE5C63" w:rsidRPr="00AB4D1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D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B4D1C" w:rsidRPr="00AB4D1C">
            <w:rPr>
              <w:rFonts w:ascii="Times New Roman" w:hAnsi="Times New Roman"/>
              <w:sz w:val="28"/>
              <w:szCs w:val="28"/>
            </w:rPr>
            <w:t>21 марта 2025 года</w:t>
          </w:r>
        </w:sdtContent>
      </w:sdt>
      <w:r w:rsidRPr="00AB4D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B4D1C" w:rsidRPr="00AB4D1C">
            <w:rPr>
              <w:rFonts w:ascii="Times New Roman" w:hAnsi="Times New Roman"/>
              <w:sz w:val="28"/>
              <w:szCs w:val="28"/>
            </w:rPr>
            <w:t>45</w:t>
          </w:r>
        </w:sdtContent>
      </w:sdt>
    </w:p>
    <w:p w14:paraId="2477162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DF4F25" w14:textId="77777777" w:rsidR="003128D0" w:rsidRDefault="001E4001" w:rsidP="00312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7F3">
        <w:rPr>
          <w:rFonts w:ascii="Times New Roman" w:hAnsi="Times New Roman"/>
          <w:b/>
          <w:sz w:val="28"/>
          <w:szCs w:val="28"/>
        </w:rPr>
        <w:t>О создании комиссии по обследованию и категорированию</w:t>
      </w:r>
    </w:p>
    <w:p w14:paraId="113B41F1" w14:textId="00D9EE24" w:rsidR="003128D0" w:rsidRDefault="001E4001" w:rsidP="00312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7F3">
        <w:rPr>
          <w:rFonts w:ascii="Times New Roman" w:hAnsi="Times New Roman"/>
          <w:b/>
          <w:sz w:val="28"/>
          <w:szCs w:val="28"/>
        </w:rPr>
        <w:t>объектов топливно-энергетического комплекса</w:t>
      </w:r>
    </w:p>
    <w:p w14:paraId="2477162A" w14:textId="3FC849DD" w:rsidR="00185FEC" w:rsidRDefault="001E4001" w:rsidP="00312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7F3">
        <w:rPr>
          <w:rFonts w:ascii="Times New Roman" w:hAnsi="Times New Roman"/>
          <w:b/>
          <w:sz w:val="28"/>
          <w:szCs w:val="28"/>
        </w:rPr>
        <w:t>Ногликского муниципального округа Сахалинской области</w:t>
      </w:r>
    </w:p>
    <w:p w14:paraId="08ABBEED" w14:textId="77777777" w:rsidR="003128D0" w:rsidRPr="00D338AD" w:rsidRDefault="003128D0" w:rsidP="00312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79AF23" w14:textId="5B193739" w:rsidR="003128D0" w:rsidRDefault="00BB27F3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7F3">
        <w:rPr>
          <w:rFonts w:ascii="Times New Roman" w:hAnsi="Times New Roman"/>
          <w:sz w:val="28"/>
          <w:szCs w:val="28"/>
        </w:rPr>
        <w:t>В соо</w:t>
      </w:r>
      <w:r w:rsidR="00D338AD">
        <w:rPr>
          <w:rFonts w:ascii="Times New Roman" w:hAnsi="Times New Roman"/>
          <w:sz w:val="28"/>
          <w:szCs w:val="28"/>
        </w:rPr>
        <w:t>тветствии с</w:t>
      </w:r>
      <w:r w:rsidR="006F4812">
        <w:rPr>
          <w:rFonts w:ascii="Times New Roman" w:hAnsi="Times New Roman"/>
          <w:sz w:val="28"/>
          <w:szCs w:val="28"/>
        </w:rPr>
        <w:t xml:space="preserve"> п. 6 ст. 4, п. 7 ст. 4 Федерального закона</w:t>
      </w:r>
      <w:r w:rsidR="00D338AD">
        <w:rPr>
          <w:rFonts w:ascii="Times New Roman" w:hAnsi="Times New Roman"/>
          <w:sz w:val="28"/>
          <w:szCs w:val="28"/>
        </w:rPr>
        <w:t xml:space="preserve"> </w:t>
      </w:r>
      <w:r w:rsidR="006F4812">
        <w:rPr>
          <w:rFonts w:ascii="Times New Roman" w:hAnsi="Times New Roman"/>
          <w:sz w:val="28"/>
          <w:szCs w:val="28"/>
        </w:rPr>
        <w:t xml:space="preserve">от 21.07.2011 № 256-ФЗ </w:t>
      </w:r>
      <w:r w:rsidR="00D338AD">
        <w:rPr>
          <w:rFonts w:ascii="Times New Roman" w:hAnsi="Times New Roman"/>
          <w:sz w:val="28"/>
          <w:szCs w:val="28"/>
        </w:rPr>
        <w:t xml:space="preserve">«О </w:t>
      </w:r>
      <w:r w:rsidRPr="00BB27F3">
        <w:rPr>
          <w:rFonts w:ascii="Times New Roman" w:hAnsi="Times New Roman"/>
          <w:sz w:val="28"/>
          <w:szCs w:val="28"/>
        </w:rPr>
        <w:t>безопас</w:t>
      </w:r>
      <w:r w:rsidR="00D338AD">
        <w:rPr>
          <w:rFonts w:ascii="Times New Roman" w:hAnsi="Times New Roman"/>
          <w:sz w:val="28"/>
          <w:szCs w:val="28"/>
        </w:rPr>
        <w:t xml:space="preserve">ности объектов </w:t>
      </w:r>
      <w:r w:rsidRPr="00BB27F3">
        <w:rPr>
          <w:rFonts w:ascii="Times New Roman" w:hAnsi="Times New Roman"/>
          <w:sz w:val="28"/>
          <w:szCs w:val="28"/>
        </w:rPr>
        <w:t>топливно-энергетич</w:t>
      </w:r>
      <w:r w:rsidR="00D338AD">
        <w:rPr>
          <w:rFonts w:ascii="Times New Roman" w:hAnsi="Times New Roman"/>
          <w:sz w:val="28"/>
          <w:szCs w:val="28"/>
        </w:rPr>
        <w:t xml:space="preserve">еского </w:t>
      </w:r>
      <w:r>
        <w:rPr>
          <w:rFonts w:ascii="Times New Roman" w:hAnsi="Times New Roman"/>
          <w:sz w:val="28"/>
          <w:szCs w:val="28"/>
        </w:rPr>
        <w:t>комплекса», постановлением</w:t>
      </w:r>
      <w:r w:rsidRPr="00BB27F3">
        <w:rPr>
          <w:rFonts w:ascii="Times New Roman" w:hAnsi="Times New Roman"/>
          <w:sz w:val="28"/>
          <w:szCs w:val="28"/>
        </w:rPr>
        <w:t xml:space="preserve"> Правительства Росс</w:t>
      </w:r>
      <w:r>
        <w:rPr>
          <w:rFonts w:ascii="Times New Roman" w:hAnsi="Times New Roman"/>
          <w:sz w:val="28"/>
          <w:szCs w:val="28"/>
        </w:rPr>
        <w:t>ийской Федерации от</w:t>
      </w:r>
      <w:r w:rsidR="00464490">
        <w:rPr>
          <w:rFonts w:ascii="Times New Roman" w:hAnsi="Times New Roman"/>
          <w:sz w:val="28"/>
          <w:szCs w:val="28"/>
        </w:rPr>
        <w:t xml:space="preserve"> 03.08.2024 № 1046 «</w:t>
      </w:r>
      <w:r w:rsidR="00464490" w:rsidRPr="00464490">
        <w:rPr>
          <w:rFonts w:ascii="Times New Roman" w:hAnsi="Times New Roman"/>
          <w:sz w:val="28"/>
          <w:szCs w:val="28"/>
        </w:rPr>
        <w:t xml:space="preserve">Об утверждении Требований обеспечения безопасности </w:t>
      </w:r>
      <w:r w:rsidR="003128D0">
        <w:rPr>
          <w:rFonts w:ascii="Times New Roman" w:hAnsi="Times New Roman"/>
          <w:sz w:val="28"/>
          <w:szCs w:val="28"/>
        </w:rPr>
        <w:br/>
      </w:r>
      <w:r w:rsidR="00464490" w:rsidRPr="00464490">
        <w:rPr>
          <w:rFonts w:ascii="Times New Roman" w:hAnsi="Times New Roman"/>
          <w:sz w:val="28"/>
          <w:szCs w:val="28"/>
        </w:rPr>
        <w:t>и антитеррористической защищенности объектов топливно-энергетического комплекса»</w:t>
      </w:r>
      <w:r w:rsidR="004644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BB27F3">
        <w:rPr>
          <w:rFonts w:ascii="Times New Roman" w:hAnsi="Times New Roman"/>
          <w:sz w:val="28"/>
          <w:szCs w:val="28"/>
        </w:rPr>
        <w:t xml:space="preserve"> Федеральным законом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</w:t>
      </w:r>
      <w:r w:rsidRPr="00BB27F3">
        <w:rPr>
          <w:rFonts w:ascii="Times New Roman" w:hAnsi="Times New Roman"/>
          <w:sz w:val="28"/>
          <w:szCs w:val="28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7F3">
        <w:rPr>
          <w:rFonts w:ascii="Times New Roman" w:hAnsi="Times New Roman"/>
          <w:sz w:val="28"/>
          <w:szCs w:val="28"/>
        </w:rPr>
        <w:t>ст. 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7F3">
        <w:rPr>
          <w:rFonts w:ascii="Times New Roman" w:hAnsi="Times New Roman"/>
          <w:sz w:val="28"/>
          <w:szCs w:val="28"/>
        </w:rPr>
        <w:t>Устава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6F4812">
        <w:rPr>
          <w:rFonts w:ascii="Times New Roman" w:hAnsi="Times New Roman"/>
          <w:sz w:val="28"/>
          <w:szCs w:val="28"/>
        </w:rPr>
        <w:t>, в целях реализации мероприятий по обеспечению комплексной безопасности и антитеррористической защищенности объектов топливно-энергетического комплекса Ногликского муниципального округа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14:paraId="7AC9CE51" w14:textId="5B40AC27" w:rsidR="00BB27F3" w:rsidRPr="00BB27F3" w:rsidRDefault="00E62496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Создать комиссию по обследованию и категорированию </w:t>
      </w:r>
      <w:r w:rsidR="00BB27F3" w:rsidRPr="00BB27F3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ъектов топливно-энергетического </w:t>
      </w:r>
      <w:r w:rsidR="00BB27F3" w:rsidRPr="00BB27F3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="00D338AD">
        <w:rPr>
          <w:rFonts w:ascii="Times New Roman" w:hAnsi="Times New Roman"/>
          <w:sz w:val="28"/>
          <w:szCs w:val="28"/>
        </w:rPr>
        <w:t xml:space="preserve">Ногликского муниципального округа Сахалинской области </w:t>
      </w:r>
      <w:r w:rsidR="00BB27F3" w:rsidRPr="00BB27F3">
        <w:rPr>
          <w:rFonts w:ascii="Times New Roman" w:hAnsi="Times New Roman"/>
          <w:sz w:val="28"/>
          <w:szCs w:val="28"/>
        </w:rPr>
        <w:t>и утв</w:t>
      </w:r>
      <w:r>
        <w:rPr>
          <w:rFonts w:ascii="Times New Roman" w:hAnsi="Times New Roman"/>
          <w:sz w:val="28"/>
          <w:szCs w:val="28"/>
        </w:rPr>
        <w:t>ердить ее состав (приложение 1</w:t>
      </w:r>
      <w:r w:rsidR="00BB27F3" w:rsidRPr="00BB27F3">
        <w:rPr>
          <w:rFonts w:ascii="Times New Roman" w:hAnsi="Times New Roman"/>
          <w:sz w:val="28"/>
          <w:szCs w:val="28"/>
        </w:rPr>
        <w:t>).</w:t>
      </w:r>
    </w:p>
    <w:p w14:paraId="466BC260" w14:textId="7168647D" w:rsidR="00BB27F3" w:rsidRDefault="008546D8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62496">
        <w:rPr>
          <w:rFonts w:ascii="Times New Roman" w:hAnsi="Times New Roman"/>
          <w:sz w:val="28"/>
          <w:szCs w:val="28"/>
        </w:rPr>
        <w:t xml:space="preserve">Утвердить </w:t>
      </w:r>
      <w:r w:rsidR="00BB27F3" w:rsidRPr="00BB27F3">
        <w:rPr>
          <w:rFonts w:ascii="Times New Roman" w:hAnsi="Times New Roman"/>
          <w:sz w:val="28"/>
          <w:szCs w:val="28"/>
        </w:rPr>
        <w:t>графи</w:t>
      </w:r>
      <w:r w:rsidR="00E62496">
        <w:rPr>
          <w:rFonts w:ascii="Times New Roman" w:hAnsi="Times New Roman"/>
          <w:sz w:val="28"/>
          <w:szCs w:val="28"/>
        </w:rPr>
        <w:t xml:space="preserve">к работы комиссии по обследованию </w:t>
      </w:r>
      <w:r w:rsidR="003128D0">
        <w:rPr>
          <w:rFonts w:ascii="Times New Roman" w:hAnsi="Times New Roman"/>
          <w:sz w:val="28"/>
          <w:szCs w:val="28"/>
        </w:rPr>
        <w:br/>
      </w:r>
      <w:r w:rsidR="00E62496">
        <w:rPr>
          <w:rFonts w:ascii="Times New Roman" w:hAnsi="Times New Roman"/>
          <w:sz w:val="28"/>
          <w:szCs w:val="28"/>
        </w:rPr>
        <w:t xml:space="preserve">и категорированию объектов топливно-энергетического </w:t>
      </w:r>
      <w:r w:rsidR="00BB27F3" w:rsidRPr="00BB27F3">
        <w:rPr>
          <w:rFonts w:ascii="Times New Roman" w:hAnsi="Times New Roman"/>
          <w:sz w:val="28"/>
          <w:szCs w:val="28"/>
        </w:rPr>
        <w:t>комплекса</w:t>
      </w:r>
      <w:r w:rsidR="00E62496">
        <w:rPr>
          <w:rFonts w:ascii="Times New Roman" w:hAnsi="Times New Roman"/>
          <w:sz w:val="28"/>
          <w:szCs w:val="28"/>
        </w:rPr>
        <w:t xml:space="preserve"> Ногликского муниципального округа </w:t>
      </w:r>
      <w:r>
        <w:rPr>
          <w:rFonts w:ascii="Times New Roman" w:hAnsi="Times New Roman"/>
          <w:sz w:val="28"/>
          <w:szCs w:val="28"/>
        </w:rPr>
        <w:t>Сахалинской области (приложение 2</w:t>
      </w:r>
      <w:r w:rsidR="00BB27F3" w:rsidRPr="00BB27F3">
        <w:rPr>
          <w:rFonts w:ascii="Times New Roman" w:hAnsi="Times New Roman"/>
          <w:sz w:val="28"/>
          <w:szCs w:val="28"/>
        </w:rPr>
        <w:t>).</w:t>
      </w:r>
    </w:p>
    <w:p w14:paraId="1486669B" w14:textId="3B034CF2" w:rsidR="00464490" w:rsidRDefault="00464490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Провести мероприятия по обследованию, оценке антитеррористической защищенности и составлению актов категорирования объектов топливно-энергетического комплекса Ногликского муниципального округа Сахалинской облас</w:t>
      </w:r>
      <w:r w:rsidR="003128D0">
        <w:rPr>
          <w:rFonts w:ascii="Times New Roman" w:hAnsi="Times New Roman"/>
          <w:sz w:val="28"/>
          <w:szCs w:val="28"/>
        </w:rPr>
        <w:t>ти.</w:t>
      </w:r>
    </w:p>
    <w:p w14:paraId="62066E1D" w14:textId="57E8F54E" w:rsidR="008546D8" w:rsidRPr="00BB27F3" w:rsidRDefault="00464490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46D8">
        <w:rPr>
          <w:rFonts w:ascii="Times New Roman" w:hAnsi="Times New Roman"/>
          <w:sz w:val="28"/>
          <w:szCs w:val="28"/>
        </w:rPr>
        <w:t>.</w:t>
      </w:r>
      <w:r w:rsidR="00F1583E">
        <w:rPr>
          <w:rFonts w:ascii="Times New Roman" w:hAnsi="Times New Roman"/>
          <w:sz w:val="28"/>
          <w:szCs w:val="28"/>
        </w:rPr>
        <w:t xml:space="preserve"> По результатам работы комиссии направить в адрес министерства жилищно-коммунального хозяйства Сахалинской области акты обследования </w:t>
      </w:r>
      <w:r w:rsidR="00F1583E">
        <w:rPr>
          <w:rFonts w:ascii="Times New Roman" w:hAnsi="Times New Roman"/>
          <w:sz w:val="28"/>
          <w:szCs w:val="28"/>
        </w:rPr>
        <w:lastRenderedPageBreak/>
        <w:t>и акты категорирования объектов топливно-энергетического комплекса в ср</w:t>
      </w:r>
      <w:r w:rsidR="003128D0">
        <w:rPr>
          <w:rFonts w:ascii="Times New Roman" w:hAnsi="Times New Roman"/>
          <w:sz w:val="28"/>
          <w:szCs w:val="28"/>
        </w:rPr>
        <w:t>ок до 15 сентября 2025 года.</w:t>
      </w:r>
    </w:p>
    <w:p w14:paraId="2F0CB73D" w14:textId="0DD21566" w:rsidR="00BB27F3" w:rsidRPr="00587D43" w:rsidRDefault="00464490" w:rsidP="003128D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E62496">
        <w:rPr>
          <w:rFonts w:ascii="Times New Roman" w:hAnsi="Times New Roman"/>
          <w:sz w:val="28"/>
          <w:szCs w:val="28"/>
        </w:rPr>
        <w:t xml:space="preserve">. </w:t>
      </w:r>
      <w:r w:rsidR="00F158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E62496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азместить</w:t>
      </w:r>
      <w:r w:rsidR="00F158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настоящее постановление </w:t>
      </w:r>
      <w:r w:rsidR="00E62496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муниципального образования</w:t>
      </w:r>
      <w:r w:rsidR="00E624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в </w:t>
      </w:r>
      <w:r w:rsidR="00E62496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информационно-телекоммуникационной сети «Интернет».</w:t>
      </w:r>
    </w:p>
    <w:p w14:paraId="2477162B" w14:textId="1533FC73" w:rsidR="00E609BC" w:rsidRPr="00D12794" w:rsidRDefault="00464490" w:rsidP="003128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B27F3" w:rsidRPr="00BB27F3">
        <w:rPr>
          <w:rFonts w:ascii="Times New Roman" w:hAnsi="Times New Roman"/>
          <w:sz w:val="28"/>
          <w:szCs w:val="28"/>
        </w:rPr>
        <w:t>.</w:t>
      </w:r>
      <w:r w:rsidR="00E62496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</w:t>
      </w:r>
      <w:r w:rsidR="003128D0">
        <w:rPr>
          <w:rFonts w:ascii="Times New Roman" w:hAnsi="Times New Roman"/>
          <w:sz w:val="28"/>
          <w:szCs w:val="28"/>
        </w:rPr>
        <w:br/>
      </w:r>
      <w:r w:rsidR="00E62496"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</w:t>
      </w:r>
      <w:r w:rsidR="003128D0">
        <w:rPr>
          <w:rFonts w:ascii="Times New Roman" w:hAnsi="Times New Roman"/>
          <w:sz w:val="28"/>
          <w:szCs w:val="28"/>
        </w:rPr>
        <w:t>алинской области Блидченко Л.А.</w:t>
      </w:r>
    </w:p>
    <w:p w14:paraId="2477162C" w14:textId="77777777" w:rsidR="00E609BC" w:rsidRPr="00D12794" w:rsidRDefault="00E609BC" w:rsidP="00312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77162D" w14:textId="77777777" w:rsidR="00E609BC" w:rsidRDefault="00E609BC" w:rsidP="00312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A09EB1" w14:textId="77777777" w:rsidR="003128D0" w:rsidRPr="00D12794" w:rsidRDefault="003128D0" w:rsidP="00312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FD4195" w14:textId="2A70AF97" w:rsidR="00485F80" w:rsidRDefault="00193936" w:rsidP="003128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485F8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5DAA53BF" w14:textId="77777777" w:rsidR="00485F80" w:rsidRDefault="00485F80" w:rsidP="003128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1B155FB" w14:textId="4C63D0F4" w:rsidR="00485F80" w:rsidRPr="00D12794" w:rsidRDefault="00485F80" w:rsidP="003128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</w:t>
      </w:r>
      <w:r w:rsidR="00193936">
        <w:rPr>
          <w:rFonts w:ascii="Times New Roman" w:hAnsi="Times New Roman"/>
          <w:sz w:val="28"/>
          <w:szCs w:val="28"/>
        </w:rPr>
        <w:t xml:space="preserve">  </w:t>
      </w:r>
      <w:r w:rsidR="003128D0">
        <w:rPr>
          <w:rFonts w:ascii="Times New Roman" w:hAnsi="Times New Roman"/>
          <w:sz w:val="28"/>
          <w:szCs w:val="28"/>
        </w:rPr>
        <w:t xml:space="preserve">                       С.В. Гурьянов</w:t>
      </w:r>
    </w:p>
    <w:sectPr w:rsidR="00485F80" w:rsidRPr="00D12794" w:rsidSect="003128D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71642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4771643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1644" w14:textId="699C2E14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71640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4771641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847833"/>
      <w:docPartObj>
        <w:docPartGallery w:val="Page Numbers (Top of Page)"/>
        <w:docPartUnique/>
      </w:docPartObj>
    </w:sdtPr>
    <w:sdtEndPr/>
    <w:sdtContent>
      <w:p w14:paraId="4EB39C41" w14:textId="69CB1116" w:rsidR="003128D0" w:rsidRDefault="003128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65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93936"/>
    <w:rsid w:val="001E1F9F"/>
    <w:rsid w:val="001E4001"/>
    <w:rsid w:val="002E5832"/>
    <w:rsid w:val="003128D0"/>
    <w:rsid w:val="00364F8F"/>
    <w:rsid w:val="00464490"/>
    <w:rsid w:val="00485F80"/>
    <w:rsid w:val="00520CBF"/>
    <w:rsid w:val="00587D43"/>
    <w:rsid w:val="006F4812"/>
    <w:rsid w:val="007622F4"/>
    <w:rsid w:val="007F4A9D"/>
    <w:rsid w:val="008276D6"/>
    <w:rsid w:val="008546D8"/>
    <w:rsid w:val="008629FA"/>
    <w:rsid w:val="00987DB5"/>
    <w:rsid w:val="009E7650"/>
    <w:rsid w:val="00AB4D1C"/>
    <w:rsid w:val="00AC72C8"/>
    <w:rsid w:val="00AE5C63"/>
    <w:rsid w:val="00B10ED9"/>
    <w:rsid w:val="00B25688"/>
    <w:rsid w:val="00BB27F3"/>
    <w:rsid w:val="00C02849"/>
    <w:rsid w:val="00D12794"/>
    <w:rsid w:val="00D338AD"/>
    <w:rsid w:val="00D67BD8"/>
    <w:rsid w:val="00DF7897"/>
    <w:rsid w:val="00E37B8A"/>
    <w:rsid w:val="00E609BC"/>
    <w:rsid w:val="00E62496"/>
    <w:rsid w:val="00EA0EFF"/>
    <w:rsid w:val="00F1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162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B4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4D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F43DD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2025-03-21T06:55:00Z</cp:lastPrinted>
  <dcterms:created xsi:type="dcterms:W3CDTF">2020-04-07T04:54:00Z</dcterms:created>
  <dcterms:modified xsi:type="dcterms:W3CDTF">2025-03-21T06:55:00Z</dcterms:modified>
</cp:coreProperties>
</file>