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0D2213" w14:paraId="00925757" w14:textId="77777777" w:rsidTr="00987DB5">
        <w:tc>
          <w:tcPr>
            <w:tcW w:w="9498" w:type="dxa"/>
          </w:tcPr>
          <w:p w14:paraId="00925752" w14:textId="77777777" w:rsidR="00053BD0" w:rsidRPr="000D2213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2213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92576F" wp14:editId="0092577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925753" w14:textId="77777777" w:rsidR="008276D6" w:rsidRPr="000D2213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D2213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00925754" w14:textId="77777777" w:rsidR="008276D6" w:rsidRPr="000D2213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D2213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00925755" w14:textId="77777777" w:rsidR="00053BD0" w:rsidRPr="000D2213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D2213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0925756" w14:textId="77777777" w:rsidR="00053BD0" w:rsidRPr="000D2213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D2213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0925758" w14:textId="401AF764" w:rsidR="00AE5C63" w:rsidRPr="000D2213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D221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771923">
            <w:rPr>
              <w:rFonts w:ascii="Times New Roman" w:hAnsi="Times New Roman"/>
              <w:sz w:val="28"/>
              <w:szCs w:val="28"/>
            </w:rPr>
            <w:t>02 апреля 2025 года</w:t>
          </w:r>
        </w:sdtContent>
      </w:sdt>
      <w:r w:rsidRPr="000D221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771923" w:rsidRPr="00771923">
            <w:rPr>
              <w:rFonts w:ascii="Times New Roman" w:hAnsi="Times New Roman"/>
              <w:sz w:val="28"/>
              <w:szCs w:val="28"/>
            </w:rPr>
            <w:t>52</w:t>
          </w:r>
        </w:sdtContent>
      </w:sdt>
    </w:p>
    <w:p w14:paraId="00925759" w14:textId="77777777" w:rsidR="00AE5C63" w:rsidRPr="000D2213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0D2213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D2213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B8806BD" w14:textId="0E2D112F" w:rsidR="000D2213" w:rsidRDefault="001E4001" w:rsidP="000D22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2213">
        <w:rPr>
          <w:rFonts w:ascii="Times New Roman" w:hAnsi="Times New Roman"/>
          <w:b/>
          <w:sz w:val="28"/>
          <w:szCs w:val="28"/>
        </w:rPr>
        <w:t xml:space="preserve">Об утверждении Положения о системе оплаты труда работников муниципального бюджетного учреждения дополнительного образования </w:t>
      </w:r>
      <w:r w:rsidR="000D2213">
        <w:rPr>
          <w:rFonts w:ascii="Times New Roman" w:hAnsi="Times New Roman"/>
          <w:b/>
          <w:sz w:val="28"/>
          <w:szCs w:val="28"/>
        </w:rPr>
        <w:t>«</w:t>
      </w:r>
      <w:r w:rsidRPr="000D2213">
        <w:rPr>
          <w:rFonts w:ascii="Times New Roman" w:hAnsi="Times New Roman"/>
          <w:b/>
          <w:sz w:val="28"/>
          <w:szCs w:val="28"/>
        </w:rPr>
        <w:t>Детская школа иску</w:t>
      </w:r>
      <w:r w:rsidR="000D2213">
        <w:rPr>
          <w:rFonts w:ascii="Times New Roman" w:hAnsi="Times New Roman"/>
          <w:b/>
          <w:sz w:val="28"/>
          <w:szCs w:val="28"/>
        </w:rPr>
        <w:t>сств» муниципального образования</w:t>
      </w:r>
    </w:p>
    <w:p w14:paraId="0092575A" w14:textId="5C777745" w:rsidR="00AE5C63" w:rsidRPr="000D2213" w:rsidRDefault="001E4001" w:rsidP="000D22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2213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</w:t>
      </w:r>
    </w:p>
    <w:p w14:paraId="0092575B" w14:textId="77777777" w:rsidR="00185FEC" w:rsidRPr="000D2213" w:rsidRDefault="00185FEC" w:rsidP="000D22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8CA385B" w14:textId="0EF8C427" w:rsidR="00946C76" w:rsidRPr="000D2213" w:rsidRDefault="00946C76" w:rsidP="000D22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2213">
        <w:rPr>
          <w:rFonts w:ascii="Times New Roman" w:hAnsi="Times New Roman"/>
          <w:sz w:val="28"/>
          <w:szCs w:val="28"/>
        </w:rPr>
        <w:t>В соответствии со ст. 144 Трудового кодекса Российской Федерации, руководствуясь распоряжени</w:t>
      </w:r>
      <w:r w:rsidR="00C32B98">
        <w:rPr>
          <w:rFonts w:ascii="Times New Roman" w:hAnsi="Times New Roman"/>
          <w:sz w:val="28"/>
          <w:szCs w:val="28"/>
        </w:rPr>
        <w:t>ем</w:t>
      </w:r>
      <w:r w:rsidRPr="000D2213">
        <w:rPr>
          <w:rFonts w:ascii="Times New Roman" w:hAnsi="Times New Roman"/>
          <w:sz w:val="28"/>
          <w:szCs w:val="28"/>
        </w:rPr>
        <w:t xml:space="preserve"> Правительства Сахалинской области </w:t>
      </w:r>
      <w:r w:rsidR="000D2213">
        <w:rPr>
          <w:rFonts w:ascii="Times New Roman" w:hAnsi="Times New Roman"/>
          <w:sz w:val="28"/>
          <w:szCs w:val="28"/>
        </w:rPr>
        <w:br/>
      </w:r>
      <w:r w:rsidRPr="000D2213">
        <w:rPr>
          <w:rFonts w:ascii="Times New Roman" w:hAnsi="Times New Roman"/>
          <w:sz w:val="28"/>
          <w:szCs w:val="28"/>
        </w:rPr>
        <w:t>от 25.03.2013 № 186-р «Об отдельных вопросах реализации Указа През</w:t>
      </w:r>
      <w:r w:rsidR="009F3421">
        <w:rPr>
          <w:rFonts w:ascii="Times New Roman" w:hAnsi="Times New Roman"/>
          <w:sz w:val="28"/>
          <w:szCs w:val="28"/>
        </w:rPr>
        <w:t xml:space="preserve">идента Российской Федерации от </w:t>
      </w:r>
      <w:r w:rsidRPr="000D2213">
        <w:rPr>
          <w:rFonts w:ascii="Times New Roman" w:hAnsi="Times New Roman"/>
          <w:sz w:val="28"/>
          <w:szCs w:val="28"/>
        </w:rPr>
        <w:t xml:space="preserve">07.05.2012 № 597 «О мероприятиях по реализации государственной социальной политики» в отношении педагогических работников муниципальных общеобразовательных учреждений </w:t>
      </w:r>
      <w:r w:rsidR="000D2213">
        <w:rPr>
          <w:rFonts w:ascii="Times New Roman" w:hAnsi="Times New Roman"/>
          <w:sz w:val="28"/>
          <w:szCs w:val="28"/>
        </w:rPr>
        <w:br/>
      </w:r>
      <w:r w:rsidRPr="000D2213">
        <w:rPr>
          <w:rFonts w:ascii="Times New Roman" w:hAnsi="Times New Roman"/>
          <w:sz w:val="28"/>
          <w:szCs w:val="28"/>
        </w:rPr>
        <w:t>и муниципальных учреждений дополнительного образования детей»</w:t>
      </w:r>
      <w:r w:rsidR="009B568A" w:rsidRPr="000D2213">
        <w:rPr>
          <w:rFonts w:ascii="Times New Roman" w:hAnsi="Times New Roman"/>
          <w:sz w:val="28"/>
          <w:szCs w:val="28"/>
        </w:rPr>
        <w:t xml:space="preserve"> </w:t>
      </w:r>
      <w:r w:rsidR="000D2213">
        <w:rPr>
          <w:rFonts w:ascii="Times New Roman" w:hAnsi="Times New Roman"/>
          <w:sz w:val="28"/>
          <w:szCs w:val="28"/>
        </w:rPr>
        <w:br/>
      </w:r>
      <w:r w:rsidR="009B568A" w:rsidRPr="000D2213">
        <w:rPr>
          <w:rFonts w:ascii="Times New Roman" w:hAnsi="Times New Roman"/>
          <w:sz w:val="28"/>
          <w:szCs w:val="28"/>
        </w:rPr>
        <w:t>(в редакции от 12.03.2025 № 175-р)</w:t>
      </w:r>
      <w:r w:rsidR="00771923">
        <w:rPr>
          <w:rFonts w:ascii="Times New Roman" w:hAnsi="Times New Roman"/>
          <w:sz w:val="28"/>
          <w:szCs w:val="28"/>
        </w:rPr>
        <w:t xml:space="preserve">, </w:t>
      </w:r>
      <w:r w:rsidRPr="000D2213">
        <w:rPr>
          <w:rFonts w:ascii="Times New Roman" w:hAnsi="Times New Roman"/>
          <w:sz w:val="28"/>
          <w:szCs w:val="28"/>
        </w:rPr>
        <w:t>ст. 28 Устава муниципального образования Ногликский муниципаль</w:t>
      </w:r>
      <w:r w:rsidR="00B9208F">
        <w:rPr>
          <w:rFonts w:ascii="Times New Roman" w:hAnsi="Times New Roman"/>
          <w:sz w:val="28"/>
          <w:szCs w:val="28"/>
        </w:rPr>
        <w:t xml:space="preserve">ный округ Сахалинской области, </w:t>
      </w:r>
      <w:r w:rsidRPr="000D2213">
        <w:rPr>
          <w:rFonts w:ascii="Times New Roman" w:hAnsi="Times New Roman"/>
          <w:b/>
          <w:bCs/>
          <w:sz w:val="28"/>
          <w:szCs w:val="28"/>
        </w:rPr>
        <w:t>ПОСТАНОВЛЯЮ</w:t>
      </w:r>
      <w:r w:rsidRPr="000D2213">
        <w:rPr>
          <w:rFonts w:ascii="Times New Roman" w:hAnsi="Times New Roman"/>
          <w:b/>
          <w:sz w:val="28"/>
          <w:szCs w:val="28"/>
        </w:rPr>
        <w:t>:</w:t>
      </w:r>
    </w:p>
    <w:p w14:paraId="50E0B9C6" w14:textId="28833104" w:rsidR="00946C76" w:rsidRPr="000D2213" w:rsidRDefault="000D2213" w:rsidP="000D2213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D2213">
        <w:rPr>
          <w:rFonts w:ascii="Times New Roman" w:hAnsi="Times New Roman"/>
          <w:sz w:val="28"/>
          <w:szCs w:val="28"/>
        </w:rPr>
        <w:t xml:space="preserve"> </w:t>
      </w:r>
      <w:r w:rsidR="00946C76" w:rsidRPr="000D2213">
        <w:rPr>
          <w:rFonts w:ascii="Times New Roman" w:hAnsi="Times New Roman"/>
          <w:sz w:val="28"/>
          <w:szCs w:val="28"/>
        </w:rPr>
        <w:t>Утвердить</w:t>
      </w:r>
      <w:r w:rsidR="000B3F45" w:rsidRPr="000D2213">
        <w:rPr>
          <w:rFonts w:ascii="Times New Roman" w:hAnsi="Times New Roman"/>
          <w:sz w:val="28"/>
          <w:szCs w:val="28"/>
        </w:rPr>
        <w:t xml:space="preserve"> </w:t>
      </w:r>
      <w:r w:rsidR="00946C76" w:rsidRPr="000D2213">
        <w:rPr>
          <w:rFonts w:ascii="Times New Roman" w:hAnsi="Times New Roman"/>
          <w:sz w:val="28"/>
          <w:szCs w:val="28"/>
        </w:rPr>
        <w:t xml:space="preserve">Положение о системе оплаты труда работников муниципального бюджетного учреждения дополнительного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="00946C76" w:rsidRPr="000D2213">
        <w:rPr>
          <w:rFonts w:ascii="Times New Roman" w:hAnsi="Times New Roman"/>
          <w:sz w:val="28"/>
          <w:szCs w:val="28"/>
        </w:rPr>
        <w:t>Детская школа искусств</w:t>
      </w:r>
      <w:r>
        <w:rPr>
          <w:rFonts w:ascii="Times New Roman" w:hAnsi="Times New Roman"/>
          <w:sz w:val="28"/>
          <w:szCs w:val="28"/>
        </w:rPr>
        <w:t>»</w:t>
      </w:r>
      <w:r w:rsidR="000B3F45" w:rsidRPr="000D2213">
        <w:rPr>
          <w:rFonts w:ascii="Times New Roman" w:hAnsi="Times New Roman"/>
          <w:sz w:val="28"/>
          <w:szCs w:val="28"/>
        </w:rPr>
        <w:t xml:space="preserve"> </w:t>
      </w:r>
      <w:r w:rsidR="00946C76" w:rsidRPr="000D2213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 (прилагается).</w:t>
      </w:r>
    </w:p>
    <w:p w14:paraId="3991C70A" w14:textId="13EB5BE8" w:rsidR="00946C76" w:rsidRPr="000D2213" w:rsidRDefault="00946C76" w:rsidP="000D221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2213">
        <w:rPr>
          <w:rFonts w:ascii="Times New Roman" w:hAnsi="Times New Roman"/>
          <w:color w:val="000000" w:themeColor="text1"/>
          <w:sz w:val="28"/>
          <w:szCs w:val="28"/>
        </w:rPr>
        <w:t>2. Финансирование расходов, связанных с реализацией настоящего постановления, осуществлять в пределах средств, предусмотренных на оплату труда в плане финансово-хозяйственной деятельности муниципального бюджетного учреждения дополнительног</w:t>
      </w:r>
      <w:r w:rsidR="000B3F45" w:rsidRPr="000D221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0D2213">
        <w:rPr>
          <w:rFonts w:ascii="Times New Roman" w:hAnsi="Times New Roman"/>
          <w:color w:val="000000" w:themeColor="text1"/>
          <w:sz w:val="28"/>
          <w:szCs w:val="28"/>
        </w:rPr>
        <w:t xml:space="preserve"> образования </w:t>
      </w:r>
      <w:r w:rsidR="000D221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0D2213">
        <w:rPr>
          <w:rFonts w:ascii="Times New Roman" w:hAnsi="Times New Roman"/>
          <w:color w:val="000000" w:themeColor="text1"/>
          <w:sz w:val="28"/>
          <w:szCs w:val="28"/>
        </w:rPr>
        <w:t>Детская школа искусств</w:t>
      </w:r>
      <w:r w:rsidR="000D221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0D2213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Ногликский муниципальный округ Сахалинской области на соответствующий финансовый год.</w:t>
      </w:r>
    </w:p>
    <w:p w14:paraId="5DDA1CE5" w14:textId="22F0A400" w:rsidR="00946C76" w:rsidRPr="000D2213" w:rsidRDefault="00946C76" w:rsidP="000D221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2213">
        <w:rPr>
          <w:rFonts w:ascii="Times New Roman" w:hAnsi="Times New Roman"/>
          <w:color w:val="000000" w:themeColor="text1"/>
          <w:sz w:val="28"/>
          <w:szCs w:val="28"/>
        </w:rPr>
        <w:t>3. Признать утратившими силу постановления мэра муниципального образования «Городской округ Ногликский»:</w:t>
      </w:r>
    </w:p>
    <w:p w14:paraId="139359CE" w14:textId="340316B5" w:rsidR="00946C76" w:rsidRPr="000D2213" w:rsidRDefault="00946C76" w:rsidP="000D221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2213">
        <w:rPr>
          <w:rFonts w:ascii="Times New Roman" w:hAnsi="Times New Roman"/>
          <w:color w:val="000000" w:themeColor="text1"/>
          <w:sz w:val="28"/>
          <w:szCs w:val="28"/>
        </w:rPr>
        <w:lastRenderedPageBreak/>
        <w:t>- от 03.02.2020 № 13 «О системе оплаты труда работников муниципального бюджетного учреждения дополнительного образования Детская школа искусств</w:t>
      </w:r>
      <w:r w:rsidR="000B3F45" w:rsidRPr="000D221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0D221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16E8FACC" w14:textId="77777777" w:rsidR="00946C76" w:rsidRPr="000D2213" w:rsidRDefault="00946C76" w:rsidP="000D221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2213">
        <w:rPr>
          <w:rFonts w:ascii="Times New Roman" w:hAnsi="Times New Roman"/>
          <w:color w:val="000000" w:themeColor="text1"/>
          <w:sz w:val="28"/>
          <w:szCs w:val="28"/>
        </w:rPr>
        <w:t>- от 25.09.2020 № 145 «О внесении изменений в Положение о системе оплаты труда работников муниципального бюджетного учреждения дополнительного образования Детская школа искусств»;</w:t>
      </w:r>
    </w:p>
    <w:p w14:paraId="02EA181D" w14:textId="77777777" w:rsidR="00946C76" w:rsidRPr="000D2213" w:rsidRDefault="00946C76" w:rsidP="000D221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2213">
        <w:rPr>
          <w:rFonts w:ascii="Times New Roman" w:hAnsi="Times New Roman"/>
          <w:color w:val="000000" w:themeColor="text1"/>
          <w:sz w:val="28"/>
          <w:szCs w:val="28"/>
        </w:rPr>
        <w:t xml:space="preserve">- от 02.06.2022 № 74 </w:t>
      </w:r>
      <w:bookmarkStart w:id="0" w:name="_Hlk190944190"/>
      <w:r w:rsidRPr="000D2213">
        <w:rPr>
          <w:rFonts w:ascii="Times New Roman" w:hAnsi="Times New Roman"/>
          <w:color w:val="000000" w:themeColor="text1"/>
          <w:sz w:val="28"/>
          <w:szCs w:val="28"/>
        </w:rPr>
        <w:t xml:space="preserve">«О внесении изменений в Положение о системе оплаты труда работников муниципального бюджетного учреждения дополнительного образования </w:t>
      </w:r>
      <w:bookmarkEnd w:id="0"/>
      <w:r w:rsidRPr="000D2213">
        <w:rPr>
          <w:rFonts w:ascii="Times New Roman" w:hAnsi="Times New Roman"/>
          <w:color w:val="000000" w:themeColor="text1"/>
          <w:sz w:val="28"/>
          <w:szCs w:val="28"/>
        </w:rPr>
        <w:t>Детская школа искусств»;</w:t>
      </w:r>
    </w:p>
    <w:p w14:paraId="69ABC642" w14:textId="47318EA0" w:rsidR="00946C76" w:rsidRPr="000D2213" w:rsidRDefault="00946C76" w:rsidP="000D221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2213">
        <w:rPr>
          <w:rFonts w:ascii="Times New Roman" w:hAnsi="Times New Roman"/>
          <w:color w:val="000000" w:themeColor="text1"/>
          <w:sz w:val="28"/>
          <w:szCs w:val="28"/>
        </w:rPr>
        <w:t>- от 01.03.2024 № 30 «О внесении изменений в Положение о системе оплаты труда работников муниципального бюджетного учреждения дополнительного образов</w:t>
      </w:r>
      <w:r w:rsidR="008947A0" w:rsidRPr="000D221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0D2213">
        <w:rPr>
          <w:rFonts w:ascii="Times New Roman" w:hAnsi="Times New Roman"/>
          <w:color w:val="000000" w:themeColor="text1"/>
          <w:sz w:val="28"/>
          <w:szCs w:val="28"/>
        </w:rPr>
        <w:t>ния «Детская школа искусств», утвержденного постановлением мэра муниципального образования «Городской округ Ногликский» от 03.02.2020 № 13</w:t>
      </w:r>
      <w:r w:rsidR="000B3F45" w:rsidRPr="000D2213"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14:paraId="77487DE7" w14:textId="77210406" w:rsidR="000D2213" w:rsidRPr="000D2213" w:rsidRDefault="000D2213" w:rsidP="000D221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D2213">
        <w:rPr>
          <w:rFonts w:ascii="Times New Roman" w:hAnsi="Times New Roman"/>
          <w:color w:val="000000" w:themeColor="text1"/>
          <w:sz w:val="28"/>
          <w:szCs w:val="28"/>
        </w:rPr>
        <w:t xml:space="preserve">. Опубликовать настоящее постановление в газете «Знамя труда» </w:t>
      </w:r>
      <w:r>
        <w:rPr>
          <w:rFonts w:ascii="Times New Roman" w:hAnsi="Times New Roman"/>
          <w:color w:val="000000" w:themeColor="text1"/>
          <w:sz w:val="28"/>
          <w:szCs w:val="28"/>
        </w:rPr>
        <w:br/>
      </w:r>
      <w:r w:rsidRPr="000D2213">
        <w:rPr>
          <w:rFonts w:ascii="Times New Roman" w:hAnsi="Times New Roman"/>
          <w:color w:val="000000" w:themeColor="text1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7DE1B4E1" w14:textId="39FF6191" w:rsidR="00946C76" w:rsidRPr="000D2213" w:rsidRDefault="000D2213" w:rsidP="000D221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946C76" w:rsidRPr="000D2213">
        <w:rPr>
          <w:rFonts w:ascii="Times New Roman" w:hAnsi="Times New Roman"/>
          <w:color w:val="000000" w:themeColor="text1"/>
          <w:sz w:val="28"/>
          <w:szCs w:val="28"/>
        </w:rPr>
        <w:t>. Настоящее постановление вступает в силу с момента его официального</w:t>
      </w:r>
      <w:r w:rsidR="000B3F45" w:rsidRPr="000D221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46C76" w:rsidRPr="000D2213">
        <w:rPr>
          <w:rFonts w:ascii="Times New Roman" w:hAnsi="Times New Roman"/>
          <w:color w:val="000000" w:themeColor="text1"/>
          <w:sz w:val="28"/>
          <w:szCs w:val="28"/>
        </w:rPr>
        <w:t>опубликования и распр</w:t>
      </w:r>
      <w:r w:rsidR="008F3D6A" w:rsidRPr="000D221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946C76" w:rsidRPr="000D2213">
        <w:rPr>
          <w:rFonts w:ascii="Times New Roman" w:hAnsi="Times New Roman"/>
          <w:color w:val="000000" w:themeColor="text1"/>
          <w:sz w:val="28"/>
          <w:szCs w:val="28"/>
        </w:rPr>
        <w:t>страняется на правоотношения, возникшие с 01.01.2025 года.</w:t>
      </w:r>
    </w:p>
    <w:p w14:paraId="1F697902" w14:textId="77777777" w:rsidR="00946C76" w:rsidRDefault="00946C76" w:rsidP="000D2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8A458BC" w14:textId="2D9954CB" w:rsidR="000D2213" w:rsidRDefault="000D2213" w:rsidP="000D2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7D14F1" w14:textId="77777777" w:rsidR="000D2213" w:rsidRPr="000D2213" w:rsidRDefault="000D2213" w:rsidP="000D2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DAEC4E9" w14:textId="77777777" w:rsidR="000D2213" w:rsidRDefault="000D2213" w:rsidP="000D2213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мэра</w:t>
      </w:r>
    </w:p>
    <w:p w14:paraId="2C5407DC" w14:textId="5FF35F41" w:rsidR="00946C76" w:rsidRPr="000D2213" w:rsidRDefault="00946C76" w:rsidP="000D2213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D2213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EBE5D5D" w14:textId="77777777" w:rsidR="00946C76" w:rsidRPr="000D2213" w:rsidRDefault="00946C76" w:rsidP="000D2213">
      <w:pPr>
        <w:pStyle w:val="a9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D2213"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5810757A" w14:textId="20795733" w:rsidR="00946C76" w:rsidRPr="000D2213" w:rsidRDefault="00946C76" w:rsidP="000D2213">
      <w:pPr>
        <w:pStyle w:val="a9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D2213">
        <w:rPr>
          <w:rFonts w:ascii="Times New Roman" w:hAnsi="Times New Roman"/>
          <w:sz w:val="28"/>
          <w:szCs w:val="28"/>
        </w:rPr>
        <w:t xml:space="preserve">Сахалинской области                                                      </w:t>
      </w:r>
      <w:r w:rsidR="000D2213">
        <w:rPr>
          <w:rFonts w:ascii="Times New Roman" w:hAnsi="Times New Roman"/>
          <w:sz w:val="28"/>
          <w:szCs w:val="28"/>
        </w:rPr>
        <w:t xml:space="preserve">                      </w:t>
      </w:r>
      <w:bookmarkStart w:id="1" w:name="_GoBack"/>
      <w:bookmarkEnd w:id="1"/>
      <w:r w:rsidR="000D2213">
        <w:rPr>
          <w:rFonts w:ascii="Times New Roman" w:hAnsi="Times New Roman"/>
          <w:sz w:val="28"/>
          <w:szCs w:val="28"/>
        </w:rPr>
        <w:t>Л.А</w:t>
      </w:r>
      <w:r w:rsidR="00F807B3">
        <w:rPr>
          <w:rFonts w:ascii="Times New Roman" w:hAnsi="Times New Roman"/>
          <w:sz w:val="28"/>
          <w:szCs w:val="28"/>
        </w:rPr>
        <w:t>.</w:t>
      </w:r>
      <w:r w:rsidR="000D2213">
        <w:rPr>
          <w:rFonts w:ascii="Times New Roman" w:hAnsi="Times New Roman"/>
          <w:sz w:val="28"/>
          <w:szCs w:val="28"/>
        </w:rPr>
        <w:t xml:space="preserve"> Блидченко</w:t>
      </w:r>
    </w:p>
    <w:sectPr w:rsidR="00946C76" w:rsidRPr="000D2213" w:rsidSect="000D2213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25773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00925774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25771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00925772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5144453"/>
      <w:docPartObj>
        <w:docPartGallery w:val="Page Numbers (Top of Page)"/>
        <w:docPartUnique/>
      </w:docPartObj>
    </w:sdtPr>
    <w:sdtEndPr/>
    <w:sdtContent>
      <w:p w14:paraId="34775699" w14:textId="517A5707" w:rsidR="000D2213" w:rsidRDefault="000D221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7B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0B3F45"/>
    <w:rsid w:val="000D2213"/>
    <w:rsid w:val="000D57E1"/>
    <w:rsid w:val="00185FEC"/>
    <w:rsid w:val="001E1F9F"/>
    <w:rsid w:val="001E4001"/>
    <w:rsid w:val="002E5832"/>
    <w:rsid w:val="00364F8F"/>
    <w:rsid w:val="004C3FD6"/>
    <w:rsid w:val="00520CBF"/>
    <w:rsid w:val="00522ADD"/>
    <w:rsid w:val="00546DF8"/>
    <w:rsid w:val="00614EF2"/>
    <w:rsid w:val="006B1335"/>
    <w:rsid w:val="007622F4"/>
    <w:rsid w:val="00771923"/>
    <w:rsid w:val="008276D6"/>
    <w:rsid w:val="008629FA"/>
    <w:rsid w:val="008947A0"/>
    <w:rsid w:val="008F3D6A"/>
    <w:rsid w:val="00946C76"/>
    <w:rsid w:val="00983619"/>
    <w:rsid w:val="00987DB5"/>
    <w:rsid w:val="009B568A"/>
    <w:rsid w:val="009E4991"/>
    <w:rsid w:val="009F3421"/>
    <w:rsid w:val="00AC72C8"/>
    <w:rsid w:val="00AE5C63"/>
    <w:rsid w:val="00B10ED9"/>
    <w:rsid w:val="00B25688"/>
    <w:rsid w:val="00B9208F"/>
    <w:rsid w:val="00C02849"/>
    <w:rsid w:val="00C32B98"/>
    <w:rsid w:val="00D12794"/>
    <w:rsid w:val="00D67BD8"/>
    <w:rsid w:val="00DF7897"/>
    <w:rsid w:val="00E37B8A"/>
    <w:rsid w:val="00E609BC"/>
    <w:rsid w:val="00EA0EFF"/>
    <w:rsid w:val="00F8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2575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46C76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8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807B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D57E1"/>
    <w:rsid w:val="001F64FA"/>
    <w:rsid w:val="002C76FD"/>
    <w:rsid w:val="003B16D3"/>
    <w:rsid w:val="004B4044"/>
    <w:rsid w:val="004C3FD6"/>
    <w:rsid w:val="00522ADD"/>
    <w:rsid w:val="00546DF8"/>
    <w:rsid w:val="006B1335"/>
    <w:rsid w:val="00852E81"/>
    <w:rsid w:val="008C678B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4</cp:revision>
  <cp:lastPrinted>2025-04-02T07:20:00Z</cp:lastPrinted>
  <dcterms:created xsi:type="dcterms:W3CDTF">2025-04-02T06:55:00Z</dcterms:created>
  <dcterms:modified xsi:type="dcterms:W3CDTF">2025-04-02T07:20:00Z</dcterms:modified>
</cp:coreProperties>
</file>