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EB634DB" w14:textId="77777777" w:rsidTr="00987DB5">
        <w:tc>
          <w:tcPr>
            <w:tcW w:w="9498" w:type="dxa"/>
          </w:tcPr>
          <w:p w14:paraId="0EB634D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EB634F3" wp14:editId="0EB634F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B634D7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0EB634D8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0EB634D9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EB634D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EB634DC" w14:textId="7B0982AB" w:rsidR="00AE5C63" w:rsidRPr="00D765CF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D765C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D765CF" w:rsidRPr="00D765CF">
            <w:rPr>
              <w:rFonts w:ascii="Times New Roman" w:hAnsi="Times New Roman"/>
              <w:sz w:val="28"/>
              <w:szCs w:val="28"/>
            </w:rPr>
            <w:t>03 апреля 2025 года</w:t>
          </w:r>
        </w:sdtContent>
      </w:sdt>
      <w:r w:rsidRPr="00D765C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D765CF" w:rsidRPr="00D765CF">
            <w:rPr>
              <w:rFonts w:ascii="Times New Roman" w:hAnsi="Times New Roman"/>
              <w:sz w:val="28"/>
              <w:szCs w:val="28"/>
            </w:rPr>
            <w:t>55</w:t>
          </w:r>
        </w:sdtContent>
      </w:sdt>
    </w:p>
    <w:bookmarkEnd w:id="0"/>
    <w:p w14:paraId="0EB634DD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EB634DE" w14:textId="77777777" w:rsidR="00AE5C63" w:rsidRPr="008D2648" w:rsidRDefault="001E4001" w:rsidP="008D26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2648">
        <w:rPr>
          <w:rFonts w:ascii="Times New Roman" w:hAnsi="Times New Roman"/>
          <w:b/>
          <w:sz w:val="28"/>
          <w:szCs w:val="28"/>
        </w:rPr>
        <w:t>Об утверждении Положения о системе оплаты труда работников муниципальных бюджетных дошкольных образовательных учреждений муниципального образования Ногликский муниципальный округ Сахалинской области</w:t>
      </w:r>
    </w:p>
    <w:p w14:paraId="0EB634DF" w14:textId="77777777" w:rsidR="00185FEC" w:rsidRDefault="00185FEC" w:rsidP="008D26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4FA914" w14:textId="1DE061D1" w:rsidR="005A7CF4" w:rsidRPr="00BF61E6" w:rsidRDefault="005A7CF4" w:rsidP="000478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61E6"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со ст. 144 Трудового кодекса Российской Федерации, руководствуясь распоряжени</w:t>
      </w:r>
      <w:r w:rsidR="002165D2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Правительства Сахалинской области </w:t>
      </w:r>
      <w:r w:rsidR="008D264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23.01.2013 № 22-р «Об отдельных вопросах реализации Указа Президента Российской Федерации</w:t>
      </w:r>
      <w:r w:rsidR="00810C17">
        <w:rPr>
          <w:rFonts w:ascii="Times New Roman" w:hAnsi="Times New Roman"/>
          <w:sz w:val="28"/>
          <w:szCs w:val="28"/>
        </w:rPr>
        <w:t xml:space="preserve"> </w:t>
      </w:r>
      <w:r w:rsidR="008D2648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07.05.2012 № 597 «О мероприятиях по реализации государственной социальной политики» в отношении педагогических работников муниципальных дошкольных образовательных учреждений»</w:t>
      </w:r>
      <w:r w:rsidR="0066360C">
        <w:rPr>
          <w:rFonts w:ascii="Times New Roman" w:hAnsi="Times New Roman"/>
          <w:sz w:val="28"/>
          <w:szCs w:val="28"/>
        </w:rPr>
        <w:t xml:space="preserve"> </w:t>
      </w:r>
      <w:r w:rsidR="008D2648">
        <w:rPr>
          <w:rFonts w:ascii="Times New Roman" w:hAnsi="Times New Roman"/>
          <w:sz w:val="28"/>
          <w:szCs w:val="28"/>
        </w:rPr>
        <w:br/>
      </w:r>
      <w:r w:rsidR="0066360C">
        <w:rPr>
          <w:rFonts w:ascii="Times New Roman" w:hAnsi="Times New Roman"/>
          <w:sz w:val="28"/>
          <w:szCs w:val="28"/>
        </w:rPr>
        <w:t>(в редакции от 12.03.2025 № 175-р)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F61E6">
        <w:rPr>
          <w:rFonts w:ascii="Times New Roman" w:hAnsi="Times New Roman"/>
          <w:sz w:val="28"/>
          <w:szCs w:val="28"/>
        </w:rPr>
        <w:t xml:space="preserve">руководствуясь </w:t>
      </w:r>
      <w:r w:rsidR="000A3757">
        <w:rPr>
          <w:rFonts w:ascii="Times New Roman" w:hAnsi="Times New Roman"/>
          <w:sz w:val="28"/>
          <w:szCs w:val="28"/>
        </w:rPr>
        <w:t xml:space="preserve">ст. </w:t>
      </w:r>
      <w:r w:rsidRPr="00BF61E6">
        <w:rPr>
          <w:rFonts w:ascii="Times New Roman" w:hAnsi="Times New Roman"/>
          <w:sz w:val="28"/>
          <w:szCs w:val="28"/>
        </w:rPr>
        <w:t xml:space="preserve">28 Устава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области, </w:t>
      </w:r>
      <w:r w:rsidRPr="00BF61E6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8D2648">
        <w:rPr>
          <w:rFonts w:ascii="Times New Roman" w:hAnsi="Times New Roman"/>
          <w:b/>
          <w:sz w:val="28"/>
          <w:szCs w:val="28"/>
        </w:rPr>
        <w:t>:</w:t>
      </w:r>
    </w:p>
    <w:p w14:paraId="74165B19" w14:textId="1DE89388" w:rsidR="005A7CF4" w:rsidRPr="00830901" w:rsidRDefault="00830901" w:rsidP="000478F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F4" w:rsidRPr="00830901">
        <w:rPr>
          <w:rFonts w:ascii="Times New Roman" w:hAnsi="Times New Roman"/>
          <w:sz w:val="28"/>
          <w:szCs w:val="28"/>
        </w:rPr>
        <w:t>Утвердить</w:t>
      </w:r>
      <w:r w:rsidRPr="00830901">
        <w:rPr>
          <w:rFonts w:ascii="Times New Roman" w:hAnsi="Times New Roman"/>
          <w:sz w:val="28"/>
          <w:szCs w:val="28"/>
        </w:rPr>
        <w:t xml:space="preserve"> </w:t>
      </w:r>
      <w:r w:rsidR="005A7CF4" w:rsidRPr="00830901">
        <w:rPr>
          <w:rFonts w:ascii="Times New Roman" w:hAnsi="Times New Roman"/>
          <w:sz w:val="28"/>
          <w:szCs w:val="28"/>
        </w:rPr>
        <w:t>Положение о системе оплаты труда работников муниципальных бюджетных дошкольных образовательных учреждений муниципального образования Ногликский муниципальный округ Сахалинской области (прилагается).</w:t>
      </w:r>
    </w:p>
    <w:p w14:paraId="78C21293" w14:textId="737F19B2" w:rsidR="005A7CF4" w:rsidRPr="007C4933" w:rsidRDefault="005A7CF4" w:rsidP="000478F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4933">
        <w:rPr>
          <w:rFonts w:ascii="Times New Roman" w:hAnsi="Times New Roman"/>
          <w:color w:val="000000" w:themeColor="text1"/>
          <w:sz w:val="28"/>
          <w:szCs w:val="28"/>
        </w:rPr>
        <w:t>2. Финансирование расходов, связанных с реализацией настоящего постановления, осуществлять в пределах средств, предусмотренных на опла</w:t>
      </w:r>
      <w:r>
        <w:rPr>
          <w:rFonts w:ascii="Times New Roman" w:hAnsi="Times New Roman"/>
          <w:color w:val="000000" w:themeColor="text1"/>
          <w:sz w:val="28"/>
          <w:szCs w:val="28"/>
        </w:rPr>
        <w:t>ту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труда в плане финансово-хозяйственной деятельности муниципальных бюджетных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дошкольных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образовательных учреждений муниципального образования Ногликский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муниципальный округ Сахалинской области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D2648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на соответствующий финансовый год.</w:t>
      </w:r>
    </w:p>
    <w:p w14:paraId="2C5E7DFD" w14:textId="15BF65D4" w:rsidR="005A7CF4" w:rsidRPr="007C4933" w:rsidRDefault="005A7CF4" w:rsidP="000478F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4933">
        <w:rPr>
          <w:rFonts w:ascii="Times New Roman" w:hAnsi="Times New Roman"/>
          <w:color w:val="000000" w:themeColor="text1"/>
          <w:sz w:val="28"/>
          <w:szCs w:val="28"/>
        </w:rPr>
        <w:t>3. Признать утратившими силу постановления мэра муниципального образования «Городской округ Ногликский»:</w:t>
      </w:r>
    </w:p>
    <w:p w14:paraId="40142B7A" w14:textId="00614C0C" w:rsidR="005A7CF4" w:rsidRPr="007C4933" w:rsidRDefault="005A7CF4" w:rsidP="000478F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- от </w:t>
      </w:r>
      <w:r>
        <w:rPr>
          <w:rFonts w:ascii="Times New Roman" w:hAnsi="Times New Roman"/>
          <w:color w:val="000000" w:themeColor="text1"/>
          <w:sz w:val="28"/>
          <w:szCs w:val="28"/>
        </w:rPr>
        <w:t>03.02.2020 № 11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системе оплаты труда работников муниципальных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дошкольных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образовательных учреждений муниципального образования «Городской округ Ногликский»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60D4B59E" w14:textId="77777777" w:rsidR="005A7CF4" w:rsidRPr="007C4933" w:rsidRDefault="005A7CF4" w:rsidP="000478F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493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от </w:t>
      </w:r>
      <w:r>
        <w:rPr>
          <w:rFonts w:ascii="Times New Roman" w:hAnsi="Times New Roman"/>
          <w:color w:val="000000" w:themeColor="text1"/>
          <w:sz w:val="28"/>
          <w:szCs w:val="28"/>
        </w:rPr>
        <w:t>30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.0</w:t>
      </w: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.20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/>
          <w:color w:val="000000" w:themeColor="text1"/>
          <w:sz w:val="28"/>
          <w:szCs w:val="28"/>
        </w:rPr>
        <w:t>148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«О внесении изменений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Положение о системе оплаты труда работников муниципальных бюджетных дошкольных образовательных учреждений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5B48677B" w14:textId="6F29B714" w:rsidR="005A7CF4" w:rsidRDefault="005A7CF4" w:rsidP="000478F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.0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.20</w:t>
      </w:r>
      <w:r>
        <w:rPr>
          <w:rFonts w:ascii="Times New Roman" w:hAnsi="Times New Roman"/>
          <w:color w:val="000000" w:themeColor="text1"/>
          <w:sz w:val="28"/>
          <w:szCs w:val="28"/>
        </w:rPr>
        <w:t>22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/>
          <w:color w:val="000000" w:themeColor="text1"/>
          <w:sz w:val="28"/>
          <w:szCs w:val="28"/>
        </w:rPr>
        <w:t>36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bookmarkStart w:id="1" w:name="_Hlk190944190"/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«О внесении изменений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Положение о системе оплаты труда работников муниципальных бюджетных дошкольных образовательных учреждений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 «Городской округ Ногликский»</w:t>
      </w:r>
      <w:bookmarkEnd w:id="1"/>
      <w:r>
        <w:rPr>
          <w:rFonts w:ascii="Times New Roman" w:hAnsi="Times New Roman"/>
          <w:color w:val="000000" w:themeColor="text1"/>
          <w:sz w:val="28"/>
          <w:szCs w:val="28"/>
        </w:rPr>
        <w:t>, утвержденное постановлением мэра муниципального образования «Городской округ Ногликский» от 03.02.2020 № 11</w:t>
      </w:r>
      <w:r w:rsidR="002165D2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03B6C7E8" w14:textId="77777777" w:rsidR="005A7CF4" w:rsidRDefault="005A7CF4" w:rsidP="000478F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от 03.10.2022 № 194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«О внесении изменений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Положение о системе оплаты труда работников муниципальных бюджетных дошкольных образовательных учреждений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161FCA2E" w14:textId="0C6712A3" w:rsidR="005A7CF4" w:rsidRPr="007C4933" w:rsidRDefault="005A7CF4" w:rsidP="000478F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от 21.02.2024 № 26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«О внесении изменений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Положение о системе оплаты труда работников муниципальных бюджетных дошкольных образовательных учреждений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/>
          <w:color w:val="000000" w:themeColor="text1"/>
          <w:sz w:val="28"/>
          <w:szCs w:val="28"/>
        </w:rPr>
        <w:t>, утвержденное постановлением мэра муниципального образования «Городской округ Ногликский» от 03.02.2020 № 11</w:t>
      </w:r>
      <w:r w:rsidR="007013CE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14:paraId="0300BC4D" w14:textId="62A910B0" w:rsidR="005A7CF4" w:rsidRPr="00830901" w:rsidRDefault="008D2648" w:rsidP="000478F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5A7CF4"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. Опубликовать настоящее постановление в газете «Знамя труда»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 w:rsidR="005A7CF4" w:rsidRPr="007C4933">
        <w:rPr>
          <w:rFonts w:ascii="Times New Roman" w:hAnsi="Times New Roman"/>
          <w:color w:val="000000" w:themeColor="text1"/>
          <w:sz w:val="28"/>
          <w:szCs w:val="28"/>
        </w:rPr>
        <w:t>и разместить на официальном сайте муниципального образования Ногликский</w:t>
      </w:r>
      <w:r w:rsidR="005A7CF4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муниципальный округ Сахалинской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информационно-телекоммуникационной сети </w:t>
      </w:r>
      <w:r w:rsidR="005A7CF4" w:rsidRPr="007C4933">
        <w:rPr>
          <w:rFonts w:ascii="Times New Roman" w:hAnsi="Times New Roman"/>
          <w:color w:val="000000" w:themeColor="text1"/>
          <w:sz w:val="28"/>
          <w:szCs w:val="28"/>
        </w:rPr>
        <w:t>«Интернет».</w:t>
      </w:r>
    </w:p>
    <w:p w14:paraId="667E39BF" w14:textId="318F30A7" w:rsidR="008D2648" w:rsidRPr="007C4933" w:rsidRDefault="008D2648" w:rsidP="000478F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. Настоящее постановление вступает в силу с момента его официального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опубликования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распространяется на правоотношения, возникшие с 01 января 2025 года.</w:t>
      </w:r>
    </w:p>
    <w:p w14:paraId="4E44985C" w14:textId="77777777" w:rsidR="005A7CF4" w:rsidRDefault="005A7CF4" w:rsidP="000478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0CDB22" w14:textId="020983F1" w:rsidR="008D2648" w:rsidRDefault="008D2648" w:rsidP="000478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1D9C7E" w14:textId="77777777" w:rsidR="008D2648" w:rsidRPr="00FB14F4" w:rsidRDefault="008D2648" w:rsidP="008D2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95D8B7" w14:textId="47BF569A" w:rsidR="005A7CF4" w:rsidRDefault="000478F4" w:rsidP="008D2648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5A7CF4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 xml:space="preserve"> </w:t>
      </w:r>
      <w:r w:rsidR="005A7CF4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7A7C669" w14:textId="77777777" w:rsidR="005A7CF4" w:rsidRDefault="005A7CF4" w:rsidP="008D2648">
      <w:pPr>
        <w:pStyle w:val="a9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2A73937F" w14:textId="413015A8" w:rsidR="005A7CF4" w:rsidRPr="007C2877" w:rsidRDefault="005A7CF4" w:rsidP="008D2648">
      <w:pPr>
        <w:pStyle w:val="a9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                                                                    </w:t>
      </w:r>
      <w:r w:rsidR="000478F4">
        <w:rPr>
          <w:rFonts w:ascii="Times New Roman" w:hAnsi="Times New Roman"/>
          <w:sz w:val="28"/>
          <w:szCs w:val="28"/>
        </w:rPr>
        <w:t>С.В. Гурьянов</w:t>
      </w:r>
    </w:p>
    <w:sectPr w:rsidR="005A7CF4" w:rsidRPr="007C2877" w:rsidSect="008D2648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634F7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0EB634F8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634F5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0EB634F6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7142114"/>
      <w:docPartObj>
        <w:docPartGallery w:val="Page Numbers (Top of Page)"/>
        <w:docPartUnique/>
      </w:docPartObj>
    </w:sdtPr>
    <w:sdtEndPr/>
    <w:sdtContent>
      <w:p w14:paraId="4536C58A" w14:textId="26D3B1F8" w:rsidR="008D2648" w:rsidRDefault="008D264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5C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78F4"/>
    <w:rsid w:val="00053BD0"/>
    <w:rsid w:val="00081369"/>
    <w:rsid w:val="00086A00"/>
    <w:rsid w:val="000A3757"/>
    <w:rsid w:val="00164A06"/>
    <w:rsid w:val="0018255F"/>
    <w:rsid w:val="00185FEC"/>
    <w:rsid w:val="001D3E0C"/>
    <w:rsid w:val="001E1F9F"/>
    <w:rsid w:val="001E4001"/>
    <w:rsid w:val="002165D2"/>
    <w:rsid w:val="00235662"/>
    <w:rsid w:val="00251CF9"/>
    <w:rsid w:val="002E5832"/>
    <w:rsid w:val="00364F8F"/>
    <w:rsid w:val="00370F01"/>
    <w:rsid w:val="00381663"/>
    <w:rsid w:val="003874F5"/>
    <w:rsid w:val="00520CBF"/>
    <w:rsid w:val="005878DA"/>
    <w:rsid w:val="005A7CF4"/>
    <w:rsid w:val="0066360C"/>
    <w:rsid w:val="007013CE"/>
    <w:rsid w:val="00735D4D"/>
    <w:rsid w:val="007622F4"/>
    <w:rsid w:val="00810C17"/>
    <w:rsid w:val="008276D6"/>
    <w:rsid w:val="00830901"/>
    <w:rsid w:val="008629FA"/>
    <w:rsid w:val="008D2648"/>
    <w:rsid w:val="00987DB5"/>
    <w:rsid w:val="00A95B3F"/>
    <w:rsid w:val="00AC72C8"/>
    <w:rsid w:val="00AE5C63"/>
    <w:rsid w:val="00B10ED9"/>
    <w:rsid w:val="00B25688"/>
    <w:rsid w:val="00C02849"/>
    <w:rsid w:val="00CC36CF"/>
    <w:rsid w:val="00D12794"/>
    <w:rsid w:val="00D67BD8"/>
    <w:rsid w:val="00D765CF"/>
    <w:rsid w:val="00DA6CEB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634D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5A7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86A00"/>
    <w:rsid w:val="00164A06"/>
    <w:rsid w:val="001F64FA"/>
    <w:rsid w:val="00251CF9"/>
    <w:rsid w:val="00370F01"/>
    <w:rsid w:val="003874F5"/>
    <w:rsid w:val="003B16D3"/>
    <w:rsid w:val="004B4044"/>
    <w:rsid w:val="00735D4D"/>
    <w:rsid w:val="00852E81"/>
    <w:rsid w:val="008C678B"/>
    <w:rsid w:val="00C95804"/>
    <w:rsid w:val="00CC36CF"/>
    <w:rsid w:val="00CF735B"/>
    <w:rsid w:val="00D14850"/>
    <w:rsid w:val="00DA6CE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2025-04-03T22:47:00Z</dcterms:created>
  <dcterms:modified xsi:type="dcterms:W3CDTF">2025-04-03T22:58:00Z</dcterms:modified>
</cp:coreProperties>
</file>