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BA1368" w14:paraId="56C504C0" w14:textId="77777777" w:rsidTr="00BA1368">
        <w:tc>
          <w:tcPr>
            <w:tcW w:w="9498" w:type="dxa"/>
          </w:tcPr>
          <w:p w14:paraId="56C504BB" w14:textId="77777777" w:rsidR="00053BD0" w:rsidRPr="00053BD0" w:rsidRDefault="00A739A5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1368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6C504D2" wp14:editId="56C504D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C504BC" w14:textId="77777777" w:rsidR="00053BD0" w:rsidRPr="00053BD0" w:rsidRDefault="00242B61" w:rsidP="00A739A5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56C504BD" w14:textId="77777777" w:rsidR="00053BD0" w:rsidRDefault="00A739A5" w:rsidP="00A739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56C504BE" w14:textId="77777777" w:rsidR="00A739A5" w:rsidRPr="00053BD0" w:rsidRDefault="00A739A5" w:rsidP="00A739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56C504BF" w14:textId="77777777" w:rsidR="00053BD0" w:rsidRPr="00053BD0" w:rsidRDefault="00053BD0" w:rsidP="00A739A5">
            <w:pPr>
              <w:keepNext/>
              <w:spacing w:before="18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ABD7DC8" w14:textId="535F3A29" w:rsidR="005E0DF9" w:rsidRPr="005E0DF9" w:rsidRDefault="005E0DF9" w:rsidP="005E0DF9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E0DF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5BBB7E7915EA47FC97B8039E26FDFF78"/>
          </w:placeholder>
        </w:sdtPr>
        <w:sdtEndPr/>
        <w:sdtContent>
          <w:r w:rsidR="00B4245B">
            <w:rPr>
              <w:rFonts w:ascii="Times New Roman" w:hAnsi="Times New Roman"/>
              <w:sz w:val="28"/>
              <w:szCs w:val="28"/>
            </w:rPr>
            <w:t>28 апреля 2025 года</w:t>
          </w:r>
        </w:sdtContent>
      </w:sdt>
      <w:r w:rsidRPr="005E0D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4245B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58FC59ECB94943DC8309179EF0A21683"/>
          </w:placeholder>
        </w:sdtPr>
        <w:sdtEndPr/>
        <w:sdtContent>
          <w:r w:rsidR="00B4245B" w:rsidRPr="00B4245B">
            <w:rPr>
              <w:rFonts w:ascii="Times New Roman" w:hAnsi="Times New Roman"/>
              <w:sz w:val="28"/>
              <w:szCs w:val="28"/>
            </w:rPr>
            <w:t>63</w:t>
          </w:r>
        </w:sdtContent>
      </w:sdt>
    </w:p>
    <w:p w14:paraId="728F1B6C" w14:textId="77777777" w:rsidR="005E0DF9" w:rsidRPr="005E0DF9" w:rsidRDefault="005E0DF9" w:rsidP="005E0DF9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E0DF9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5E0DF9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0F90130" w14:textId="77777777" w:rsidR="005E0DF9" w:rsidRDefault="0066526F" w:rsidP="005E0D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5E0DF9">
        <w:rPr>
          <w:rFonts w:ascii="Times New Roman" w:hAnsi="Times New Roman"/>
          <w:b/>
          <w:sz w:val="28"/>
          <w:szCs w:val="28"/>
        </w:rPr>
        <w:t>Плана противодействия коррупции</w:t>
      </w:r>
    </w:p>
    <w:p w14:paraId="4B9109BF" w14:textId="77777777" w:rsidR="005E0DF9" w:rsidRDefault="0066526F" w:rsidP="005E0D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администрации </w:t>
      </w:r>
      <w:r w:rsidR="0004241A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14:paraId="56C504C4" w14:textId="0BFBB813" w:rsidR="0004241A" w:rsidRDefault="0066526F" w:rsidP="005E0D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Ногликский муниципа</w:t>
      </w:r>
      <w:r w:rsidR="005E0DF9">
        <w:rPr>
          <w:rFonts w:ascii="Times New Roman" w:hAnsi="Times New Roman"/>
          <w:b/>
          <w:sz w:val="28"/>
          <w:szCs w:val="28"/>
        </w:rPr>
        <w:t>льный округ Сахалинской области</w:t>
      </w:r>
    </w:p>
    <w:p w14:paraId="56C504C5" w14:textId="77777777" w:rsidR="00B25688" w:rsidRDefault="0066526F" w:rsidP="005E0D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2025-2028 годы</w:t>
      </w:r>
    </w:p>
    <w:p w14:paraId="56C504C6" w14:textId="46E34AA2" w:rsidR="0066526F" w:rsidRDefault="0066526F" w:rsidP="005E0DF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56C504C7" w14:textId="57DDB0BF" w:rsidR="0066526F" w:rsidRDefault="0066526F" w:rsidP="005E0DF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6526F">
        <w:rPr>
          <w:rFonts w:ascii="Times New Roman" w:hAnsi="Times New Roman"/>
          <w:sz w:val="28"/>
          <w:szCs w:val="28"/>
        </w:rPr>
        <w:t>В соответствии с частью</w:t>
      </w:r>
      <w:r>
        <w:rPr>
          <w:rFonts w:ascii="Times New Roman" w:hAnsi="Times New Roman"/>
          <w:sz w:val="28"/>
          <w:szCs w:val="28"/>
        </w:rPr>
        <w:t xml:space="preserve"> 4 статьи 5 Федерального закона от 25.12.2008 № 273-ФЗ «О противодействии коррупции»</w:t>
      </w:r>
      <w:r w:rsidR="00A10EA4">
        <w:rPr>
          <w:rFonts w:ascii="Times New Roman" w:hAnsi="Times New Roman"/>
          <w:sz w:val="28"/>
          <w:szCs w:val="28"/>
        </w:rPr>
        <w:t xml:space="preserve">, статьей 2 Закона Сахалинской области от 01.08.2008 № 85-ЗО «О мерах по предупреждению коррупции </w:t>
      </w:r>
      <w:r w:rsidR="005E0DF9">
        <w:rPr>
          <w:rFonts w:ascii="Times New Roman" w:hAnsi="Times New Roman"/>
          <w:sz w:val="28"/>
          <w:szCs w:val="28"/>
        </w:rPr>
        <w:br/>
      </w:r>
      <w:r w:rsidR="00A10EA4">
        <w:rPr>
          <w:rFonts w:ascii="Times New Roman" w:hAnsi="Times New Roman"/>
          <w:sz w:val="28"/>
          <w:szCs w:val="28"/>
        </w:rPr>
        <w:t>в Сахалинской области»</w:t>
      </w:r>
      <w:r w:rsidR="00231A5E">
        <w:rPr>
          <w:rFonts w:ascii="Times New Roman" w:hAnsi="Times New Roman"/>
          <w:sz w:val="28"/>
          <w:szCs w:val="28"/>
        </w:rPr>
        <w:t xml:space="preserve">, </w:t>
      </w:r>
      <w:r w:rsidR="0079046B">
        <w:rPr>
          <w:rFonts w:ascii="Times New Roman" w:hAnsi="Times New Roman"/>
          <w:sz w:val="28"/>
          <w:szCs w:val="28"/>
        </w:rPr>
        <w:t xml:space="preserve">во исполнение </w:t>
      </w:r>
      <w:proofErr w:type="spellStart"/>
      <w:r w:rsidR="0079046B">
        <w:rPr>
          <w:rFonts w:ascii="Times New Roman" w:hAnsi="Times New Roman"/>
          <w:sz w:val="28"/>
          <w:szCs w:val="28"/>
        </w:rPr>
        <w:t>пп</w:t>
      </w:r>
      <w:proofErr w:type="spellEnd"/>
      <w:r w:rsidR="0079046B">
        <w:rPr>
          <w:rFonts w:ascii="Times New Roman" w:hAnsi="Times New Roman"/>
          <w:sz w:val="28"/>
          <w:szCs w:val="28"/>
        </w:rPr>
        <w:t xml:space="preserve">. «б» п. 1.3 Протокола заседания комиссии по координации работы по противодействию коррупции </w:t>
      </w:r>
      <w:r w:rsidR="005E0DF9">
        <w:rPr>
          <w:rFonts w:ascii="Times New Roman" w:hAnsi="Times New Roman"/>
          <w:sz w:val="28"/>
          <w:szCs w:val="28"/>
        </w:rPr>
        <w:br/>
      </w:r>
      <w:r w:rsidR="0079046B">
        <w:rPr>
          <w:rFonts w:ascii="Times New Roman" w:hAnsi="Times New Roman"/>
          <w:sz w:val="28"/>
          <w:szCs w:val="28"/>
        </w:rPr>
        <w:t xml:space="preserve">в Сахалинской области от 26.03.2025 № 1, </w:t>
      </w:r>
      <w:r w:rsidR="00231A5E">
        <w:rPr>
          <w:rFonts w:ascii="Times New Roman" w:hAnsi="Times New Roman"/>
          <w:sz w:val="28"/>
          <w:szCs w:val="28"/>
        </w:rPr>
        <w:t xml:space="preserve">руководствуясь статьей 28 Устава муниципального образования Ногликский муниципальный округ Сахалинской области, </w:t>
      </w:r>
      <w:r w:rsidR="00231A5E">
        <w:rPr>
          <w:rFonts w:ascii="Times New Roman" w:hAnsi="Times New Roman"/>
          <w:b/>
          <w:sz w:val="28"/>
          <w:szCs w:val="28"/>
        </w:rPr>
        <w:t>ПОСТАНАВЛЯЮ:</w:t>
      </w:r>
    </w:p>
    <w:p w14:paraId="56C504C8" w14:textId="547C7D64" w:rsidR="00231A5E" w:rsidRDefault="005E0DF9" w:rsidP="005E0DF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231A5E">
        <w:rPr>
          <w:rFonts w:ascii="Times New Roman" w:hAnsi="Times New Roman"/>
          <w:sz w:val="28"/>
          <w:szCs w:val="28"/>
        </w:rPr>
        <w:t>Утвердить План противодействия коррупции в администрации муниципального образования Ногликский муниципальный округ Сахалинской области на 2025-2028 годы (прилагается).</w:t>
      </w:r>
    </w:p>
    <w:p w14:paraId="56C504C9" w14:textId="40323D2C" w:rsidR="00231A5E" w:rsidRPr="00C1450D" w:rsidRDefault="005E0DF9" w:rsidP="005E0DF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="00231A5E" w:rsidRPr="00C1450D">
        <w:rPr>
          <w:rFonts w:ascii="Times New Roman" w:hAnsi="Times New Roman"/>
          <w:color w:val="000000" w:themeColor="text1"/>
          <w:sz w:val="28"/>
          <w:szCs w:val="28"/>
        </w:rPr>
        <w:t xml:space="preserve">Действие настоящего постановления распространить </w:t>
      </w:r>
      <w:r>
        <w:rPr>
          <w:rFonts w:ascii="Times New Roman" w:hAnsi="Times New Roman"/>
          <w:color w:val="000000" w:themeColor="text1"/>
          <w:sz w:val="28"/>
          <w:szCs w:val="28"/>
        </w:rPr>
        <w:br/>
      </w:r>
      <w:r w:rsidR="00231A5E" w:rsidRPr="00C1450D">
        <w:rPr>
          <w:rFonts w:ascii="Times New Roman" w:hAnsi="Times New Roman"/>
          <w:color w:val="000000" w:themeColor="text1"/>
          <w:sz w:val="28"/>
          <w:szCs w:val="28"/>
        </w:rPr>
        <w:t>на администрацию муниципального образования Ногликский муниципальный округ Сахалинской области</w:t>
      </w:r>
      <w:r w:rsidR="00270DC4" w:rsidRPr="00C1450D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270DC4" w:rsidRPr="00C1450D">
        <w:rPr>
          <w:rFonts w:ascii="Times New Roman" w:hAnsi="Times New Roman"/>
          <w:color w:val="000000" w:themeColor="text1"/>
          <w:sz w:val="28"/>
          <w:szCs w:val="28"/>
        </w:rPr>
        <w:t>епартамент социальной политики администраци</w:t>
      </w:r>
      <w:r w:rsidR="00AE4309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270DC4" w:rsidRPr="00C1450D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образования Ногликский муниципальный округ Сахалинской области</w:t>
      </w:r>
      <w:r w:rsidR="00231A5E" w:rsidRPr="00C1450D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56C504CA" w14:textId="40CE0FEC" w:rsidR="00231A5E" w:rsidRPr="00270DC4" w:rsidRDefault="005E0DF9" w:rsidP="005E0DF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C1450D">
        <w:rPr>
          <w:rFonts w:ascii="Times New Roman" w:hAnsi="Times New Roman"/>
          <w:sz w:val="28"/>
          <w:szCs w:val="28"/>
        </w:rPr>
        <w:t xml:space="preserve">Рекомендовать руководителям </w:t>
      </w:r>
      <w:r w:rsidR="00231A5E" w:rsidRPr="00270DC4">
        <w:rPr>
          <w:rFonts w:ascii="Times New Roman" w:hAnsi="Times New Roman"/>
          <w:sz w:val="28"/>
          <w:szCs w:val="28"/>
        </w:rPr>
        <w:t xml:space="preserve">комитета по управлению муниципальным имуществом </w:t>
      </w:r>
      <w:r w:rsidRPr="00C1450D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270DC4">
        <w:rPr>
          <w:rFonts w:ascii="Times New Roman" w:hAnsi="Times New Roman"/>
          <w:sz w:val="28"/>
          <w:szCs w:val="28"/>
        </w:rPr>
        <w:t xml:space="preserve"> </w:t>
      </w:r>
      <w:r w:rsidR="00231A5E" w:rsidRPr="00270DC4">
        <w:rPr>
          <w:rFonts w:ascii="Times New Roman" w:hAnsi="Times New Roman"/>
          <w:sz w:val="28"/>
          <w:szCs w:val="28"/>
        </w:rPr>
        <w:t>(</w:t>
      </w:r>
      <w:proofErr w:type="spellStart"/>
      <w:r w:rsidR="00231A5E" w:rsidRPr="00270DC4">
        <w:rPr>
          <w:rFonts w:ascii="Times New Roman" w:hAnsi="Times New Roman"/>
          <w:sz w:val="28"/>
          <w:szCs w:val="28"/>
        </w:rPr>
        <w:t>Рахматулина</w:t>
      </w:r>
      <w:proofErr w:type="spellEnd"/>
      <w:r w:rsidR="00231A5E" w:rsidRPr="00270DC4">
        <w:rPr>
          <w:rFonts w:ascii="Times New Roman" w:hAnsi="Times New Roman"/>
          <w:sz w:val="28"/>
          <w:szCs w:val="28"/>
        </w:rPr>
        <w:t xml:space="preserve"> Л.В.), финансового управления муниципального образования Ногликский муниципальный округ Сахалинской области </w:t>
      </w:r>
      <w:r w:rsidR="00270DC4" w:rsidRPr="00270DC4">
        <w:rPr>
          <w:rFonts w:ascii="Times New Roman" w:hAnsi="Times New Roman"/>
          <w:sz w:val="28"/>
          <w:szCs w:val="28"/>
        </w:rPr>
        <w:t xml:space="preserve">(Петрушенко Е.В.) разработать и утвердить планы противодействия коррупции </w:t>
      </w:r>
      <w:r w:rsidR="00231A5E" w:rsidRPr="00270DC4">
        <w:rPr>
          <w:rFonts w:ascii="Times New Roman" w:hAnsi="Times New Roman"/>
          <w:sz w:val="28"/>
          <w:szCs w:val="28"/>
        </w:rPr>
        <w:t xml:space="preserve">на 2025-2028 годы в </w:t>
      </w:r>
      <w:r w:rsidR="004155B3">
        <w:rPr>
          <w:rFonts w:ascii="Times New Roman" w:hAnsi="Times New Roman"/>
          <w:sz w:val="28"/>
          <w:szCs w:val="28"/>
        </w:rPr>
        <w:t>соответствующих</w:t>
      </w:r>
      <w:r w:rsidR="00231A5E" w:rsidRPr="00270DC4">
        <w:rPr>
          <w:rFonts w:ascii="Times New Roman" w:hAnsi="Times New Roman"/>
          <w:sz w:val="28"/>
          <w:szCs w:val="28"/>
        </w:rPr>
        <w:t xml:space="preserve"> органах местного самоуправления.</w:t>
      </w:r>
    </w:p>
    <w:p w14:paraId="56C504CB" w14:textId="566B1835" w:rsidR="00231A5E" w:rsidRDefault="005E0DF9" w:rsidP="005E0DF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r w:rsidR="00231A5E">
        <w:rPr>
          <w:rFonts w:ascii="Times New Roman" w:hAnsi="Times New Roman"/>
          <w:sz w:val="28"/>
          <w:szCs w:val="28"/>
        </w:rPr>
        <w:t>Разместить настоящее постановление на официальном сайте муниципального образования</w:t>
      </w:r>
      <w:r w:rsidR="00231A5E" w:rsidRPr="00231A5E">
        <w:rPr>
          <w:rFonts w:ascii="Times New Roman" w:hAnsi="Times New Roman"/>
          <w:sz w:val="28"/>
          <w:szCs w:val="28"/>
        </w:rPr>
        <w:t xml:space="preserve"> </w:t>
      </w:r>
      <w:r w:rsidR="00231A5E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04241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56C504CC" w14:textId="284A4E14" w:rsidR="0004241A" w:rsidRPr="00231A5E" w:rsidRDefault="005E0DF9" w:rsidP="005E0DF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04241A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</w:r>
      <w:r w:rsidR="0004241A">
        <w:rPr>
          <w:rFonts w:ascii="Times New Roman" w:hAnsi="Times New Roman"/>
          <w:sz w:val="28"/>
          <w:szCs w:val="28"/>
        </w:rPr>
        <w:t>на управляющего делами администрации муниципального образования Ногликский муниципальный округ Сахалинской области Авдеева И.Ю.</w:t>
      </w:r>
    </w:p>
    <w:p w14:paraId="56C504CD" w14:textId="77777777" w:rsidR="0004241A" w:rsidRDefault="0004241A" w:rsidP="005E0D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33A6AAC" w14:textId="77777777" w:rsidR="005E0DF9" w:rsidRDefault="005E0DF9" w:rsidP="005E0D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6C504CE" w14:textId="77777777" w:rsidR="0004241A" w:rsidRDefault="0004241A" w:rsidP="005E0DF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C504CF" w14:textId="58E9031D" w:rsidR="0022175D" w:rsidRDefault="00031996" w:rsidP="005E0DF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04241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 xml:space="preserve"> </w:t>
      </w:r>
      <w:r w:rsidR="0004241A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56C504D0" w14:textId="77777777" w:rsidR="0004241A" w:rsidRDefault="0004241A" w:rsidP="005E0DF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56C504D1" w14:textId="0B40DBDE" w:rsidR="0004241A" w:rsidRPr="0004241A" w:rsidRDefault="00B70D91" w:rsidP="005E0DF9">
      <w:pPr>
        <w:tabs>
          <w:tab w:val="left" w:pos="759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Сахалинской области                                                                      </w:t>
      </w:r>
      <w:r w:rsidR="00031996">
        <w:rPr>
          <w:rFonts w:ascii="Times New Roman" w:hAnsi="Times New Roman"/>
          <w:sz w:val="28"/>
          <w:szCs w:val="28"/>
        </w:rPr>
        <w:t xml:space="preserve">  С.В. Гурьянов</w:t>
      </w:r>
    </w:p>
    <w:sectPr w:rsidR="0004241A" w:rsidRPr="0004241A" w:rsidSect="005E0DF9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553FE" w14:textId="77777777" w:rsidR="005E0DF9" w:rsidRDefault="005E0DF9" w:rsidP="005E0DF9">
      <w:pPr>
        <w:spacing w:after="0" w:line="240" w:lineRule="auto"/>
      </w:pPr>
      <w:r>
        <w:separator/>
      </w:r>
    </w:p>
  </w:endnote>
  <w:endnote w:type="continuationSeparator" w:id="0">
    <w:p w14:paraId="0CDEEB4F" w14:textId="77777777" w:rsidR="005E0DF9" w:rsidRDefault="005E0DF9" w:rsidP="005E0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D51D63" w14:textId="77777777" w:rsidR="005E0DF9" w:rsidRDefault="005E0DF9" w:rsidP="005E0DF9">
      <w:pPr>
        <w:spacing w:after="0" w:line="240" w:lineRule="auto"/>
      </w:pPr>
      <w:r>
        <w:separator/>
      </w:r>
    </w:p>
  </w:footnote>
  <w:footnote w:type="continuationSeparator" w:id="0">
    <w:p w14:paraId="122AF44D" w14:textId="77777777" w:rsidR="005E0DF9" w:rsidRDefault="005E0DF9" w:rsidP="005E0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2581212"/>
      <w:docPartObj>
        <w:docPartGallery w:val="Page Numbers (Top of Page)"/>
        <w:docPartUnique/>
      </w:docPartObj>
    </w:sdtPr>
    <w:sdtEndPr/>
    <w:sdtContent>
      <w:p w14:paraId="05D81E7D" w14:textId="01A60394" w:rsidR="005E0DF9" w:rsidRDefault="005E0DF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45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10040"/>
    <w:multiLevelType w:val="hybridMultilevel"/>
    <w:tmpl w:val="F906145A"/>
    <w:lvl w:ilvl="0" w:tplc="B33EC4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26F"/>
    <w:rsid w:val="00031996"/>
    <w:rsid w:val="0004241A"/>
    <w:rsid w:val="00053BD0"/>
    <w:rsid w:val="0022175D"/>
    <w:rsid w:val="00231A5E"/>
    <w:rsid w:val="00242B61"/>
    <w:rsid w:val="00270DC4"/>
    <w:rsid w:val="004155B3"/>
    <w:rsid w:val="005E0DF9"/>
    <w:rsid w:val="0066526F"/>
    <w:rsid w:val="0079046B"/>
    <w:rsid w:val="0093503B"/>
    <w:rsid w:val="009D0810"/>
    <w:rsid w:val="00A10EA4"/>
    <w:rsid w:val="00A739A5"/>
    <w:rsid w:val="00AA31B5"/>
    <w:rsid w:val="00AE4309"/>
    <w:rsid w:val="00B25688"/>
    <w:rsid w:val="00B4245B"/>
    <w:rsid w:val="00B70D91"/>
    <w:rsid w:val="00BA1368"/>
    <w:rsid w:val="00C1450D"/>
    <w:rsid w:val="00E2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504BB"/>
  <w15:chartTrackingRefBased/>
  <w15:docId w15:val="{772B27CE-7459-46F9-80F8-0DC651DC6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A5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E0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E0DF9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5E0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E0DF9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424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245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5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bnova\Desktop\&#1055;&#1051;&#1040;&#1053;25-28\&#1041;&#1083;&#1072;&#1085;&#1082;%20&#1055;&#1086;&#1089;&#1090;&#1072;&#1085;&#1086;&#1074;&#1083;&#1077;&#1085;&#1080;&#1103;%20&#1084;&#1101;&#1088;&#1072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BBB7E7915EA47FC97B8039E26FDFF7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34C2C5-97B8-43A0-8E05-830084718B71}"/>
      </w:docPartPr>
      <w:docPartBody>
        <w:p w:rsidR="00540E40" w:rsidRDefault="00047F50" w:rsidP="00047F50">
          <w:pPr>
            <w:pStyle w:val="5BBB7E7915EA47FC97B8039E26FDFF78"/>
          </w:pPr>
          <w:r>
            <w:rPr>
              <w:sz w:val="26"/>
              <w:szCs w:val="26"/>
            </w:rPr>
            <w:t>_Дата подписания_</w:t>
          </w:r>
        </w:p>
      </w:docPartBody>
    </w:docPart>
    <w:docPart>
      <w:docPartPr>
        <w:name w:val="58FC59ECB94943DC8309179EF0A2168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FB4912-71C3-4F0A-850F-D7B52EC42831}"/>
      </w:docPartPr>
      <w:docPartBody>
        <w:p w:rsidR="00540E40" w:rsidRDefault="00047F50" w:rsidP="00047F50">
          <w:pPr>
            <w:pStyle w:val="58FC59ECB94943DC8309179EF0A21683"/>
          </w:pPr>
          <w:r>
            <w:rPr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F50"/>
    <w:rsid w:val="00047F50"/>
    <w:rsid w:val="0054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BBB7E7915EA47FC97B8039E26FDFF78">
    <w:name w:val="5BBB7E7915EA47FC97B8039E26FDFF78"/>
    <w:rsid w:val="00047F50"/>
  </w:style>
  <w:style w:type="paragraph" w:customStyle="1" w:styleId="58FC59ECB94943DC8309179EF0A21683">
    <w:name w:val="58FC59ECB94943DC8309179EF0A21683"/>
    <w:rsid w:val="00047F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мэра</Template>
  <TotalTime>34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Бубнова</dc:creator>
  <cp:keywords/>
  <dc:description/>
  <cp:lastModifiedBy>Жанна С. Соколова</cp:lastModifiedBy>
  <cp:revision>16</cp:revision>
  <cp:lastPrinted>2025-04-28T06:18:00Z</cp:lastPrinted>
  <dcterms:created xsi:type="dcterms:W3CDTF">2025-04-16T05:14:00Z</dcterms:created>
  <dcterms:modified xsi:type="dcterms:W3CDTF">2025-04-28T06:18:00Z</dcterms:modified>
</cp:coreProperties>
</file>