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25823A" w14:textId="77777777" w:rsidTr="00987DB5">
        <w:tc>
          <w:tcPr>
            <w:tcW w:w="9498" w:type="dxa"/>
          </w:tcPr>
          <w:p w14:paraId="7125823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258252" wp14:editId="7125825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258236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71258237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71258238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125823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25823B" w14:textId="2CBF9A72" w:rsidR="00AE5C63" w:rsidRPr="000262C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262C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714786">
            <w:rPr>
              <w:rFonts w:ascii="Times New Roman" w:hAnsi="Times New Roman"/>
              <w:sz w:val="28"/>
              <w:szCs w:val="28"/>
            </w:rPr>
            <w:t>30 апреля 2025 года</w:t>
          </w:r>
        </w:sdtContent>
      </w:sdt>
      <w:r w:rsidRPr="000262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478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714786" w:rsidRPr="00714786">
            <w:rPr>
              <w:rFonts w:ascii="Times New Roman" w:hAnsi="Times New Roman"/>
              <w:sz w:val="28"/>
              <w:szCs w:val="28"/>
            </w:rPr>
            <w:t>68</w:t>
          </w:r>
        </w:sdtContent>
      </w:sdt>
    </w:p>
    <w:p w14:paraId="7125823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2E96DC5" w14:textId="77777777" w:rsidR="000262C5" w:rsidRDefault="001E4001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Об утвержден</w:t>
      </w:r>
      <w:r w:rsidR="000262C5">
        <w:rPr>
          <w:rFonts w:ascii="Times New Roman" w:hAnsi="Times New Roman"/>
          <w:b/>
          <w:sz w:val="28"/>
          <w:szCs w:val="28"/>
        </w:rPr>
        <w:t>ии Перечня муниципальных услуг</w:t>
      </w:r>
    </w:p>
    <w:p w14:paraId="299A792F" w14:textId="77777777" w:rsidR="000262C5" w:rsidRDefault="001E4001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органов местного самоуправл</w:t>
      </w:r>
      <w:r w:rsidR="000262C5">
        <w:rPr>
          <w:rFonts w:ascii="Times New Roman" w:hAnsi="Times New Roman"/>
          <w:b/>
          <w:sz w:val="28"/>
          <w:szCs w:val="28"/>
        </w:rPr>
        <w:t>ения муниципального образования</w:t>
      </w:r>
    </w:p>
    <w:p w14:paraId="4A5F21B9" w14:textId="2627D92A" w:rsidR="000262C5" w:rsidRDefault="001E4001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Ногликский муниципа</w:t>
      </w:r>
      <w:r w:rsidR="000262C5">
        <w:rPr>
          <w:rFonts w:ascii="Times New Roman" w:hAnsi="Times New Roman"/>
          <w:b/>
          <w:sz w:val="28"/>
          <w:szCs w:val="28"/>
        </w:rPr>
        <w:t>льный округ Сахалинской области</w:t>
      </w:r>
    </w:p>
    <w:p w14:paraId="528BA2DC" w14:textId="77777777" w:rsidR="000262C5" w:rsidRDefault="001E4001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и государственных услуг, предоставляемых органами</w:t>
      </w:r>
    </w:p>
    <w:p w14:paraId="65FEE3EB" w14:textId="77777777" w:rsidR="000262C5" w:rsidRDefault="001E4001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 xml:space="preserve">местного самоуправления при </w:t>
      </w:r>
      <w:r w:rsidR="000262C5">
        <w:rPr>
          <w:rFonts w:ascii="Times New Roman" w:hAnsi="Times New Roman"/>
          <w:b/>
          <w:sz w:val="28"/>
          <w:szCs w:val="28"/>
        </w:rPr>
        <w:t>осуществлении отдельных</w:t>
      </w:r>
    </w:p>
    <w:p w14:paraId="1FC5480D" w14:textId="77777777" w:rsidR="000262C5" w:rsidRDefault="001F4806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государственных полномочий, п</w:t>
      </w:r>
      <w:r w:rsidR="000262C5">
        <w:rPr>
          <w:rFonts w:ascii="Times New Roman" w:hAnsi="Times New Roman"/>
          <w:b/>
          <w:sz w:val="28"/>
          <w:szCs w:val="28"/>
        </w:rPr>
        <w:t>ереданных Федеральными законами</w:t>
      </w:r>
    </w:p>
    <w:p w14:paraId="36D03636" w14:textId="0F7CFEE2" w:rsidR="000262C5" w:rsidRDefault="001F4806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 xml:space="preserve">и </w:t>
      </w:r>
      <w:r w:rsidR="0059155E">
        <w:rPr>
          <w:rFonts w:ascii="Times New Roman" w:hAnsi="Times New Roman"/>
          <w:b/>
          <w:sz w:val="28"/>
          <w:szCs w:val="28"/>
        </w:rPr>
        <w:t>з</w:t>
      </w:r>
      <w:r w:rsidRPr="001F4806">
        <w:rPr>
          <w:rFonts w:ascii="Times New Roman" w:hAnsi="Times New Roman"/>
          <w:b/>
          <w:sz w:val="28"/>
          <w:szCs w:val="28"/>
        </w:rPr>
        <w:t xml:space="preserve">аконами Сахалинской </w:t>
      </w:r>
      <w:r w:rsidR="000262C5">
        <w:rPr>
          <w:rFonts w:ascii="Times New Roman" w:hAnsi="Times New Roman"/>
          <w:b/>
          <w:sz w:val="28"/>
          <w:szCs w:val="28"/>
        </w:rPr>
        <w:t>области, предоставление которых</w:t>
      </w:r>
    </w:p>
    <w:p w14:paraId="4F22D8AA" w14:textId="77777777" w:rsidR="000262C5" w:rsidRDefault="001F4806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организуется в госуд</w:t>
      </w:r>
      <w:r w:rsidR="000262C5">
        <w:rPr>
          <w:rFonts w:ascii="Times New Roman" w:hAnsi="Times New Roman"/>
          <w:b/>
          <w:sz w:val="28"/>
          <w:szCs w:val="28"/>
        </w:rPr>
        <w:t>арственном бюджетном учреждении</w:t>
      </w:r>
    </w:p>
    <w:p w14:paraId="212BFFFD" w14:textId="77777777" w:rsidR="000262C5" w:rsidRDefault="001F4806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Сахалинской обл</w:t>
      </w:r>
      <w:r w:rsidR="000262C5">
        <w:rPr>
          <w:rFonts w:ascii="Times New Roman" w:hAnsi="Times New Roman"/>
          <w:b/>
          <w:sz w:val="28"/>
          <w:szCs w:val="28"/>
        </w:rPr>
        <w:t>асти «Многофункциональный центр</w:t>
      </w:r>
    </w:p>
    <w:p w14:paraId="7125823E" w14:textId="300841BC" w:rsidR="00185FEC" w:rsidRPr="001F4806" w:rsidRDefault="001F4806" w:rsidP="0002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4806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услуг»</w:t>
      </w:r>
    </w:p>
    <w:p w14:paraId="345C68A1" w14:textId="77777777" w:rsidR="001F4806" w:rsidRDefault="001F4806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E4B11F" w14:textId="37C18B53" w:rsidR="001F4806" w:rsidRPr="001F4806" w:rsidRDefault="001F4806" w:rsidP="000262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806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</w:t>
      </w:r>
      <w:r w:rsidRPr="001F4806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постановлением Правительства Сахалинской области от 14.12.2020 № 578 </w:t>
      </w:r>
      <w:r w:rsidRPr="001F4806">
        <w:rPr>
          <w:rFonts w:ascii="Times New Roman" w:hAnsi="Times New Roman"/>
          <w:sz w:val="28"/>
          <w:szCs w:val="28"/>
        </w:rPr>
        <w:br/>
        <w:t>«Об утверждении Перечней государственных и муниципальных услуг, предоставление которых организуется в государственном бюджетном учреждении Сахалинской области «Многофункциональный центр предоставления государственных и муниципальных услуг» и внесении изменений в некоторые нормативные правовые акты Правительства Сахалинской области», руководствуясь ст.</w:t>
      </w:r>
      <w:r w:rsidR="00DF62BB">
        <w:rPr>
          <w:rFonts w:ascii="Times New Roman" w:hAnsi="Times New Roman"/>
          <w:sz w:val="28"/>
          <w:szCs w:val="28"/>
        </w:rPr>
        <w:t xml:space="preserve"> ст.</w:t>
      </w:r>
      <w:r w:rsidRPr="001F4806">
        <w:rPr>
          <w:rFonts w:ascii="Times New Roman" w:hAnsi="Times New Roman"/>
          <w:sz w:val="28"/>
          <w:szCs w:val="28"/>
        </w:rPr>
        <w:t xml:space="preserve"> 28, 45 Устава муниципального образования Ногликский муниципальный округ Сахалинской области,</w:t>
      </w:r>
      <w:r w:rsidRPr="001F4806">
        <w:rPr>
          <w:rFonts w:ascii="Times New Roman" w:hAnsi="Times New Roman"/>
          <w:b/>
          <w:sz w:val="28"/>
          <w:szCs w:val="28"/>
        </w:rPr>
        <w:t xml:space="preserve"> </w:t>
      </w:r>
      <w:r w:rsidRPr="001F4806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666BBD6A" w14:textId="6631EC32" w:rsidR="001F4806" w:rsidRPr="001F4806" w:rsidRDefault="001F4806" w:rsidP="000262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806">
        <w:rPr>
          <w:rFonts w:ascii="Times New Roman" w:hAnsi="Times New Roman"/>
          <w:sz w:val="28"/>
          <w:szCs w:val="28"/>
        </w:rPr>
        <w:t xml:space="preserve">1. Утвердить Перечень муниципальных услуг органов местного самоуправления муниципального образования Ногликский муниципальный округ Сахалинской области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</w:t>
      </w:r>
      <w:r w:rsidR="000262C5">
        <w:rPr>
          <w:rFonts w:ascii="Times New Roman" w:hAnsi="Times New Roman"/>
          <w:sz w:val="28"/>
          <w:szCs w:val="28"/>
        </w:rPr>
        <w:br/>
      </w:r>
      <w:r w:rsidRPr="001F4806">
        <w:rPr>
          <w:rFonts w:ascii="Times New Roman" w:hAnsi="Times New Roman"/>
          <w:sz w:val="28"/>
          <w:szCs w:val="28"/>
        </w:rPr>
        <w:t xml:space="preserve">и </w:t>
      </w:r>
      <w:r w:rsidR="0059155E">
        <w:rPr>
          <w:rFonts w:ascii="Times New Roman" w:hAnsi="Times New Roman"/>
          <w:sz w:val="28"/>
          <w:szCs w:val="28"/>
        </w:rPr>
        <w:t>з</w:t>
      </w:r>
      <w:bookmarkStart w:id="0" w:name="_GoBack"/>
      <w:bookmarkEnd w:id="0"/>
      <w:r w:rsidRPr="001F4806">
        <w:rPr>
          <w:rFonts w:ascii="Times New Roman" w:hAnsi="Times New Roman"/>
          <w:sz w:val="28"/>
          <w:szCs w:val="28"/>
        </w:rPr>
        <w:t xml:space="preserve">аконами Сахалинской области, предоставление которых организуется </w:t>
      </w:r>
      <w:r w:rsidR="000262C5">
        <w:rPr>
          <w:rFonts w:ascii="Times New Roman" w:hAnsi="Times New Roman"/>
          <w:sz w:val="28"/>
          <w:szCs w:val="28"/>
        </w:rPr>
        <w:br/>
      </w:r>
      <w:r w:rsidRPr="001F4806">
        <w:rPr>
          <w:rFonts w:ascii="Times New Roman" w:hAnsi="Times New Roman"/>
          <w:sz w:val="28"/>
          <w:szCs w:val="28"/>
        </w:rPr>
        <w:t xml:space="preserve">в государственном бюджетном учреждении Сахалинской области </w:t>
      </w:r>
      <w:r w:rsidRPr="001F4806">
        <w:rPr>
          <w:rFonts w:ascii="Times New Roman" w:hAnsi="Times New Roman"/>
          <w:sz w:val="28"/>
          <w:szCs w:val="28"/>
        </w:rPr>
        <w:lastRenderedPageBreak/>
        <w:t xml:space="preserve">«Многофункциональный центр предоставления государственных </w:t>
      </w:r>
      <w:r w:rsidR="000262C5">
        <w:rPr>
          <w:rFonts w:ascii="Times New Roman" w:hAnsi="Times New Roman"/>
          <w:sz w:val="28"/>
          <w:szCs w:val="28"/>
        </w:rPr>
        <w:br/>
      </w:r>
      <w:r w:rsidRPr="001F4806">
        <w:rPr>
          <w:rFonts w:ascii="Times New Roman" w:hAnsi="Times New Roman"/>
          <w:sz w:val="28"/>
          <w:szCs w:val="28"/>
        </w:rPr>
        <w:t>и муниципальных услуг» (прилагается).</w:t>
      </w:r>
    </w:p>
    <w:p w14:paraId="4E4E6C77" w14:textId="41630B5E" w:rsidR="001F4806" w:rsidRPr="001F4806" w:rsidRDefault="001F4806" w:rsidP="000262C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4806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мэра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19</w:t>
      </w:r>
      <w:r w:rsidRPr="001F48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1F4806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3</w:t>
      </w:r>
      <w:r w:rsidRPr="001F480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298</w:t>
      </w:r>
      <w:r w:rsidRPr="001F480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262C5">
        <w:rPr>
          <w:rFonts w:ascii="Times New Roman" w:hAnsi="Times New Roman"/>
          <w:b/>
          <w:bCs/>
          <w:sz w:val="28"/>
          <w:szCs w:val="28"/>
        </w:rPr>
        <w:br/>
      </w:r>
      <w:r w:rsidRPr="001F4806">
        <w:rPr>
          <w:rFonts w:ascii="Times New Roman" w:hAnsi="Times New Roman"/>
          <w:bCs/>
          <w:sz w:val="28"/>
          <w:szCs w:val="28"/>
        </w:rPr>
        <w:t xml:space="preserve">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области, предоставление которых организуется в </w:t>
      </w:r>
      <w:r w:rsidR="002A70E3">
        <w:rPr>
          <w:rFonts w:ascii="Times New Roman" w:hAnsi="Times New Roman"/>
          <w:bCs/>
          <w:sz w:val="28"/>
          <w:szCs w:val="28"/>
        </w:rPr>
        <w:t>г</w:t>
      </w:r>
      <w:r w:rsidRPr="001F4806">
        <w:rPr>
          <w:rFonts w:ascii="Times New Roman" w:hAnsi="Times New Roman"/>
          <w:bCs/>
          <w:sz w:val="28"/>
          <w:szCs w:val="28"/>
        </w:rPr>
        <w:t>осударственное бюджетное учреждение Сахалинской области «Многофункциональный центр предоставления государственных и муниципальных услуг».</w:t>
      </w:r>
    </w:p>
    <w:p w14:paraId="31A3ECB8" w14:textId="78EEAF2D" w:rsidR="001F4806" w:rsidRPr="001F4806" w:rsidRDefault="001F4806" w:rsidP="000262C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4806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«Знамя труда» </w:t>
      </w:r>
      <w:r w:rsidR="000262C5">
        <w:rPr>
          <w:rFonts w:ascii="Times New Roman" w:hAnsi="Times New Roman"/>
          <w:bCs/>
          <w:sz w:val="28"/>
          <w:szCs w:val="28"/>
        </w:rPr>
        <w:br/>
      </w:r>
      <w:r w:rsidRPr="001F4806">
        <w:rPr>
          <w:rFonts w:ascii="Times New Roman" w:hAnsi="Times New Roman"/>
          <w:bCs/>
          <w:sz w:val="28"/>
          <w:szCs w:val="28"/>
        </w:rPr>
        <w:t>и разместить на официальном сайте муниципального образования Ногликский</w:t>
      </w:r>
      <w:r w:rsidR="00DF62BB">
        <w:rPr>
          <w:rFonts w:ascii="Times New Roman" w:hAnsi="Times New Roman"/>
          <w:bCs/>
          <w:sz w:val="28"/>
          <w:szCs w:val="28"/>
        </w:rPr>
        <w:t xml:space="preserve"> муниципальный округ Сахалинской области</w:t>
      </w:r>
      <w:r w:rsidRPr="001F4806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«Интернет».</w:t>
      </w:r>
    </w:p>
    <w:p w14:paraId="71258247" w14:textId="5400A026" w:rsidR="008629FA" w:rsidRPr="00D12794" w:rsidRDefault="001F4806" w:rsidP="000262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4806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возложить </w:t>
      </w:r>
      <w:r w:rsidR="000262C5">
        <w:rPr>
          <w:rFonts w:ascii="Times New Roman" w:hAnsi="Times New Roman"/>
          <w:bCs/>
          <w:sz w:val="28"/>
          <w:szCs w:val="28"/>
        </w:rPr>
        <w:br/>
      </w:r>
      <w:r w:rsidRPr="001F4806">
        <w:rPr>
          <w:rFonts w:ascii="Times New Roman" w:hAnsi="Times New Roman"/>
          <w:bCs/>
          <w:sz w:val="28"/>
          <w:szCs w:val="28"/>
        </w:rPr>
        <w:t>на управляющего делами администрации муниципального образования Ногликский муниципальный округ Сахалинской области Авдеева И.Ю.</w:t>
      </w:r>
    </w:p>
    <w:p w14:paraId="71258248" w14:textId="77777777" w:rsidR="008629FA" w:rsidRDefault="008629FA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BD9963" w14:textId="394A1A39" w:rsidR="000262C5" w:rsidRDefault="000262C5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610E2A" w14:textId="77777777" w:rsidR="000262C5" w:rsidRDefault="000262C5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A0DE23" w14:textId="77777777" w:rsidR="000262C5" w:rsidRDefault="000262C5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076E751" w14:textId="77777777" w:rsidR="000262C5" w:rsidRDefault="000262C5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8B8EC33" w14:textId="283EE25C" w:rsidR="000262C5" w:rsidRPr="00D12794" w:rsidRDefault="000262C5" w:rsidP="0002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0262C5" w:rsidRPr="00D12794" w:rsidSect="000262C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58256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71258257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58254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71258255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873283"/>
      <w:docPartObj>
        <w:docPartGallery w:val="Page Numbers (Top of Page)"/>
        <w:docPartUnique/>
      </w:docPartObj>
    </w:sdtPr>
    <w:sdtEndPr/>
    <w:sdtContent>
      <w:p w14:paraId="5FB43870" w14:textId="189115E2" w:rsidR="000262C5" w:rsidRDefault="000262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55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62C5"/>
    <w:rsid w:val="00053BD0"/>
    <w:rsid w:val="00081369"/>
    <w:rsid w:val="00185FEC"/>
    <w:rsid w:val="001E1F9F"/>
    <w:rsid w:val="001E4001"/>
    <w:rsid w:val="001F4806"/>
    <w:rsid w:val="002A70E3"/>
    <w:rsid w:val="002E5832"/>
    <w:rsid w:val="00364F8F"/>
    <w:rsid w:val="00520CBF"/>
    <w:rsid w:val="0059155E"/>
    <w:rsid w:val="00714786"/>
    <w:rsid w:val="007622F4"/>
    <w:rsid w:val="008276D6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62BB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823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1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47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C95804"/>
    <w:rsid w:val="00CF735B"/>
    <w:rsid w:val="00E80BD0"/>
    <w:rsid w:val="00F4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30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2025-05-05T23:46:00Z</cp:lastPrinted>
  <dcterms:created xsi:type="dcterms:W3CDTF">2020-04-07T04:54:00Z</dcterms:created>
  <dcterms:modified xsi:type="dcterms:W3CDTF">2025-05-05T23:46:00Z</dcterms:modified>
</cp:coreProperties>
</file>