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64AB77B" w14:textId="77777777" w:rsidTr="00987DB5">
        <w:tc>
          <w:tcPr>
            <w:tcW w:w="9498" w:type="dxa"/>
          </w:tcPr>
          <w:p w14:paraId="764AB77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64AB792" wp14:editId="764AB79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4AB778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764AB77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64AB77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64AB77C" w14:textId="63F0341F" w:rsidR="00AE5C63" w:rsidRPr="00A239B7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239B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CB3731">
            <w:rPr>
              <w:rFonts w:ascii="Times New Roman" w:hAnsi="Times New Roman"/>
              <w:sz w:val="28"/>
              <w:szCs w:val="28"/>
            </w:rPr>
            <w:t>02 июня 2022 года</w:t>
          </w:r>
        </w:sdtContent>
      </w:sdt>
      <w:r w:rsidRPr="00A239B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CB3731" w:rsidRPr="00CB3731">
            <w:rPr>
              <w:rFonts w:ascii="Times New Roman" w:hAnsi="Times New Roman"/>
              <w:sz w:val="28"/>
              <w:szCs w:val="28"/>
            </w:rPr>
            <w:t>75</w:t>
          </w:r>
        </w:sdtContent>
      </w:sdt>
    </w:p>
    <w:p w14:paraId="764AB77D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64AB77E" w14:textId="6347BFF4" w:rsidR="00AE5C63" w:rsidRPr="00A239B7" w:rsidRDefault="00AE5C63" w:rsidP="00A239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39B7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мэра </w:t>
      </w:r>
      <w:r w:rsidR="00A239B7" w:rsidRPr="00A239B7">
        <w:rPr>
          <w:rFonts w:ascii="Times New Roman" w:hAnsi="Times New Roman"/>
          <w:b/>
          <w:sz w:val="28"/>
          <w:szCs w:val="28"/>
        </w:rPr>
        <w:br/>
      </w:r>
      <w:r w:rsidRPr="00A239B7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A239B7" w:rsidRPr="00A239B7">
        <w:rPr>
          <w:rFonts w:ascii="Times New Roman" w:hAnsi="Times New Roman"/>
          <w:b/>
          <w:sz w:val="28"/>
          <w:szCs w:val="28"/>
        </w:rPr>
        <w:t>«Городской округ Ногликский»</w:t>
      </w:r>
      <w:r w:rsidRPr="00A239B7">
        <w:rPr>
          <w:rFonts w:ascii="Times New Roman" w:hAnsi="Times New Roman"/>
          <w:b/>
          <w:sz w:val="28"/>
          <w:szCs w:val="28"/>
        </w:rPr>
        <w:t xml:space="preserve"> </w:t>
      </w:r>
      <w:r w:rsidR="00A239B7" w:rsidRPr="00A239B7">
        <w:rPr>
          <w:rFonts w:ascii="Times New Roman" w:hAnsi="Times New Roman"/>
          <w:b/>
          <w:sz w:val="28"/>
          <w:szCs w:val="28"/>
        </w:rPr>
        <w:br/>
      </w:r>
      <w:r w:rsidRPr="00A239B7">
        <w:rPr>
          <w:rFonts w:ascii="Times New Roman" w:hAnsi="Times New Roman"/>
          <w:b/>
          <w:sz w:val="28"/>
          <w:szCs w:val="28"/>
        </w:rPr>
        <w:t>от 19.02.2019 № 27</w:t>
      </w:r>
    </w:p>
    <w:p w14:paraId="764AB77F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60F08B" w14:textId="529BD7AB" w:rsidR="003F257F" w:rsidRDefault="0088281F" w:rsidP="00AA73C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25.12.2008 № 273-ФЗ </w:t>
      </w:r>
      <w:r w:rsidR="00A239B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«О противодействии коррупции», </w:t>
      </w:r>
      <w:r w:rsidR="003F257F">
        <w:rPr>
          <w:rFonts w:ascii="Times New Roman" w:hAnsi="Times New Roman"/>
          <w:sz w:val="28"/>
          <w:szCs w:val="28"/>
        </w:rPr>
        <w:t xml:space="preserve">в связи с внедрением </w:t>
      </w:r>
      <w:r w:rsidR="003F257F" w:rsidRPr="003F257F">
        <w:rPr>
          <w:rFonts w:ascii="Times New Roman" w:hAnsi="Times New Roman"/>
          <w:sz w:val="28"/>
          <w:szCs w:val="28"/>
        </w:rPr>
        <w:t>государственной информационной систем</w:t>
      </w:r>
      <w:r w:rsidR="003F257F">
        <w:rPr>
          <w:rFonts w:ascii="Times New Roman" w:hAnsi="Times New Roman"/>
          <w:sz w:val="28"/>
          <w:szCs w:val="28"/>
        </w:rPr>
        <w:t>ы</w:t>
      </w:r>
      <w:r w:rsidR="003F257F" w:rsidRPr="003F257F">
        <w:rPr>
          <w:rFonts w:ascii="Times New Roman" w:hAnsi="Times New Roman"/>
          <w:sz w:val="28"/>
          <w:szCs w:val="28"/>
        </w:rPr>
        <w:t xml:space="preserve"> в обл</w:t>
      </w:r>
      <w:r w:rsidR="003F257F">
        <w:rPr>
          <w:rFonts w:ascii="Times New Roman" w:hAnsi="Times New Roman"/>
          <w:sz w:val="28"/>
          <w:szCs w:val="28"/>
        </w:rPr>
        <w:t>асти противодействия коррупции «</w:t>
      </w:r>
      <w:r w:rsidR="003F257F" w:rsidRPr="003F257F">
        <w:rPr>
          <w:rFonts w:ascii="Times New Roman" w:hAnsi="Times New Roman"/>
          <w:sz w:val="28"/>
          <w:szCs w:val="28"/>
        </w:rPr>
        <w:t>Посейдон</w:t>
      </w:r>
      <w:r w:rsidR="003F257F">
        <w:rPr>
          <w:rFonts w:ascii="Times New Roman" w:hAnsi="Times New Roman"/>
          <w:sz w:val="28"/>
          <w:szCs w:val="28"/>
        </w:rPr>
        <w:t xml:space="preserve">», </w:t>
      </w:r>
      <w:r w:rsidR="003F257F" w:rsidRPr="003F257F">
        <w:rPr>
          <w:rFonts w:ascii="Times New Roman" w:hAnsi="Times New Roman"/>
          <w:b/>
          <w:sz w:val="28"/>
          <w:szCs w:val="28"/>
        </w:rPr>
        <w:t>ПОСТАНОВЛЯЮ:</w:t>
      </w:r>
    </w:p>
    <w:p w14:paraId="7E9A36A4" w14:textId="0B53ADAE" w:rsidR="007E09EA" w:rsidRDefault="00AA73C9" w:rsidP="00AA73C9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3F257F">
        <w:rPr>
          <w:rFonts w:ascii="Times New Roman" w:hAnsi="Times New Roman"/>
          <w:sz w:val="28"/>
          <w:szCs w:val="28"/>
        </w:rPr>
        <w:t xml:space="preserve">Внести следующие изменения в постановление </w:t>
      </w:r>
      <w:r w:rsidR="003F257F" w:rsidRPr="003F257F">
        <w:rPr>
          <w:rFonts w:ascii="Times New Roman" w:hAnsi="Times New Roman"/>
          <w:sz w:val="28"/>
          <w:szCs w:val="28"/>
        </w:rPr>
        <w:t>м</w:t>
      </w:r>
      <w:r w:rsidR="003F257F">
        <w:rPr>
          <w:rFonts w:ascii="Times New Roman" w:hAnsi="Times New Roman"/>
          <w:sz w:val="28"/>
          <w:szCs w:val="28"/>
        </w:rPr>
        <w:t>эра муниципального образования «Городской округ Ногликский»</w:t>
      </w:r>
      <w:r w:rsidR="003F257F" w:rsidRPr="003F257F">
        <w:rPr>
          <w:rFonts w:ascii="Times New Roman" w:hAnsi="Times New Roman"/>
          <w:sz w:val="28"/>
          <w:szCs w:val="28"/>
        </w:rPr>
        <w:t xml:space="preserve"> от 19.02.2019 № 27</w:t>
      </w:r>
      <w:r w:rsidR="003F257F">
        <w:rPr>
          <w:rFonts w:ascii="Times New Roman" w:hAnsi="Times New Roman"/>
          <w:sz w:val="28"/>
          <w:szCs w:val="28"/>
        </w:rPr>
        <w:t xml:space="preserve"> (в редакции от 02.03.2020 № 45, </w:t>
      </w:r>
      <w:r w:rsidR="002F766E">
        <w:rPr>
          <w:rFonts w:ascii="Times New Roman" w:hAnsi="Times New Roman"/>
          <w:sz w:val="28"/>
          <w:szCs w:val="28"/>
        </w:rPr>
        <w:t xml:space="preserve">от </w:t>
      </w:r>
      <w:r w:rsidR="003F257F">
        <w:rPr>
          <w:rFonts w:ascii="Times New Roman" w:hAnsi="Times New Roman"/>
          <w:sz w:val="28"/>
          <w:szCs w:val="28"/>
        </w:rPr>
        <w:t>18.02.2022 № 22) «О порядке поступления обращения, заявления и уведомления в комиссию по соблюдению требований к служебному поведению муниципальных служащих администрации муниципального образования «Городской округ Ногликский» и урегулированию конфликта интересов»</w:t>
      </w:r>
      <w:r w:rsidR="007E09EA">
        <w:rPr>
          <w:rFonts w:ascii="Times New Roman" w:hAnsi="Times New Roman"/>
          <w:sz w:val="28"/>
          <w:szCs w:val="28"/>
        </w:rPr>
        <w:t xml:space="preserve"> (далее – постановление):</w:t>
      </w:r>
    </w:p>
    <w:p w14:paraId="710AB66C" w14:textId="7121CCCA" w:rsidR="00572EC3" w:rsidRDefault="007E09EA" w:rsidP="00AA73C9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 абзаце 2 пункта 4 Порядка поступления в комиссию по соблюдению требований к служебному поведению муниципальных служащих администрации муниципального образования «Городской округ Ногликский» и урегулированию конфликта интересов уведомления муниципального служащего о возникновении личной заинтересованности при исполнении должностных обязанностей, которая приводит или может привести </w:t>
      </w:r>
      <w:r w:rsidR="00A239B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к конфликту интересов» (приложение 3 к постановлению) после слов «заинтересованные организации» дополнить словами «</w:t>
      </w:r>
      <w:r w:rsidR="00572EC3">
        <w:rPr>
          <w:rFonts w:ascii="Times New Roman" w:hAnsi="Times New Roman"/>
          <w:sz w:val="28"/>
          <w:szCs w:val="28"/>
        </w:rPr>
        <w:t xml:space="preserve">, в том числе, </w:t>
      </w:r>
      <w:r w:rsidR="00AA73C9">
        <w:rPr>
          <w:rFonts w:ascii="Times New Roman" w:hAnsi="Times New Roman"/>
          <w:sz w:val="28"/>
          <w:szCs w:val="28"/>
        </w:rPr>
        <w:br/>
      </w:r>
      <w:r w:rsidR="00572EC3">
        <w:rPr>
          <w:rFonts w:ascii="Times New Roman" w:hAnsi="Times New Roman"/>
          <w:sz w:val="28"/>
          <w:szCs w:val="28"/>
        </w:rPr>
        <w:t>с использованием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="00572EC3" w:rsidRPr="00572EC3">
        <w:rPr>
          <w:rFonts w:ascii="Times New Roman" w:hAnsi="Times New Roman"/>
          <w:sz w:val="28"/>
          <w:szCs w:val="28"/>
        </w:rPr>
        <w:t>государственной информационной системы в области противодействия коррупции «Посейдон»</w:t>
      </w:r>
      <w:r w:rsidR="00572EC3">
        <w:rPr>
          <w:rFonts w:ascii="Times New Roman" w:hAnsi="Times New Roman"/>
          <w:sz w:val="28"/>
          <w:szCs w:val="28"/>
        </w:rPr>
        <w:t>.».</w:t>
      </w:r>
    </w:p>
    <w:p w14:paraId="3FFFEFB5" w14:textId="730C65FB" w:rsidR="00572EC3" w:rsidRDefault="00AA73C9" w:rsidP="00AA73C9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72EC3">
        <w:rPr>
          <w:rFonts w:ascii="Times New Roman" w:hAnsi="Times New Roman"/>
          <w:sz w:val="28"/>
          <w:szCs w:val="28"/>
        </w:rPr>
        <w:t xml:space="preserve">Рекомендовать </w:t>
      </w:r>
      <w:r w:rsidRPr="00AA73C9">
        <w:rPr>
          <w:rFonts w:ascii="Times New Roman" w:hAnsi="Times New Roman"/>
          <w:sz w:val="28"/>
          <w:szCs w:val="28"/>
        </w:rPr>
        <w:t>председател</w:t>
      </w:r>
      <w:r>
        <w:rPr>
          <w:rFonts w:ascii="Times New Roman" w:hAnsi="Times New Roman"/>
          <w:sz w:val="28"/>
          <w:szCs w:val="28"/>
        </w:rPr>
        <w:t>ю</w:t>
      </w:r>
      <w:r w:rsidRPr="00AA73C9">
        <w:rPr>
          <w:rFonts w:ascii="Times New Roman" w:hAnsi="Times New Roman"/>
          <w:sz w:val="28"/>
          <w:szCs w:val="28"/>
        </w:rPr>
        <w:t xml:space="preserve"> комитета по управлению муниципальным имуществом муниципального образования «Городской округ Ногликский»</w:t>
      </w:r>
      <w:r w:rsidR="00572EC3">
        <w:rPr>
          <w:rFonts w:ascii="Times New Roman" w:hAnsi="Times New Roman"/>
          <w:sz w:val="28"/>
          <w:szCs w:val="28"/>
        </w:rPr>
        <w:t xml:space="preserve"> (Рахматулина Л.В.) и </w:t>
      </w:r>
      <w:r w:rsidRPr="00AA73C9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у</w:t>
      </w:r>
      <w:r w:rsidRPr="00AA73C9">
        <w:rPr>
          <w:rFonts w:ascii="Times New Roman" w:hAnsi="Times New Roman"/>
          <w:sz w:val="28"/>
          <w:szCs w:val="28"/>
        </w:rPr>
        <w:t xml:space="preserve"> финансового управления муниципального образования «Городской округ Ногликский»</w:t>
      </w:r>
      <w:r w:rsidR="00572EC3">
        <w:rPr>
          <w:rFonts w:ascii="Times New Roman" w:hAnsi="Times New Roman"/>
          <w:sz w:val="28"/>
          <w:szCs w:val="28"/>
        </w:rPr>
        <w:t xml:space="preserve"> (Петрушенко </w:t>
      </w:r>
      <w:r w:rsidR="00572EC3">
        <w:rPr>
          <w:rFonts w:ascii="Times New Roman" w:hAnsi="Times New Roman"/>
          <w:sz w:val="28"/>
          <w:szCs w:val="28"/>
        </w:rPr>
        <w:lastRenderedPageBreak/>
        <w:t>Е.В.) внести соответствующие изменения в правовые акты органов местного самоуправления специальной компетенции.</w:t>
      </w:r>
    </w:p>
    <w:p w14:paraId="0AB56BD7" w14:textId="51A990B8" w:rsidR="00572EC3" w:rsidRDefault="00AA73C9" w:rsidP="00AA73C9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572EC3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A239B7">
        <w:rPr>
          <w:rFonts w:ascii="Times New Roman" w:hAnsi="Times New Roman"/>
          <w:sz w:val="28"/>
          <w:szCs w:val="28"/>
        </w:rPr>
        <w:br/>
      </w:r>
      <w:r w:rsidR="00572EC3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«Городской округ Ногликский»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572EC3">
        <w:rPr>
          <w:rFonts w:ascii="Times New Roman" w:hAnsi="Times New Roman"/>
          <w:sz w:val="28"/>
          <w:szCs w:val="28"/>
        </w:rPr>
        <w:t>сети «Интернет».</w:t>
      </w:r>
    </w:p>
    <w:p w14:paraId="4246241F" w14:textId="3DB130CA" w:rsidR="00572EC3" w:rsidRPr="00572EC3" w:rsidRDefault="00AA73C9" w:rsidP="00AA73C9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572EC3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</w:r>
      <w:r w:rsidR="00572EC3">
        <w:rPr>
          <w:rFonts w:ascii="Times New Roman" w:hAnsi="Times New Roman"/>
          <w:sz w:val="28"/>
          <w:szCs w:val="28"/>
        </w:rPr>
        <w:t xml:space="preserve">на управляющего делами администрации </w:t>
      </w:r>
      <w:r w:rsidR="00572EC3" w:rsidRPr="00572EC3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="00572EC3">
        <w:rPr>
          <w:rFonts w:ascii="Times New Roman" w:hAnsi="Times New Roman"/>
          <w:sz w:val="28"/>
          <w:szCs w:val="28"/>
        </w:rPr>
        <w:t xml:space="preserve"> Фомину А.С.</w:t>
      </w:r>
    </w:p>
    <w:p w14:paraId="4A05B70B" w14:textId="77777777" w:rsidR="003F257F" w:rsidRPr="003F257F" w:rsidRDefault="003F257F" w:rsidP="00572EC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764AB789" w14:textId="2EF12618" w:rsidR="008629FA" w:rsidRPr="00D12794" w:rsidRDefault="008629FA" w:rsidP="00572EC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4AB78B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64AB78C" w14:textId="5D8E7A39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572E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4AB796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764AB797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4AB794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764AB795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26DCB"/>
    <w:multiLevelType w:val="hybridMultilevel"/>
    <w:tmpl w:val="2638742A"/>
    <w:lvl w:ilvl="0" w:tplc="62BC21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11A455B"/>
    <w:multiLevelType w:val="hybridMultilevel"/>
    <w:tmpl w:val="D9E0E9C4"/>
    <w:lvl w:ilvl="0" w:tplc="C1AA52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468B2"/>
    <w:rsid w:val="00170385"/>
    <w:rsid w:val="00185FEC"/>
    <w:rsid w:val="001E1F9F"/>
    <w:rsid w:val="002E5832"/>
    <w:rsid w:val="002F766E"/>
    <w:rsid w:val="00364F8F"/>
    <w:rsid w:val="003F257F"/>
    <w:rsid w:val="00520CBF"/>
    <w:rsid w:val="00572EC3"/>
    <w:rsid w:val="005C3B7B"/>
    <w:rsid w:val="007E09EA"/>
    <w:rsid w:val="008629FA"/>
    <w:rsid w:val="0088281F"/>
    <w:rsid w:val="00987DB5"/>
    <w:rsid w:val="00A239B7"/>
    <w:rsid w:val="00AA73C9"/>
    <w:rsid w:val="00AC72C8"/>
    <w:rsid w:val="00AE5C63"/>
    <w:rsid w:val="00B10ED9"/>
    <w:rsid w:val="00B25688"/>
    <w:rsid w:val="00C02849"/>
    <w:rsid w:val="00CB3731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AB77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3F25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081744" w:rsidRDefault="00081744" w:rsidP="00081744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081744" w:rsidRDefault="00081744" w:rsidP="00081744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81744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81744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081744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081744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F9580-2464-42E0-80FF-85551462F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82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9</cp:revision>
  <dcterms:created xsi:type="dcterms:W3CDTF">2020-04-07T04:54:00Z</dcterms:created>
  <dcterms:modified xsi:type="dcterms:W3CDTF">2022-06-02T08:03:00Z</dcterms:modified>
</cp:coreProperties>
</file>