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CA0B6D5" w14:textId="77777777" w:rsidTr="00987DB5">
        <w:tc>
          <w:tcPr>
            <w:tcW w:w="9498" w:type="dxa"/>
          </w:tcPr>
          <w:p w14:paraId="2CA0B6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A0B6ED" wp14:editId="2CA0B6E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0B6D1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CA0B6D2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CA0B6D3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CA0B6D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CA0B6D6" w14:textId="3B099A9B" w:rsidR="00AE5C63" w:rsidRPr="00EE26B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EE26B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07475D">
            <w:rPr>
              <w:rFonts w:ascii="Times New Roman" w:hAnsi="Times New Roman"/>
              <w:sz w:val="28"/>
              <w:szCs w:val="28"/>
            </w:rPr>
            <w:t>14 мая 2025 года</w:t>
          </w:r>
        </w:sdtContent>
      </w:sdt>
      <w:r w:rsidRPr="00EE26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7475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07475D" w:rsidRPr="0007475D">
            <w:rPr>
              <w:rFonts w:ascii="Times New Roman" w:hAnsi="Times New Roman"/>
              <w:sz w:val="28"/>
              <w:szCs w:val="28"/>
            </w:rPr>
            <w:t>75</w:t>
          </w:r>
        </w:sdtContent>
      </w:sdt>
    </w:p>
    <w:p w14:paraId="2CA0B6D7" w14:textId="77777777" w:rsidR="00AE5C63" w:rsidRPr="00071C44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71C44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71C44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CA0B6D8" w14:textId="7A4BB92C" w:rsidR="00AE5C63" w:rsidRPr="00EE26B6" w:rsidRDefault="001E4001" w:rsidP="00EE26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26B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617E1">
        <w:rPr>
          <w:rFonts w:ascii="Times New Roman" w:hAnsi="Times New Roman"/>
          <w:b/>
          <w:sz w:val="28"/>
          <w:szCs w:val="28"/>
        </w:rPr>
        <w:t>П</w:t>
      </w:r>
      <w:r w:rsidRPr="00EE26B6">
        <w:rPr>
          <w:rFonts w:ascii="Times New Roman" w:hAnsi="Times New Roman"/>
          <w:b/>
          <w:sz w:val="28"/>
          <w:szCs w:val="28"/>
        </w:rPr>
        <w:t xml:space="preserve">оложения о межведомственной комиссии </w:t>
      </w:r>
      <w:r w:rsidR="0007475D">
        <w:rPr>
          <w:rFonts w:ascii="Times New Roman" w:hAnsi="Times New Roman"/>
          <w:b/>
          <w:sz w:val="28"/>
          <w:szCs w:val="28"/>
        </w:rPr>
        <w:br/>
      </w:r>
      <w:r w:rsidRPr="00EE26B6">
        <w:rPr>
          <w:rFonts w:ascii="Times New Roman" w:hAnsi="Times New Roman"/>
          <w:b/>
          <w:sz w:val="28"/>
          <w:szCs w:val="28"/>
        </w:rPr>
        <w:t>по организации отдыха и занятости детей и молодежи при администрации муниципального образования Ногликский муниципальный округ Сахалинской области</w:t>
      </w:r>
    </w:p>
    <w:p w14:paraId="2CA0B6D9" w14:textId="77777777" w:rsidR="00185FEC" w:rsidRDefault="00185FEC" w:rsidP="00EE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A0B6DA" w14:textId="71545780" w:rsidR="00E609BC" w:rsidRPr="00EE26B6" w:rsidRDefault="0061582A" w:rsidP="00EE26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координации и контроля за выполнением мероприятий, связанных с организацией отдыха и занятости детей </w:t>
      </w:r>
      <w:r w:rsidR="00EE26B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молодежи муниципального образования Ногликский муниципальный округ Сахалинской области, руководствуясь статьей </w:t>
      </w:r>
      <w:r w:rsidR="00647DBF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</w:t>
      </w:r>
      <w:r w:rsidRPr="00EE26B6">
        <w:rPr>
          <w:rFonts w:ascii="Times New Roman" w:hAnsi="Times New Roman"/>
          <w:b/>
          <w:sz w:val="28"/>
          <w:szCs w:val="28"/>
        </w:rPr>
        <w:t>ПОСТАНОВЛЯЮ:</w:t>
      </w:r>
    </w:p>
    <w:p w14:paraId="15C3A36A" w14:textId="7A8D945D" w:rsidR="0061582A" w:rsidRDefault="00EE26B6" w:rsidP="00EE26B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1582A">
        <w:rPr>
          <w:rFonts w:ascii="Times New Roman" w:hAnsi="Times New Roman"/>
          <w:sz w:val="28"/>
          <w:szCs w:val="28"/>
        </w:rPr>
        <w:t>Утвердить Положение о</w:t>
      </w:r>
      <w:r w:rsidR="0061582A" w:rsidRPr="0061582A">
        <w:rPr>
          <w:rFonts w:ascii="Times New Roman" w:hAnsi="Times New Roman"/>
          <w:sz w:val="28"/>
          <w:szCs w:val="28"/>
        </w:rPr>
        <w:t xml:space="preserve"> </w:t>
      </w:r>
      <w:r w:rsidR="0061582A">
        <w:rPr>
          <w:rFonts w:ascii="Times New Roman" w:hAnsi="Times New Roman"/>
          <w:sz w:val="28"/>
          <w:szCs w:val="28"/>
        </w:rPr>
        <w:t>межведомственной комиссии по организации отдыха и занятости детей и молодежи при администрации муниципального образования Ногликский муниципальный округ Сахалинской области</w:t>
      </w:r>
      <w:r w:rsidR="00A65F69">
        <w:rPr>
          <w:rFonts w:ascii="Times New Roman" w:hAnsi="Times New Roman"/>
          <w:sz w:val="28"/>
          <w:szCs w:val="28"/>
        </w:rPr>
        <w:t xml:space="preserve"> (</w:t>
      </w:r>
      <w:r w:rsidR="00651996">
        <w:rPr>
          <w:rFonts w:ascii="Times New Roman" w:hAnsi="Times New Roman"/>
          <w:sz w:val="28"/>
          <w:szCs w:val="28"/>
        </w:rPr>
        <w:t>прилагается</w:t>
      </w:r>
      <w:r w:rsidR="00A65F69">
        <w:rPr>
          <w:rFonts w:ascii="Times New Roman" w:hAnsi="Times New Roman"/>
          <w:sz w:val="28"/>
          <w:szCs w:val="28"/>
        </w:rPr>
        <w:t>).</w:t>
      </w:r>
    </w:p>
    <w:p w14:paraId="41F5F406" w14:textId="58BA2BA8" w:rsidR="00A65F69" w:rsidRDefault="00EE26B6" w:rsidP="00EE26B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65F69">
        <w:rPr>
          <w:rFonts w:ascii="Times New Roman" w:hAnsi="Times New Roman"/>
          <w:sz w:val="28"/>
          <w:szCs w:val="28"/>
        </w:rPr>
        <w:t>Признать утратившим</w:t>
      </w:r>
      <w:r w:rsidR="00647DBF">
        <w:rPr>
          <w:rFonts w:ascii="Times New Roman" w:hAnsi="Times New Roman"/>
          <w:sz w:val="28"/>
          <w:szCs w:val="28"/>
        </w:rPr>
        <w:t>и</w:t>
      </w:r>
      <w:r w:rsidR="00A65F69">
        <w:rPr>
          <w:rFonts w:ascii="Times New Roman" w:hAnsi="Times New Roman"/>
          <w:sz w:val="28"/>
          <w:szCs w:val="28"/>
        </w:rPr>
        <w:t xml:space="preserve"> силу постановления мэра муниципального образования «Городской округ Ногликский»:</w:t>
      </w:r>
    </w:p>
    <w:p w14:paraId="603FB46F" w14:textId="77777777" w:rsidR="00A65F69" w:rsidRDefault="00A65F69" w:rsidP="00EE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65F69">
        <w:rPr>
          <w:rFonts w:ascii="Times New Roman" w:hAnsi="Times New Roman"/>
          <w:sz w:val="28"/>
          <w:szCs w:val="28"/>
        </w:rPr>
        <w:t xml:space="preserve"> от 04.05.2021 № 99 «О межведомственной комиссии по организации отдыха, оздоровления и занятости детей и молодежи при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</w:p>
    <w:p w14:paraId="2A9AB2C2" w14:textId="4F61B5EE" w:rsidR="00A65F69" w:rsidRDefault="00A65F69" w:rsidP="00EE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06.04.2022 № 49 «О внесении изменений в постановление мэра муниципального образования «Городской округ Ногликский» от 04.05.2021 </w:t>
      </w:r>
      <w:r w:rsidR="00EE26B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99;</w:t>
      </w:r>
    </w:p>
    <w:p w14:paraId="78F04166" w14:textId="05053967" w:rsidR="00A65F69" w:rsidRDefault="00A65F69" w:rsidP="00EE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</w:t>
      </w:r>
      <w:r w:rsidR="00B617E1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>2023 № 174</w:t>
      </w:r>
      <w:r w:rsidR="00647D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внесении изменений в постановление мэра муниципального образования «Городской округ Ногликский» от 04.05.2021 </w:t>
      </w:r>
      <w:r w:rsidR="00EE26B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99.</w:t>
      </w:r>
    </w:p>
    <w:p w14:paraId="3E1C44B2" w14:textId="23EE3013" w:rsidR="00A65F69" w:rsidRDefault="00A65F69" w:rsidP="00EE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51996">
        <w:rPr>
          <w:rFonts w:ascii="Times New Roman" w:hAnsi="Times New Roman"/>
          <w:sz w:val="28"/>
          <w:szCs w:val="28"/>
        </w:rPr>
        <w:t>Опубликовать настоящее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="00651996">
        <w:rPr>
          <w:rFonts w:ascii="Times New Roman" w:hAnsi="Times New Roman"/>
          <w:sz w:val="28"/>
          <w:szCs w:val="28"/>
        </w:rPr>
        <w:t xml:space="preserve">в газете «Знамя труда» </w:t>
      </w:r>
      <w:r w:rsidR="00EE26B6">
        <w:rPr>
          <w:rFonts w:ascii="Times New Roman" w:hAnsi="Times New Roman"/>
          <w:sz w:val="28"/>
          <w:szCs w:val="28"/>
        </w:rPr>
        <w:br/>
      </w:r>
      <w:r w:rsidR="00651996">
        <w:rPr>
          <w:rFonts w:ascii="Times New Roman" w:hAnsi="Times New Roman"/>
          <w:sz w:val="28"/>
          <w:szCs w:val="28"/>
        </w:rPr>
        <w:t xml:space="preserve">и разместить </w:t>
      </w:r>
      <w:r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Ногликский </w:t>
      </w:r>
      <w:r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="005273E9">
        <w:rPr>
          <w:rFonts w:ascii="Times New Roman" w:hAnsi="Times New Roman"/>
          <w:sz w:val="28"/>
          <w:szCs w:val="28"/>
        </w:rPr>
        <w:t xml:space="preserve"> в информационно-</w:t>
      </w:r>
      <w:r w:rsidR="005273E9" w:rsidRPr="005273E9">
        <w:rPr>
          <w:rFonts w:ascii="Times New Roman" w:hAnsi="Times New Roman"/>
          <w:sz w:val="28"/>
          <w:szCs w:val="28"/>
        </w:rPr>
        <w:t>телекоммуникационной</w:t>
      </w:r>
      <w:r w:rsidR="005273E9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2CA0B6E2" w14:textId="71D9B632" w:rsidR="008629FA" w:rsidRPr="00D12794" w:rsidRDefault="005273E9" w:rsidP="00EE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</w:t>
      </w:r>
      <w:r w:rsidR="00BD4B2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исполнени</w:t>
      </w:r>
      <w:r w:rsidR="00BD4B28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настоящего постановления возложить на отдел образования Департамента социальной политики администрации муниципального образования Ногликский муниципальный округ Сахалинской области</w:t>
      </w:r>
      <w:r w:rsidR="00651996">
        <w:rPr>
          <w:rFonts w:ascii="Times New Roman" w:hAnsi="Times New Roman"/>
          <w:sz w:val="28"/>
          <w:szCs w:val="28"/>
        </w:rPr>
        <w:t xml:space="preserve"> (Тарханова Е.В.)</w:t>
      </w:r>
      <w:r>
        <w:rPr>
          <w:rFonts w:ascii="Times New Roman" w:hAnsi="Times New Roman"/>
          <w:sz w:val="28"/>
          <w:szCs w:val="28"/>
        </w:rPr>
        <w:t>.</w:t>
      </w:r>
    </w:p>
    <w:p w14:paraId="2CA0B6E3" w14:textId="77777777" w:rsidR="008629FA" w:rsidRDefault="008629FA" w:rsidP="00EE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9677E0" w14:textId="7B42127C" w:rsidR="00EE26B6" w:rsidRDefault="00EE26B6" w:rsidP="00EE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2FA10B" w14:textId="77777777" w:rsidR="00EE26B6" w:rsidRPr="00D12794" w:rsidRDefault="00EE26B6" w:rsidP="00EE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2CA0B6E6" w14:textId="77777777" w:rsidTr="00EB6484">
        <w:tc>
          <w:tcPr>
            <w:tcW w:w="4672" w:type="dxa"/>
          </w:tcPr>
          <w:p w14:paraId="2CA0B6E4" w14:textId="77777777" w:rsidR="007622F4" w:rsidRDefault="007622F4" w:rsidP="00EE26B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2CA0B6E5" w14:textId="77777777" w:rsidR="007622F4" w:rsidRDefault="007622F4" w:rsidP="00EE26B6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2CA0B6EC" w14:textId="77777777" w:rsidR="008629FA" w:rsidRPr="008629FA" w:rsidRDefault="008629FA" w:rsidP="00EE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E26B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0B6F1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CA0B6F2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0B6EF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CA0B6F0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857629"/>
      <w:docPartObj>
        <w:docPartGallery w:val="Page Numbers (Top of Page)"/>
        <w:docPartUnique/>
      </w:docPartObj>
    </w:sdtPr>
    <w:sdtEndPr/>
    <w:sdtContent>
      <w:p w14:paraId="4AA531AC" w14:textId="5B615158" w:rsidR="00EE26B6" w:rsidRDefault="00EE26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C4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3489F"/>
    <w:multiLevelType w:val="hybridMultilevel"/>
    <w:tmpl w:val="3A30A9BA"/>
    <w:lvl w:ilvl="0" w:tplc="AEC2FD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1C44"/>
    <w:rsid w:val="0007475D"/>
    <w:rsid w:val="00081369"/>
    <w:rsid w:val="00185FEC"/>
    <w:rsid w:val="001E1F9F"/>
    <w:rsid w:val="001E4001"/>
    <w:rsid w:val="002E5832"/>
    <w:rsid w:val="00364F8F"/>
    <w:rsid w:val="00381937"/>
    <w:rsid w:val="00520CBF"/>
    <w:rsid w:val="005273E9"/>
    <w:rsid w:val="005364A3"/>
    <w:rsid w:val="0061582A"/>
    <w:rsid w:val="00647DBF"/>
    <w:rsid w:val="00651996"/>
    <w:rsid w:val="0065237D"/>
    <w:rsid w:val="007622F4"/>
    <w:rsid w:val="008276D6"/>
    <w:rsid w:val="008629FA"/>
    <w:rsid w:val="00987DB5"/>
    <w:rsid w:val="00A65F69"/>
    <w:rsid w:val="00AC72C8"/>
    <w:rsid w:val="00AE5C63"/>
    <w:rsid w:val="00B10ED9"/>
    <w:rsid w:val="00B25688"/>
    <w:rsid w:val="00B617E1"/>
    <w:rsid w:val="00B96D4A"/>
    <w:rsid w:val="00BD4B28"/>
    <w:rsid w:val="00C02849"/>
    <w:rsid w:val="00D12794"/>
    <w:rsid w:val="00D67BD8"/>
    <w:rsid w:val="00DF7897"/>
    <w:rsid w:val="00E37B8A"/>
    <w:rsid w:val="00E609BC"/>
    <w:rsid w:val="00EA0EFF"/>
    <w:rsid w:val="00EE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0B6D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1582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74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475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81937"/>
    <w:rsid w:val="003B16D3"/>
    <w:rsid w:val="004B4044"/>
    <w:rsid w:val="0065237D"/>
    <w:rsid w:val="00852E81"/>
    <w:rsid w:val="008C678B"/>
    <w:rsid w:val="00C95804"/>
    <w:rsid w:val="00CF735B"/>
    <w:rsid w:val="00E16771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2025-05-14T01:14:00Z</cp:lastPrinted>
  <dcterms:created xsi:type="dcterms:W3CDTF">2020-04-07T04:54:00Z</dcterms:created>
  <dcterms:modified xsi:type="dcterms:W3CDTF">2025-05-14T01:15:00Z</dcterms:modified>
</cp:coreProperties>
</file>