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0F194C81" w14:textId="77777777" w:rsidTr="00987DB5">
        <w:tc>
          <w:tcPr>
            <w:tcW w:w="9498" w:type="dxa"/>
          </w:tcPr>
          <w:p w14:paraId="0F194C7D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0F194C98" wp14:editId="0F194C99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F194C7E" w14:textId="77777777" w:rsidR="00053BD0" w:rsidRPr="00053BD0" w:rsidRDefault="00EA0EFF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МЭР</w:t>
            </w:r>
            <w:r w:rsidR="00053BD0"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 МУНИЦИПАЛЬНОГО ОБРАЗОВАНИЯ </w:t>
            </w:r>
          </w:p>
          <w:p w14:paraId="0F194C7F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0F194C80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0F194C82" w14:textId="47D67D60" w:rsidR="00AE5C63" w:rsidRPr="00EB6A37" w:rsidRDefault="00AE5C63" w:rsidP="00AE5C63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EB6A37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7B9C25B60CD3406D938350073C2B2D7B"/>
          </w:placeholder>
        </w:sdtPr>
        <w:sdtEndPr/>
        <w:sdtContent>
          <w:r w:rsidR="00BE2E0E">
            <w:rPr>
              <w:rFonts w:ascii="Times New Roman" w:hAnsi="Times New Roman"/>
              <w:sz w:val="28"/>
              <w:szCs w:val="28"/>
            </w:rPr>
            <w:t>03 июня 2024 года</w:t>
          </w:r>
        </w:sdtContent>
      </w:sdt>
      <w:r w:rsidRPr="00EB6A37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lang w:val="en-US"/>
          </w:rPr>
          <w:alias w:val="{RegNumber}"/>
          <w:tag w:val="{RegNumber}"/>
          <w:id w:val="1461379670"/>
          <w:placeholder>
            <w:docPart w:val="C27CA7C5837D4C6997F84EE248ACE465"/>
          </w:placeholder>
        </w:sdtPr>
        <w:sdtEndPr/>
        <w:sdtContent>
          <w:r w:rsidR="00BE2E0E">
            <w:rPr>
              <w:rFonts w:ascii="Times New Roman" w:hAnsi="Times New Roman"/>
              <w:sz w:val="28"/>
              <w:szCs w:val="28"/>
            </w:rPr>
            <w:t>77</w:t>
          </w:r>
        </w:sdtContent>
      </w:sdt>
    </w:p>
    <w:p w14:paraId="0F194C83" w14:textId="77777777" w:rsidR="00AE5C63" w:rsidRPr="00053BD0" w:rsidRDefault="00AE5C63" w:rsidP="00AE5C63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пгт. Ноглики</w:t>
      </w:r>
    </w:p>
    <w:p w14:paraId="0F194C84" w14:textId="3BB9A31F" w:rsidR="00AE5C63" w:rsidRPr="009A4FF4" w:rsidRDefault="00225FC7" w:rsidP="00EB6A37">
      <w:pPr>
        <w:spacing w:after="24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Об утверждении состава Молодёжного Совета </w:t>
      </w:r>
      <w:r w:rsidR="00EB6A37">
        <w:rPr>
          <w:rFonts w:ascii="Times New Roman" w:hAnsi="Times New Roman"/>
          <w:b/>
          <w:sz w:val="28"/>
          <w:szCs w:val="28"/>
        </w:rPr>
        <w:br/>
      </w:r>
      <w:r>
        <w:rPr>
          <w:rFonts w:ascii="Times New Roman" w:hAnsi="Times New Roman"/>
          <w:b/>
          <w:sz w:val="28"/>
          <w:szCs w:val="28"/>
        </w:rPr>
        <w:t xml:space="preserve">при администрации муниципального образования </w:t>
      </w:r>
      <w:r w:rsidR="00EB6A37">
        <w:rPr>
          <w:rFonts w:ascii="Times New Roman" w:hAnsi="Times New Roman"/>
          <w:b/>
          <w:sz w:val="28"/>
          <w:szCs w:val="28"/>
        </w:rPr>
        <w:br/>
      </w:r>
      <w:r>
        <w:rPr>
          <w:rFonts w:ascii="Times New Roman" w:hAnsi="Times New Roman"/>
          <w:b/>
          <w:sz w:val="28"/>
          <w:szCs w:val="28"/>
        </w:rPr>
        <w:t>«Городской округ Ногликский»</w:t>
      </w:r>
    </w:p>
    <w:p w14:paraId="0F194C85" w14:textId="3AD510A2" w:rsidR="00185FEC" w:rsidRPr="00DA3CC0" w:rsidRDefault="00F23350" w:rsidP="00EB6A37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основании Федерального закона от 06.10.2003 </w:t>
      </w:r>
      <w:r w:rsidR="00DA3CC0">
        <w:rPr>
          <w:rFonts w:ascii="Times New Roman" w:hAnsi="Times New Roman"/>
          <w:sz w:val="28"/>
          <w:szCs w:val="28"/>
        </w:rPr>
        <w:t xml:space="preserve">года </w:t>
      </w:r>
      <w:r>
        <w:rPr>
          <w:rFonts w:ascii="Times New Roman" w:hAnsi="Times New Roman"/>
          <w:sz w:val="28"/>
          <w:szCs w:val="28"/>
        </w:rPr>
        <w:t>№ 131</w:t>
      </w:r>
      <w:r w:rsidR="00D22C6B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ФЗ «Об общих принципах организации местного самоуправления в Российской Федерации», в </w:t>
      </w:r>
      <w:r w:rsidR="00225FC7">
        <w:rPr>
          <w:rFonts w:ascii="Times New Roman" w:hAnsi="Times New Roman"/>
          <w:sz w:val="28"/>
          <w:szCs w:val="28"/>
        </w:rPr>
        <w:t xml:space="preserve">соответствии с </w:t>
      </w:r>
      <w:r w:rsidR="00DD1093">
        <w:rPr>
          <w:rFonts w:ascii="Times New Roman" w:hAnsi="Times New Roman"/>
          <w:sz w:val="28"/>
          <w:szCs w:val="28"/>
        </w:rPr>
        <w:t>П</w:t>
      </w:r>
      <w:r w:rsidR="00225FC7">
        <w:rPr>
          <w:rFonts w:ascii="Times New Roman" w:hAnsi="Times New Roman"/>
          <w:sz w:val="28"/>
          <w:szCs w:val="28"/>
        </w:rPr>
        <w:t>оложением</w:t>
      </w:r>
      <w:r>
        <w:rPr>
          <w:rFonts w:ascii="Times New Roman" w:hAnsi="Times New Roman"/>
          <w:sz w:val="28"/>
          <w:szCs w:val="28"/>
        </w:rPr>
        <w:t xml:space="preserve"> </w:t>
      </w:r>
      <w:r w:rsidR="0056400F">
        <w:rPr>
          <w:rFonts w:ascii="Times New Roman" w:hAnsi="Times New Roman"/>
          <w:sz w:val="28"/>
          <w:szCs w:val="28"/>
        </w:rPr>
        <w:t>«О</w:t>
      </w:r>
      <w:r>
        <w:rPr>
          <w:rFonts w:ascii="Times New Roman" w:hAnsi="Times New Roman"/>
          <w:sz w:val="28"/>
          <w:szCs w:val="28"/>
        </w:rPr>
        <w:t xml:space="preserve"> Молодежном Совете </w:t>
      </w:r>
      <w:r w:rsidR="00DA3CC0">
        <w:rPr>
          <w:rFonts w:ascii="Times New Roman" w:hAnsi="Times New Roman"/>
          <w:sz w:val="28"/>
          <w:szCs w:val="28"/>
        </w:rPr>
        <w:t>при администрации муниципального образования «Городской округ Ногликский»,</w:t>
      </w:r>
      <w:r w:rsidR="00C32E7C">
        <w:rPr>
          <w:rFonts w:ascii="Times New Roman" w:hAnsi="Times New Roman"/>
          <w:sz w:val="28"/>
          <w:szCs w:val="28"/>
        </w:rPr>
        <w:t xml:space="preserve"> утвержденн</w:t>
      </w:r>
      <w:r w:rsidR="0028657C">
        <w:rPr>
          <w:rFonts w:ascii="Times New Roman" w:hAnsi="Times New Roman"/>
          <w:sz w:val="28"/>
          <w:szCs w:val="28"/>
        </w:rPr>
        <w:t>ым</w:t>
      </w:r>
      <w:r w:rsidR="00C32E7C">
        <w:rPr>
          <w:rFonts w:ascii="Times New Roman" w:hAnsi="Times New Roman"/>
          <w:sz w:val="28"/>
          <w:szCs w:val="28"/>
        </w:rPr>
        <w:t xml:space="preserve"> постановлением администрации муниципального образования «Городской ок</w:t>
      </w:r>
      <w:bookmarkStart w:id="0" w:name="_GoBack"/>
      <w:bookmarkEnd w:id="0"/>
      <w:r w:rsidR="00C32E7C">
        <w:rPr>
          <w:rFonts w:ascii="Times New Roman" w:hAnsi="Times New Roman"/>
          <w:sz w:val="28"/>
          <w:szCs w:val="28"/>
        </w:rPr>
        <w:t xml:space="preserve">руг Ногликский» от 12.07.2023 </w:t>
      </w:r>
      <w:r w:rsidR="00D22C6B">
        <w:rPr>
          <w:rFonts w:ascii="Times New Roman" w:hAnsi="Times New Roman"/>
          <w:sz w:val="28"/>
          <w:szCs w:val="28"/>
        </w:rPr>
        <w:t>№</w:t>
      </w:r>
      <w:r w:rsidR="00C32E7C">
        <w:rPr>
          <w:rFonts w:ascii="Times New Roman" w:hAnsi="Times New Roman"/>
          <w:sz w:val="28"/>
          <w:szCs w:val="28"/>
        </w:rPr>
        <w:t xml:space="preserve"> 447,</w:t>
      </w:r>
      <w:r w:rsidR="00DA3CC0">
        <w:rPr>
          <w:rFonts w:ascii="Times New Roman" w:hAnsi="Times New Roman"/>
          <w:sz w:val="28"/>
          <w:szCs w:val="28"/>
        </w:rPr>
        <w:t xml:space="preserve"> руководствуясь ст. 28 Устава муниципального образования «Городской округ Ногликский», </w:t>
      </w:r>
      <w:r w:rsidR="00DA3CC0" w:rsidRPr="00DA3CC0">
        <w:rPr>
          <w:rFonts w:ascii="Times New Roman" w:hAnsi="Times New Roman"/>
          <w:b/>
          <w:sz w:val="28"/>
          <w:szCs w:val="28"/>
        </w:rPr>
        <w:t>ПОСТАНОВЛЯЮ:</w:t>
      </w:r>
    </w:p>
    <w:p w14:paraId="0F194C86" w14:textId="0545FD88" w:rsidR="00E609BC" w:rsidRDefault="00DA3CC0" w:rsidP="00D22C6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225FC7">
        <w:rPr>
          <w:rFonts w:ascii="Times New Roman" w:hAnsi="Times New Roman"/>
          <w:sz w:val="28"/>
          <w:szCs w:val="28"/>
        </w:rPr>
        <w:t xml:space="preserve">Утвердить </w:t>
      </w:r>
      <w:r w:rsidR="004116F2">
        <w:rPr>
          <w:rFonts w:ascii="Times New Roman" w:hAnsi="Times New Roman"/>
          <w:sz w:val="28"/>
          <w:szCs w:val="28"/>
        </w:rPr>
        <w:t xml:space="preserve">состав Молодежного Совета при администрации муниципального образования «Городской округ Ногликский» (прилагается). </w:t>
      </w:r>
    </w:p>
    <w:p w14:paraId="176737FB" w14:textId="0AE160CB" w:rsidR="004116F2" w:rsidRDefault="00225FC7" w:rsidP="00D22C6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="009A505B">
        <w:rPr>
          <w:rFonts w:ascii="Times New Roman" w:hAnsi="Times New Roman"/>
          <w:sz w:val="28"/>
          <w:szCs w:val="28"/>
        </w:rPr>
        <w:t xml:space="preserve"> </w:t>
      </w:r>
      <w:r w:rsidR="004116F2" w:rsidRPr="00837A1A">
        <w:rPr>
          <w:rFonts w:ascii="Times New Roman" w:hAnsi="Times New Roman"/>
          <w:sz w:val="28"/>
          <w:szCs w:val="28"/>
        </w:rPr>
        <w:t>Разместить настоящее постановление на официальном сайте муниципального образования «Городской округ Ногликский» в информационно-телекоммуникационной сети «Интернет».</w:t>
      </w:r>
    </w:p>
    <w:p w14:paraId="141663DA" w14:textId="49F0B236" w:rsidR="009A505B" w:rsidRDefault="009A505B" w:rsidP="00D22C6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 w:rsidRPr="009A505B">
        <w:rPr>
          <w:rFonts w:ascii="Times New Roman" w:hAnsi="Times New Roman"/>
          <w:sz w:val="28"/>
          <w:szCs w:val="28"/>
        </w:rPr>
        <w:t>Считать утратившим силу постановление мэра муниципального образования «Городской округ Ногликский» от 24.04.2018 № 68 «Об утверждении состава Молодёжного Совета при администрации муниципального образования «Городской округ Ногликский».</w:t>
      </w:r>
    </w:p>
    <w:p w14:paraId="3F1CECEE" w14:textId="232E7269" w:rsidR="00225FC7" w:rsidRPr="00D12794" w:rsidRDefault="00225FC7" w:rsidP="00D22C6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</w:t>
      </w:r>
      <w:r w:rsidRPr="004B7CB1">
        <w:rPr>
          <w:rFonts w:ascii="Times New Roman" w:eastAsia="Times New Roman" w:hAnsi="Times New Roman"/>
          <w:sz w:val="28"/>
          <w:szCs w:val="28"/>
          <w:lang w:eastAsia="ru-RU"/>
        </w:rPr>
        <w:t>Контроль за исполнением на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стоящего постановления возложить на вице-мэра муниципального образования «Городской округ Ногликский» Русанова Я.С. </w:t>
      </w:r>
    </w:p>
    <w:p w14:paraId="7BCAECDB" w14:textId="09718F1F" w:rsidR="004116F2" w:rsidRDefault="004116F2" w:rsidP="00EB6A3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1F61F234" w14:textId="77777777" w:rsidR="003A5CF4" w:rsidRPr="00D12794" w:rsidRDefault="003A5CF4" w:rsidP="00EB6A3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0F194C91" w14:textId="77777777" w:rsid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0F194C92" w14:textId="5A74F186" w:rsidR="008629FA" w:rsidRP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«Городской округ Ногликский»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С.В.</w:t>
      </w:r>
      <w:r w:rsidR="00DA3CC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Камелин</w:t>
      </w:r>
    </w:p>
    <w:sectPr w:rsidR="008629FA" w:rsidRPr="008629FA" w:rsidSect="00EB6A37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B5F9302" w14:textId="77777777" w:rsidR="00AB4BA4" w:rsidRDefault="00AB4BA4" w:rsidP="00AE5C63">
      <w:pPr>
        <w:spacing w:after="0" w:line="240" w:lineRule="auto"/>
      </w:pPr>
      <w:r>
        <w:separator/>
      </w:r>
    </w:p>
  </w:endnote>
  <w:endnote w:type="continuationSeparator" w:id="0">
    <w:p w14:paraId="730101A7" w14:textId="77777777" w:rsidR="00AB4BA4" w:rsidRDefault="00AB4BA4" w:rsidP="00AE5C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9992A0E" w14:textId="77777777" w:rsidR="00AB4BA4" w:rsidRDefault="00AB4BA4" w:rsidP="00AE5C63">
      <w:pPr>
        <w:spacing w:after="0" w:line="240" w:lineRule="auto"/>
      </w:pPr>
      <w:r>
        <w:separator/>
      </w:r>
    </w:p>
  </w:footnote>
  <w:footnote w:type="continuationSeparator" w:id="0">
    <w:p w14:paraId="15DD72AD" w14:textId="77777777" w:rsidR="00AB4BA4" w:rsidRDefault="00AB4BA4" w:rsidP="00AE5C6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184E68"/>
    <w:rsid w:val="00185FEC"/>
    <w:rsid w:val="001E1F9F"/>
    <w:rsid w:val="00225FC7"/>
    <w:rsid w:val="0028657C"/>
    <w:rsid w:val="002E5832"/>
    <w:rsid w:val="0030458F"/>
    <w:rsid w:val="00364F8F"/>
    <w:rsid w:val="003A5CF4"/>
    <w:rsid w:val="004116F2"/>
    <w:rsid w:val="00520CBF"/>
    <w:rsid w:val="0056400F"/>
    <w:rsid w:val="008629FA"/>
    <w:rsid w:val="00987DB5"/>
    <w:rsid w:val="009A4FF4"/>
    <w:rsid w:val="009A505B"/>
    <w:rsid w:val="00AB4BA4"/>
    <w:rsid w:val="00AC72C8"/>
    <w:rsid w:val="00AE5C63"/>
    <w:rsid w:val="00B10ED9"/>
    <w:rsid w:val="00B24603"/>
    <w:rsid w:val="00B25688"/>
    <w:rsid w:val="00BE2E0E"/>
    <w:rsid w:val="00C02849"/>
    <w:rsid w:val="00C32E7C"/>
    <w:rsid w:val="00CE70BA"/>
    <w:rsid w:val="00D12794"/>
    <w:rsid w:val="00D22C6B"/>
    <w:rsid w:val="00D67BD8"/>
    <w:rsid w:val="00DA3CC0"/>
    <w:rsid w:val="00DD1093"/>
    <w:rsid w:val="00DF7897"/>
    <w:rsid w:val="00E37B8A"/>
    <w:rsid w:val="00E609BC"/>
    <w:rsid w:val="00E92130"/>
    <w:rsid w:val="00EA0EFF"/>
    <w:rsid w:val="00EB6A37"/>
    <w:rsid w:val="00F233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194C7D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AE5C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E5C63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AE5C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E5C63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B9C25B60CD3406D938350073C2B2D7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1A3AA3A-AF73-4BC5-91A4-4866B53219FD}"/>
      </w:docPartPr>
      <w:docPartBody>
        <w:p w:rsidR="00FA268D" w:rsidRDefault="00FA268D" w:rsidP="00FA268D">
          <w:pPr>
            <w:pStyle w:val="7B9C25B60CD3406D938350073C2B2D7B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C27CA7C5837D4C6997F84EE248ACE46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F3CCB9B-CF89-4D8C-B955-189996163608}"/>
      </w:docPartPr>
      <w:docPartBody>
        <w:p w:rsidR="00FA268D" w:rsidRDefault="00FA268D" w:rsidP="00FA268D">
          <w:pPr>
            <w:pStyle w:val="C27CA7C5837D4C6997F84EE248ACE465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4B4044"/>
    <w:rsid w:val="008C678B"/>
    <w:rsid w:val="00A964B9"/>
    <w:rsid w:val="00C95804"/>
    <w:rsid w:val="00CF735B"/>
    <w:rsid w:val="00E92130"/>
    <w:rsid w:val="00FA26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FA268D"/>
    <w:rPr>
      <w:color w:val="808080"/>
    </w:rPr>
  </w:style>
  <w:style w:type="paragraph" w:customStyle="1" w:styleId="7B9C25B60CD3406D938350073C2B2D7B1">
    <w:name w:val="7B9C25B60CD3406D938350073C2B2D7B1"/>
    <w:rsid w:val="00FA268D"/>
    <w:rPr>
      <w:rFonts w:ascii="Calibri" w:eastAsia="Calibri" w:hAnsi="Calibri" w:cs="Times New Roman"/>
      <w:lang w:eastAsia="en-US"/>
    </w:rPr>
  </w:style>
  <w:style w:type="paragraph" w:customStyle="1" w:styleId="C27CA7C5837D4C6997F84EE248ACE4651">
    <w:name w:val="C27CA7C5837D4C6997F84EE248ACE4651"/>
    <w:rsid w:val="00FA268D"/>
    <w:rPr>
      <w:rFonts w:ascii="Calibri" w:eastAsia="Calibri" w:hAnsi="Calibri" w:cs="Times New Roman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102</TotalTime>
  <Pages>1</Pages>
  <Words>224</Words>
  <Characters>1282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Жанна С. Соколова</cp:lastModifiedBy>
  <cp:revision>12</cp:revision>
  <dcterms:created xsi:type="dcterms:W3CDTF">2020-04-07T04:54:00Z</dcterms:created>
  <dcterms:modified xsi:type="dcterms:W3CDTF">2024-06-03T07:04:00Z</dcterms:modified>
</cp:coreProperties>
</file>