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D4CF7D8" w14:textId="77777777" w:rsidTr="00987DB5">
        <w:tc>
          <w:tcPr>
            <w:tcW w:w="9498" w:type="dxa"/>
          </w:tcPr>
          <w:p w14:paraId="5D4CF7D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4CF7EF" wp14:editId="5D4CF7F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4CF7D5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D4CF7D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D4CF7D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D4CF7D9" w14:textId="2BF83EDF" w:rsidR="00AE5C63" w:rsidRPr="008E0A58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0A5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8E0A58" w:rsidRPr="008E0A58">
            <w:rPr>
              <w:rFonts w:ascii="Times New Roman" w:hAnsi="Times New Roman"/>
              <w:sz w:val="28"/>
              <w:szCs w:val="28"/>
            </w:rPr>
            <w:t>22 марта 2023 года</w:t>
          </w:r>
        </w:sdtContent>
      </w:sdt>
      <w:r w:rsidRPr="008E0A5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8E0A58" w:rsidRPr="008E0A58">
            <w:rPr>
              <w:rFonts w:ascii="Times New Roman" w:hAnsi="Times New Roman"/>
              <w:sz w:val="28"/>
              <w:szCs w:val="28"/>
            </w:rPr>
            <w:t>78</w:t>
          </w:r>
        </w:sdtContent>
      </w:sdt>
    </w:p>
    <w:p w14:paraId="5D4CF7DA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D4CF7DC" w14:textId="6F438529" w:rsidR="00185FEC" w:rsidRPr="0033107D" w:rsidRDefault="00AE5C63" w:rsidP="0033107D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107D">
        <w:rPr>
          <w:rFonts w:ascii="Times New Roman" w:hAnsi="Times New Roman"/>
          <w:b/>
          <w:sz w:val="28"/>
          <w:szCs w:val="28"/>
        </w:rPr>
        <w:t xml:space="preserve">Об утверждении Положения о порядке сообщения </w:t>
      </w:r>
      <w:r w:rsidR="0033107D">
        <w:rPr>
          <w:rFonts w:ascii="Times New Roman" w:hAnsi="Times New Roman"/>
          <w:b/>
          <w:sz w:val="28"/>
          <w:szCs w:val="28"/>
        </w:rPr>
        <w:br/>
      </w:r>
      <w:r w:rsidRPr="0033107D">
        <w:rPr>
          <w:rFonts w:ascii="Times New Roman" w:hAnsi="Times New Roman"/>
          <w:b/>
          <w:sz w:val="28"/>
          <w:szCs w:val="28"/>
        </w:rPr>
        <w:t xml:space="preserve">должностными лицами администрации, руководителями органов местного самоуправления специальной компетенции муниципального образования </w:t>
      </w:r>
      <w:r w:rsidR="00D6663F" w:rsidRPr="0033107D">
        <w:rPr>
          <w:rFonts w:ascii="Times New Roman" w:hAnsi="Times New Roman"/>
          <w:b/>
          <w:sz w:val="28"/>
          <w:szCs w:val="28"/>
        </w:rPr>
        <w:t>«</w:t>
      </w:r>
      <w:r w:rsidRPr="0033107D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D6663F" w:rsidRPr="0033107D">
        <w:rPr>
          <w:rFonts w:ascii="Times New Roman" w:hAnsi="Times New Roman"/>
          <w:b/>
          <w:sz w:val="28"/>
          <w:szCs w:val="28"/>
        </w:rPr>
        <w:t>»</w:t>
      </w:r>
      <w:r w:rsidRPr="0033107D">
        <w:rPr>
          <w:rFonts w:ascii="Times New Roman" w:hAnsi="Times New Roman"/>
          <w:b/>
          <w:sz w:val="28"/>
          <w:szCs w:val="28"/>
        </w:rPr>
        <w:t xml:space="preserve"> о получении подарка </w:t>
      </w:r>
      <w:r w:rsidR="0033107D">
        <w:rPr>
          <w:rFonts w:ascii="Times New Roman" w:hAnsi="Times New Roman"/>
          <w:b/>
          <w:sz w:val="28"/>
          <w:szCs w:val="28"/>
        </w:rPr>
        <w:br/>
      </w:r>
      <w:r w:rsidRPr="0033107D">
        <w:rPr>
          <w:rFonts w:ascii="Times New Roman" w:hAnsi="Times New Roman"/>
          <w:b/>
          <w:sz w:val="28"/>
          <w:szCs w:val="28"/>
        </w:rPr>
        <w:t>в связи с протокольными</w:t>
      </w:r>
      <w:r w:rsidR="00D6663F" w:rsidRPr="0033107D">
        <w:rPr>
          <w:rFonts w:ascii="Times New Roman" w:hAnsi="Times New Roman"/>
          <w:b/>
          <w:sz w:val="28"/>
          <w:szCs w:val="28"/>
        </w:rPr>
        <w:t xml:space="preserve"> мероприятиями, служебными командировками и другими официальными мероприятиями, участие</w:t>
      </w:r>
      <w:r w:rsidR="0033107D">
        <w:rPr>
          <w:rFonts w:ascii="Times New Roman" w:hAnsi="Times New Roman"/>
          <w:b/>
          <w:sz w:val="28"/>
          <w:szCs w:val="28"/>
        </w:rPr>
        <w:br/>
      </w:r>
      <w:r w:rsidR="00D6663F" w:rsidRPr="0033107D">
        <w:rPr>
          <w:rFonts w:ascii="Times New Roman" w:hAnsi="Times New Roman"/>
          <w:b/>
          <w:sz w:val="28"/>
          <w:szCs w:val="28"/>
        </w:rPr>
        <w:t xml:space="preserve"> в которых связано с исполнением ими служебных (должностных) обязанностей, сдачи и оценки подарка, реализации (выкупа) </w:t>
      </w:r>
      <w:r w:rsidR="0033107D">
        <w:rPr>
          <w:rFonts w:ascii="Times New Roman" w:hAnsi="Times New Roman"/>
          <w:b/>
          <w:sz w:val="28"/>
          <w:szCs w:val="28"/>
        </w:rPr>
        <w:br/>
      </w:r>
      <w:r w:rsidR="00D6663F" w:rsidRPr="0033107D">
        <w:rPr>
          <w:rFonts w:ascii="Times New Roman" w:hAnsi="Times New Roman"/>
          <w:b/>
          <w:sz w:val="28"/>
          <w:szCs w:val="28"/>
        </w:rPr>
        <w:t>и зачисления средств, вырученных от его реализации</w:t>
      </w:r>
    </w:p>
    <w:p w14:paraId="55A6924E" w14:textId="48AF7223" w:rsidR="00502EFD" w:rsidRDefault="00502EFD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В соответствии с п. 6 Постановления </w:t>
      </w:r>
      <w:r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Правительства Р</w:t>
      </w:r>
      <w:r w:rsidR="0033107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оссийской </w:t>
      </w:r>
      <w:r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Ф</w:t>
      </w:r>
      <w:r w:rsidR="0033107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едерации</w:t>
      </w:r>
      <w:r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 от 09.01.2014 </w:t>
      </w: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№</w:t>
      </w:r>
      <w:r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 10</w:t>
      </w:r>
      <w:r w:rsidR="000314CE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 «</w:t>
      </w:r>
      <w:r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</w:t>
      </w:r>
      <w:r w:rsidR="000314CE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в, вырученных от его реализации», в</w:t>
      </w: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 целях предупреждения нарушений коррупционного законодательства</w:t>
      </w:r>
      <w:r w:rsidR="000314CE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33107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br/>
      </w:r>
      <w:r w:rsidR="000314CE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в исполнительных органах местного самоуправления муниципального образования «Городской округ Ногликский»</w:t>
      </w: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,</w:t>
      </w:r>
      <w:r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 руководствуясь ст. 28 Устава муниципального образования «Городской округ</w:t>
      </w: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 Ногликский», </w:t>
      </w:r>
      <w:r w:rsidRPr="0033107D">
        <w:rPr>
          <w:rFonts w:ascii="Times New Roman" w:eastAsia="Times New Roman" w:hAnsi="Times New Roman"/>
          <w:b/>
          <w:color w:val="332E2D"/>
          <w:spacing w:val="2"/>
          <w:sz w:val="28"/>
          <w:szCs w:val="28"/>
          <w:lang w:eastAsia="ru-RU"/>
        </w:rPr>
        <w:t>ПОСТАНОВЛЯЮ:</w:t>
      </w:r>
    </w:p>
    <w:p w14:paraId="7AEEBA7D" w14:textId="0DBA7884" w:rsidR="00E17A77" w:rsidRDefault="00502EFD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1. </w:t>
      </w:r>
      <w:r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Утвердить Положение о </w:t>
      </w:r>
      <w:r w:rsidR="000314CE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порядке сообщения </w:t>
      </w:r>
      <w:r w:rsidR="000314CE" w:rsidRPr="000314CE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</w:t>
      </w:r>
      <w:r w:rsidR="0033107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br/>
      </w:r>
      <w:r w:rsidR="000314CE" w:rsidRPr="000314CE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и зачислении средств, вырученных от его реализации </w:t>
      </w:r>
      <w:r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(прилаг</w:t>
      </w:r>
      <w:r w:rsidR="000314CE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ается).</w:t>
      </w:r>
    </w:p>
    <w:p w14:paraId="2F05303F" w14:textId="4527F591" w:rsidR="00E17A77" w:rsidRDefault="00E17A77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2. Признать утратившими силу постановления мэра муниципального образования «Городской округ Ногликский»:</w:t>
      </w:r>
    </w:p>
    <w:p w14:paraId="29048389" w14:textId="79F396B8" w:rsidR="00E17A77" w:rsidRDefault="00E17A77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lastRenderedPageBreak/>
        <w:t xml:space="preserve">- от 13.05.2015 № 168 «Об утверждении </w:t>
      </w:r>
      <w:r w:rsidRPr="00E17A77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Положения о порядке сообщения должностными лицами администрации муниципального образования </w:t>
      </w: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«Городской округ Ногликский»</w:t>
      </w:r>
      <w:r w:rsidRPr="00E17A77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, руководителями органов местн</w:t>
      </w: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ого самоуправления специальной </w:t>
      </w:r>
      <w:r w:rsidRPr="00E17A77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компетенции муниципального образования «Городской округ Ногликский», о получ</w:t>
      </w:r>
      <w:r w:rsidR="006273C3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ении подарка в связи с </w:t>
      </w:r>
      <w:r w:rsidRPr="00E17A77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их должностным положение</w:t>
      </w:r>
      <w:r w:rsidR="006273C3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м или исполнением ими служебных </w:t>
      </w:r>
      <w:r w:rsidRPr="00E17A77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(должностных) обязанностей, сдачи и оценки подарка, реализации (выкупа) и зачисления средств, вырученных от его реализации</w:t>
      </w: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;</w:t>
      </w:r>
    </w:p>
    <w:p w14:paraId="7B8A122E" w14:textId="5448B4C6" w:rsidR="00E17A77" w:rsidRDefault="00E17A77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- от 24.11.2015 № 396 «О внесении изменений в постановление мэра </w:t>
      </w:r>
      <w:r w:rsidRPr="00E17A77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муниципального образования «Городской округ Ногликский» от 13.05.2015 № 168</w:t>
      </w: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»;</w:t>
      </w:r>
    </w:p>
    <w:p w14:paraId="05FE7686" w14:textId="6E85EA5B" w:rsidR="00E17A77" w:rsidRDefault="00E17A77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- от 12.07.2016 № 237 </w:t>
      </w:r>
      <w:r w:rsidRPr="00E17A77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«О внесении изменений в постановление мэра муниципального образования «Городской округ Ногликский» от 13.05.2015 № 168»;</w:t>
      </w:r>
    </w:p>
    <w:p w14:paraId="75189B07" w14:textId="7AF51F53" w:rsidR="00E17A77" w:rsidRDefault="00E17A77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- от 03.02.2020 № 16 </w:t>
      </w:r>
      <w:r w:rsidRPr="00E17A77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«О внесении изменений в постановление мэра муниципального образования «Городской округ Ногликский» от 13.05.2015 № 168»</w:t>
      </w: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.</w:t>
      </w:r>
    </w:p>
    <w:p w14:paraId="726D973A" w14:textId="57837BA2" w:rsidR="00E17A77" w:rsidRDefault="00E17A77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3</w:t>
      </w:r>
      <w:r w:rsidR="00502EFD"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. Опубликовать настоящее постановление в газете «Знамя труда» </w:t>
      </w:r>
      <w:r w:rsidR="0033107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br/>
      </w:r>
      <w:r w:rsidR="00502EFD"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и разместить на официальном сайте муниципального образования «Городской о</w:t>
      </w:r>
      <w:r w:rsidR="008E0A58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круг Ногликский» в информационно - телекоммуникационной сети</w:t>
      </w:r>
      <w:r w:rsidR="00502EFD"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 </w:t>
      </w:r>
      <w:r w:rsidR="008E0A58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И</w:t>
      </w:r>
      <w:r w:rsidR="00502EFD"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нтернет</w:t>
      </w:r>
      <w:r w:rsidR="008E0A58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»</w:t>
      </w:r>
      <w:r w:rsidR="00502EFD"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.</w:t>
      </w:r>
    </w:p>
    <w:p w14:paraId="267C6C9E" w14:textId="1C06936B" w:rsidR="00E17A77" w:rsidRDefault="00AD240C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4</w:t>
      </w:r>
      <w:r w:rsidR="00E17A77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33107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br/>
      </w:r>
      <w:r w:rsidR="00E17A77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на управляющую делами администрации муниципального образования Городской округ Ногликский» Фомину А.С.</w:t>
      </w:r>
    </w:p>
    <w:p w14:paraId="10E9FF97" w14:textId="77777777" w:rsidR="006273C3" w:rsidRDefault="006273C3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</w:p>
    <w:p w14:paraId="6B5876FD" w14:textId="77777777" w:rsidR="0033107D" w:rsidRDefault="0033107D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</w:p>
    <w:p w14:paraId="2BC51EF5" w14:textId="77777777" w:rsidR="0033107D" w:rsidRDefault="0033107D" w:rsidP="00E17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</w:p>
    <w:p w14:paraId="10FF2B0C" w14:textId="3BD9C0C5" w:rsidR="00E17A77" w:rsidRDefault="00502EFD" w:rsidP="0033107D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r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>Мэр муниципального образования</w:t>
      </w:r>
    </w:p>
    <w:p w14:paraId="7CA58996" w14:textId="0738F46A" w:rsidR="00502EFD" w:rsidRPr="00502EFD" w:rsidRDefault="00502EFD" w:rsidP="00E17A77">
      <w:pPr>
        <w:spacing w:before="30" w:after="240" w:line="240" w:lineRule="auto"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  <w:r w:rsidRPr="00502EFD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«Городской округ Ногликский» </w:t>
      </w:r>
      <w:r w:rsidR="00E17A77"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  <w:t xml:space="preserve">                                                      С.В. Камелин</w:t>
      </w:r>
    </w:p>
    <w:sectPr w:rsidR="00502EFD" w:rsidRPr="00502EFD" w:rsidSect="008E0A58">
      <w:headerReference w:type="default" r:id="rId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CF7F3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D4CF7F4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CF7F1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D4CF7F2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0937577"/>
      <w:docPartObj>
        <w:docPartGallery w:val="Page Numbers (Top of Page)"/>
        <w:docPartUnique/>
      </w:docPartObj>
    </w:sdtPr>
    <w:sdtEndPr/>
    <w:sdtContent>
      <w:p w14:paraId="08347EC3" w14:textId="68A9874D" w:rsidR="0033107D" w:rsidRDefault="003310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A58">
          <w:rPr>
            <w:noProof/>
          </w:rPr>
          <w:t>2</w:t>
        </w:r>
        <w:r>
          <w:fldChar w:fldCharType="end"/>
        </w:r>
      </w:p>
    </w:sdtContent>
  </w:sdt>
  <w:p w14:paraId="43263137" w14:textId="77777777" w:rsidR="0033107D" w:rsidRDefault="003310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14CE"/>
    <w:rsid w:val="00053BD0"/>
    <w:rsid w:val="00185FEC"/>
    <w:rsid w:val="001E1F9F"/>
    <w:rsid w:val="00251D96"/>
    <w:rsid w:val="002E5832"/>
    <w:rsid w:val="0033107D"/>
    <w:rsid w:val="00364F8F"/>
    <w:rsid w:val="003F2FFF"/>
    <w:rsid w:val="00487FD4"/>
    <w:rsid w:val="004E2BD4"/>
    <w:rsid w:val="004E3649"/>
    <w:rsid w:val="00502EFD"/>
    <w:rsid w:val="00520CBF"/>
    <w:rsid w:val="006273C3"/>
    <w:rsid w:val="00693A93"/>
    <w:rsid w:val="006D230A"/>
    <w:rsid w:val="007460CB"/>
    <w:rsid w:val="00752D24"/>
    <w:rsid w:val="008629FA"/>
    <w:rsid w:val="008E0A58"/>
    <w:rsid w:val="009265E1"/>
    <w:rsid w:val="00987DB5"/>
    <w:rsid w:val="00AC72C8"/>
    <w:rsid w:val="00AD240C"/>
    <w:rsid w:val="00AE5C63"/>
    <w:rsid w:val="00B10ED9"/>
    <w:rsid w:val="00B25688"/>
    <w:rsid w:val="00B97A30"/>
    <w:rsid w:val="00C02849"/>
    <w:rsid w:val="00C61BA2"/>
    <w:rsid w:val="00CB429D"/>
    <w:rsid w:val="00D12794"/>
    <w:rsid w:val="00D6663F"/>
    <w:rsid w:val="00D67BD8"/>
    <w:rsid w:val="00DF7897"/>
    <w:rsid w:val="00E17A77"/>
    <w:rsid w:val="00E37B8A"/>
    <w:rsid w:val="00E43E52"/>
    <w:rsid w:val="00E609BC"/>
    <w:rsid w:val="00EA0EFF"/>
    <w:rsid w:val="00F57986"/>
    <w:rsid w:val="00FE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CF7D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E17A7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17A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9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504793" w:rsidRDefault="00504793" w:rsidP="00504793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504793" w:rsidRDefault="00504793" w:rsidP="00504793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504793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4793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504793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504793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193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11</cp:revision>
  <dcterms:created xsi:type="dcterms:W3CDTF">2020-04-07T04:54:00Z</dcterms:created>
  <dcterms:modified xsi:type="dcterms:W3CDTF">2023-03-23T09:12:00Z</dcterms:modified>
</cp:coreProperties>
</file>