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D7394B7" w14:textId="77777777" w:rsidTr="00987DB5">
        <w:tc>
          <w:tcPr>
            <w:tcW w:w="9498" w:type="dxa"/>
          </w:tcPr>
          <w:p w14:paraId="3D7394B2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D7394CF" wp14:editId="3D7394D0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394B3" w14:textId="2593F086" w:rsidR="008276D6" w:rsidRPr="008276D6" w:rsidRDefault="00BB4454" w:rsidP="008276D6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8276D6"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D7394B4" w14:textId="77777777" w:rsidR="008276D6" w:rsidRPr="008276D6" w:rsidRDefault="008276D6" w:rsidP="008276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 МУНИЦИПАЛЬНЫЙ ОКРУГ</w:t>
            </w:r>
          </w:p>
          <w:p w14:paraId="3D7394B5" w14:textId="77777777" w:rsidR="00053BD0" w:rsidRPr="00053BD0" w:rsidRDefault="008276D6" w:rsidP="008276D6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8276D6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3D7394B6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D7394B8" w14:textId="3F9057E3" w:rsidR="00AE5C63" w:rsidRPr="00901FC3" w:rsidRDefault="00AE5C63" w:rsidP="00901FC3">
      <w:pPr>
        <w:tabs>
          <w:tab w:val="left" w:pos="2127"/>
        </w:tabs>
        <w:spacing w:before="36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01FC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901FC3" w:rsidRPr="00901FC3">
            <w:rPr>
              <w:rFonts w:ascii="Times New Roman" w:hAnsi="Times New Roman"/>
              <w:sz w:val="28"/>
              <w:szCs w:val="28"/>
            </w:rPr>
            <w:t>2</w:t>
          </w:r>
          <w:r w:rsidR="00901FC3">
            <w:rPr>
              <w:rFonts w:ascii="Times New Roman" w:hAnsi="Times New Roman"/>
              <w:sz w:val="28"/>
              <w:szCs w:val="28"/>
            </w:rPr>
            <w:t>2</w:t>
          </w:r>
          <w:r w:rsidR="00901FC3" w:rsidRPr="00901FC3">
            <w:rPr>
              <w:rFonts w:ascii="Times New Roman" w:hAnsi="Times New Roman"/>
              <w:sz w:val="28"/>
              <w:szCs w:val="28"/>
            </w:rPr>
            <w:t xml:space="preserve"> мая 2025 года</w:t>
          </w:r>
        </w:sdtContent>
      </w:sdt>
      <w:r w:rsidRPr="00901FC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901FC3" w:rsidRPr="00901FC3">
            <w:rPr>
              <w:rFonts w:ascii="Times New Roman" w:hAnsi="Times New Roman"/>
              <w:sz w:val="28"/>
              <w:szCs w:val="28"/>
            </w:rPr>
            <w:t>80</w:t>
          </w:r>
        </w:sdtContent>
      </w:sdt>
    </w:p>
    <w:p w14:paraId="3D7394B9" w14:textId="77777777" w:rsidR="00AE5C63" w:rsidRPr="00053BD0" w:rsidRDefault="00AE5C63" w:rsidP="00901FC3">
      <w:pPr>
        <w:tabs>
          <w:tab w:val="left" w:pos="2835"/>
        </w:tabs>
        <w:spacing w:before="480" w:after="36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D7394BA" w14:textId="17EB4E26" w:rsidR="00AE5C63" w:rsidRPr="00ED58EE" w:rsidRDefault="001E4001" w:rsidP="00AC323D">
      <w:pPr>
        <w:spacing w:after="18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D58EE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о добровольной пожарной </w:t>
      </w:r>
      <w:r w:rsidR="005C07B4" w:rsidRPr="00ED58EE">
        <w:rPr>
          <w:rFonts w:ascii="Times New Roman" w:hAnsi="Times New Roman"/>
          <w:b/>
          <w:bCs/>
          <w:sz w:val="28"/>
          <w:szCs w:val="28"/>
        </w:rPr>
        <w:t xml:space="preserve">охране </w:t>
      </w:r>
      <w:r w:rsidR="00AC323D">
        <w:rPr>
          <w:rFonts w:ascii="Times New Roman" w:hAnsi="Times New Roman"/>
          <w:b/>
          <w:bCs/>
          <w:sz w:val="28"/>
          <w:szCs w:val="28"/>
        </w:rPr>
        <w:br/>
      </w:r>
      <w:r w:rsidR="005C07B4" w:rsidRPr="00ED58EE">
        <w:rPr>
          <w:rFonts w:ascii="Times New Roman" w:hAnsi="Times New Roman"/>
          <w:b/>
          <w:bCs/>
          <w:sz w:val="28"/>
          <w:szCs w:val="28"/>
        </w:rPr>
        <w:t>на</w:t>
      </w:r>
      <w:r w:rsidRPr="00ED58EE">
        <w:rPr>
          <w:rFonts w:ascii="Times New Roman" w:hAnsi="Times New Roman"/>
          <w:b/>
          <w:bCs/>
          <w:sz w:val="28"/>
          <w:szCs w:val="28"/>
        </w:rPr>
        <w:t xml:space="preserve"> территории муниципального </w:t>
      </w:r>
      <w:r w:rsidR="005C07B4" w:rsidRPr="00ED58EE">
        <w:rPr>
          <w:rFonts w:ascii="Times New Roman" w:hAnsi="Times New Roman"/>
          <w:b/>
          <w:bCs/>
          <w:sz w:val="28"/>
          <w:szCs w:val="28"/>
        </w:rPr>
        <w:t xml:space="preserve">образования </w:t>
      </w:r>
      <w:r w:rsidR="00AC323D">
        <w:rPr>
          <w:rFonts w:ascii="Times New Roman" w:hAnsi="Times New Roman"/>
          <w:b/>
          <w:bCs/>
          <w:sz w:val="28"/>
          <w:szCs w:val="28"/>
        </w:rPr>
        <w:br/>
      </w:r>
      <w:r w:rsidR="005C07B4" w:rsidRPr="00ED58EE">
        <w:rPr>
          <w:rFonts w:ascii="Times New Roman" w:hAnsi="Times New Roman"/>
          <w:b/>
          <w:bCs/>
          <w:sz w:val="28"/>
          <w:szCs w:val="28"/>
        </w:rPr>
        <w:t>Ногликский</w:t>
      </w:r>
      <w:r w:rsidRPr="00ED58EE">
        <w:rPr>
          <w:rFonts w:ascii="Times New Roman" w:hAnsi="Times New Roman"/>
          <w:b/>
          <w:bCs/>
          <w:sz w:val="28"/>
          <w:szCs w:val="28"/>
        </w:rPr>
        <w:t xml:space="preserve"> муниципальный округ Сахалинской области</w:t>
      </w:r>
    </w:p>
    <w:p w14:paraId="4D36CE3A" w14:textId="3CB80B2D" w:rsidR="00ED58EE" w:rsidRPr="00AC323D" w:rsidRDefault="00ED58EE" w:rsidP="00C733DD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D58EE">
        <w:rPr>
          <w:rFonts w:ascii="Times New Roman" w:hAnsi="Times New Roman"/>
          <w:sz w:val="28"/>
          <w:szCs w:val="28"/>
        </w:rPr>
        <w:t xml:space="preserve">В соответствии со статьей 16 Федерального закона от 06.10.2003 </w:t>
      </w:r>
      <w:r w:rsidR="00B53961">
        <w:rPr>
          <w:rFonts w:ascii="Times New Roman" w:hAnsi="Times New Roman"/>
          <w:sz w:val="28"/>
          <w:szCs w:val="28"/>
        </w:rPr>
        <w:br/>
      </w:r>
      <w:r w:rsidRPr="00ED58EE">
        <w:rPr>
          <w:rFonts w:ascii="Times New Roman" w:hAnsi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AC323D">
        <w:rPr>
          <w:rFonts w:ascii="Times New Roman" w:hAnsi="Times New Roman"/>
          <w:sz w:val="28"/>
          <w:szCs w:val="28"/>
        </w:rPr>
        <w:br/>
      </w:r>
      <w:r w:rsidRPr="00ED58EE">
        <w:rPr>
          <w:rFonts w:ascii="Times New Roman" w:hAnsi="Times New Roman"/>
          <w:sz w:val="28"/>
          <w:szCs w:val="28"/>
        </w:rPr>
        <w:t xml:space="preserve">в Российской Федерации», Федеральным законом от 21.12.1994 № 69-ФЗ </w:t>
      </w:r>
      <w:r w:rsidR="00AC323D">
        <w:rPr>
          <w:rFonts w:ascii="Times New Roman" w:hAnsi="Times New Roman"/>
          <w:sz w:val="28"/>
          <w:szCs w:val="28"/>
        </w:rPr>
        <w:br/>
      </w:r>
      <w:r w:rsidRPr="00ED58EE">
        <w:rPr>
          <w:rFonts w:ascii="Times New Roman" w:hAnsi="Times New Roman"/>
          <w:sz w:val="28"/>
          <w:szCs w:val="28"/>
        </w:rPr>
        <w:t xml:space="preserve">«О пожарной безопасности», Федеральным законом от 06.05.2011 № 100-ФЗ «О добровольной пожарной охране», в целях обеспечения первичных мер пожарной безопасности на территории муниципального образования Ногликский муниципальный округ Сахалинской области, руководствуясь </w:t>
      </w:r>
      <w:r w:rsidR="00AC323D">
        <w:rPr>
          <w:rFonts w:ascii="Times New Roman" w:hAnsi="Times New Roman"/>
          <w:sz w:val="28"/>
          <w:szCs w:val="28"/>
        </w:rPr>
        <w:br/>
      </w:r>
      <w:r w:rsidR="005C07B4">
        <w:rPr>
          <w:rFonts w:ascii="Times New Roman" w:hAnsi="Times New Roman"/>
          <w:sz w:val="28"/>
          <w:szCs w:val="28"/>
        </w:rPr>
        <w:t xml:space="preserve">ст. </w:t>
      </w:r>
      <w:r w:rsidR="00BB4454">
        <w:rPr>
          <w:rFonts w:ascii="Times New Roman" w:hAnsi="Times New Roman"/>
          <w:sz w:val="28"/>
          <w:szCs w:val="28"/>
        </w:rPr>
        <w:t>28</w:t>
      </w:r>
      <w:r w:rsidRPr="00ED58EE">
        <w:rPr>
          <w:rFonts w:ascii="Times New Roman" w:hAnsi="Times New Roman"/>
          <w:sz w:val="28"/>
          <w:szCs w:val="28"/>
        </w:rPr>
        <w:t xml:space="preserve"> Устава муниципального образования Ногликский муниципальный округ Сахалинской области, </w:t>
      </w:r>
      <w:r w:rsidRPr="00AC323D">
        <w:rPr>
          <w:rFonts w:ascii="Times New Roman" w:hAnsi="Times New Roman"/>
          <w:b/>
          <w:sz w:val="28"/>
          <w:szCs w:val="28"/>
        </w:rPr>
        <w:t>ПОСТАНОВЛЯ</w:t>
      </w:r>
      <w:r w:rsidR="00BB4454">
        <w:rPr>
          <w:rFonts w:ascii="Times New Roman" w:hAnsi="Times New Roman"/>
          <w:b/>
          <w:sz w:val="28"/>
          <w:szCs w:val="28"/>
        </w:rPr>
        <w:t>Ю</w:t>
      </w:r>
      <w:r w:rsidRPr="00AC323D">
        <w:rPr>
          <w:rFonts w:ascii="Times New Roman" w:hAnsi="Times New Roman"/>
          <w:b/>
          <w:sz w:val="28"/>
          <w:szCs w:val="28"/>
        </w:rPr>
        <w:t>:</w:t>
      </w:r>
    </w:p>
    <w:p w14:paraId="4A9257FE" w14:textId="2D5F0E89" w:rsidR="00ED58EE" w:rsidRPr="00ED58EE" w:rsidRDefault="00ED58EE" w:rsidP="00C733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EE">
        <w:rPr>
          <w:rFonts w:ascii="Times New Roman" w:hAnsi="Times New Roman"/>
          <w:sz w:val="28"/>
          <w:szCs w:val="28"/>
        </w:rPr>
        <w:t>1. Утвердить Положение о добр</w:t>
      </w:r>
      <w:r w:rsidR="005C07B4">
        <w:rPr>
          <w:rFonts w:ascii="Times New Roman" w:hAnsi="Times New Roman"/>
          <w:sz w:val="28"/>
          <w:szCs w:val="28"/>
        </w:rPr>
        <w:t xml:space="preserve">овольной пожарной охране </w:t>
      </w:r>
      <w:r w:rsidR="00AC323D">
        <w:rPr>
          <w:rFonts w:ascii="Times New Roman" w:hAnsi="Times New Roman"/>
          <w:sz w:val="28"/>
          <w:szCs w:val="28"/>
        </w:rPr>
        <w:br/>
      </w:r>
      <w:r w:rsidR="005C07B4">
        <w:rPr>
          <w:rFonts w:ascii="Times New Roman" w:hAnsi="Times New Roman"/>
          <w:sz w:val="28"/>
          <w:szCs w:val="28"/>
        </w:rPr>
        <w:t>на тер</w:t>
      </w:r>
      <w:r w:rsidRPr="00ED58EE">
        <w:rPr>
          <w:rFonts w:ascii="Times New Roman" w:hAnsi="Times New Roman"/>
          <w:sz w:val="28"/>
          <w:szCs w:val="28"/>
        </w:rPr>
        <w:t>ритории муниципального образования Ногликский муниципальный округ Сахалинской области (прилагается).</w:t>
      </w:r>
    </w:p>
    <w:p w14:paraId="6B468BB4" w14:textId="5F3A2EFF" w:rsidR="00ED58EE" w:rsidRPr="00ED58EE" w:rsidRDefault="00ED58EE" w:rsidP="00C733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EE">
        <w:rPr>
          <w:rFonts w:ascii="Times New Roman" w:hAnsi="Times New Roman"/>
          <w:sz w:val="28"/>
          <w:szCs w:val="28"/>
        </w:rPr>
        <w:t xml:space="preserve">2. Рекомендовать руководителям </w:t>
      </w:r>
      <w:r w:rsidR="00AD68CF">
        <w:rPr>
          <w:rFonts w:ascii="Times New Roman" w:hAnsi="Times New Roman"/>
          <w:sz w:val="28"/>
          <w:szCs w:val="28"/>
        </w:rPr>
        <w:t xml:space="preserve">предприятий, организаций </w:t>
      </w:r>
      <w:r w:rsidR="00AC323D">
        <w:rPr>
          <w:rFonts w:ascii="Times New Roman" w:hAnsi="Times New Roman"/>
          <w:sz w:val="28"/>
          <w:szCs w:val="28"/>
        </w:rPr>
        <w:br/>
      </w:r>
      <w:r w:rsidR="00AD68CF">
        <w:rPr>
          <w:rFonts w:ascii="Times New Roman" w:hAnsi="Times New Roman"/>
          <w:sz w:val="28"/>
          <w:szCs w:val="28"/>
        </w:rPr>
        <w:t>и учре</w:t>
      </w:r>
      <w:r w:rsidRPr="00ED58EE">
        <w:rPr>
          <w:rFonts w:ascii="Times New Roman" w:hAnsi="Times New Roman"/>
          <w:sz w:val="28"/>
          <w:szCs w:val="28"/>
        </w:rPr>
        <w:t>ждений создать</w:t>
      </w:r>
      <w:r w:rsidR="00AC323D">
        <w:rPr>
          <w:rFonts w:ascii="Times New Roman" w:hAnsi="Times New Roman"/>
          <w:sz w:val="28"/>
          <w:szCs w:val="28"/>
        </w:rPr>
        <w:t xml:space="preserve"> добровольные пожарные дружины.</w:t>
      </w:r>
    </w:p>
    <w:p w14:paraId="6A50E02B" w14:textId="180F0464" w:rsidR="00ED58EE" w:rsidRPr="00ED58EE" w:rsidRDefault="00BB4454" w:rsidP="00C733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D58EE" w:rsidRPr="00ED58EE">
        <w:rPr>
          <w:rFonts w:ascii="Times New Roman" w:hAnsi="Times New Roman"/>
          <w:sz w:val="28"/>
          <w:szCs w:val="28"/>
        </w:rPr>
        <w:t xml:space="preserve">. Настоящее постановление опубликовать в газете «Знамя труда» </w:t>
      </w:r>
      <w:r w:rsidR="00AC323D">
        <w:rPr>
          <w:rFonts w:ascii="Times New Roman" w:hAnsi="Times New Roman"/>
          <w:sz w:val="28"/>
          <w:szCs w:val="28"/>
        </w:rPr>
        <w:br/>
      </w:r>
      <w:r w:rsidR="00ED58EE" w:rsidRPr="00ED58EE">
        <w:rPr>
          <w:rFonts w:ascii="Times New Roman" w:hAnsi="Times New Roman"/>
          <w:sz w:val="28"/>
          <w:szCs w:val="28"/>
        </w:rPr>
        <w:t>и разместить на официальном сайте муниципального образования Ногликский муниципальный округ Сахалинской области в</w:t>
      </w:r>
      <w:r w:rsidR="00B53961">
        <w:rPr>
          <w:rFonts w:ascii="Times New Roman" w:hAnsi="Times New Roman"/>
          <w:sz w:val="28"/>
          <w:szCs w:val="28"/>
        </w:rPr>
        <w:t xml:space="preserve"> информационно-телекоммуникационной</w:t>
      </w:r>
      <w:r w:rsidR="00ED58EE" w:rsidRPr="00ED58EE">
        <w:rPr>
          <w:rFonts w:ascii="Times New Roman" w:hAnsi="Times New Roman"/>
          <w:sz w:val="28"/>
          <w:szCs w:val="28"/>
        </w:rPr>
        <w:t xml:space="preserve"> сети «Интернет».</w:t>
      </w:r>
    </w:p>
    <w:p w14:paraId="0EFA0011" w14:textId="1D992F31" w:rsidR="00901FC3" w:rsidRDefault="00BB4454" w:rsidP="008670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D58EE" w:rsidRPr="00ED58EE">
        <w:rPr>
          <w:rFonts w:ascii="Times New Roman" w:hAnsi="Times New Roman"/>
          <w:sz w:val="28"/>
          <w:szCs w:val="28"/>
        </w:rPr>
        <w:t xml:space="preserve">. </w:t>
      </w:r>
      <w:r w:rsidR="0086708B" w:rsidRPr="0086708B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первого вице-мэра </w:t>
      </w:r>
      <w:bookmarkStart w:id="0" w:name="_GoBack"/>
      <w:bookmarkEnd w:id="0"/>
      <w:r w:rsidR="0086708B" w:rsidRPr="0086708B">
        <w:rPr>
          <w:rFonts w:ascii="Times New Roman" w:hAnsi="Times New Roman"/>
          <w:sz w:val="28"/>
          <w:szCs w:val="28"/>
        </w:rPr>
        <w:t>муниципального образования Ногликский муниципальный округ Сахалинской области</w:t>
      </w:r>
      <w:r w:rsidR="0086708B" w:rsidRPr="0086708B">
        <w:t xml:space="preserve"> </w:t>
      </w:r>
      <w:r w:rsidR="0086708B" w:rsidRPr="0086708B">
        <w:rPr>
          <w:rFonts w:ascii="Times New Roman" w:hAnsi="Times New Roman"/>
          <w:sz w:val="28"/>
          <w:szCs w:val="28"/>
        </w:rPr>
        <w:t>Блидченко Л.А.</w:t>
      </w:r>
    </w:p>
    <w:p w14:paraId="7127708A" w14:textId="77777777" w:rsidR="00BB4454" w:rsidRDefault="00BB4454" w:rsidP="008670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1C99D46" w14:textId="4698DB72" w:rsidR="00AC323D" w:rsidRDefault="0086708B" w:rsidP="008670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70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6DA4A7EC" w14:textId="77777777" w:rsidR="00366A3A" w:rsidRDefault="00366A3A" w:rsidP="00AC3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мэра</w:t>
      </w:r>
      <w:r w:rsidR="00AC323D">
        <w:rPr>
          <w:rFonts w:ascii="Times New Roman" w:hAnsi="Times New Roman"/>
          <w:sz w:val="28"/>
          <w:szCs w:val="28"/>
        </w:rPr>
        <w:t xml:space="preserve"> </w:t>
      </w:r>
    </w:p>
    <w:p w14:paraId="598E2760" w14:textId="4237B196" w:rsidR="00AC323D" w:rsidRDefault="00AC323D" w:rsidP="00AC3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D897F77" w14:textId="77777777" w:rsidR="00AC323D" w:rsidRDefault="00AC323D" w:rsidP="00AC3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 муниципальный округ</w:t>
      </w:r>
    </w:p>
    <w:p w14:paraId="5EEBE028" w14:textId="25A41129" w:rsidR="00AC323D" w:rsidRDefault="00AC323D" w:rsidP="00AC32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</w:t>
      </w:r>
      <w:r w:rsidR="00366A3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="00366A3A">
        <w:rPr>
          <w:rFonts w:ascii="Times New Roman" w:hAnsi="Times New Roman"/>
          <w:sz w:val="28"/>
          <w:szCs w:val="28"/>
        </w:rPr>
        <w:t>Я.С. Русанов</w:t>
      </w:r>
    </w:p>
    <w:sectPr w:rsidR="00AC323D" w:rsidSect="00AC323D">
      <w:pgSz w:w="11906" w:h="16838"/>
      <w:pgMar w:top="568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7394D3" w14:textId="77777777" w:rsidR="001E4001" w:rsidRDefault="001E4001" w:rsidP="00AE5C63">
      <w:pPr>
        <w:spacing w:after="0" w:line="240" w:lineRule="auto"/>
      </w:pPr>
      <w:r>
        <w:separator/>
      </w:r>
    </w:p>
  </w:endnote>
  <w:endnote w:type="continuationSeparator" w:id="0">
    <w:p w14:paraId="3D7394D4" w14:textId="77777777" w:rsidR="001E4001" w:rsidRDefault="001E4001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7394D1" w14:textId="77777777" w:rsidR="001E4001" w:rsidRDefault="001E4001" w:rsidP="00AE5C63">
      <w:pPr>
        <w:spacing w:after="0" w:line="240" w:lineRule="auto"/>
      </w:pPr>
      <w:r>
        <w:separator/>
      </w:r>
    </w:p>
  </w:footnote>
  <w:footnote w:type="continuationSeparator" w:id="0">
    <w:p w14:paraId="3D7394D2" w14:textId="77777777" w:rsidR="001E4001" w:rsidRDefault="001E4001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4FA6"/>
    <w:rsid w:val="00006513"/>
    <w:rsid w:val="00053BD0"/>
    <w:rsid w:val="00081369"/>
    <w:rsid w:val="000B2965"/>
    <w:rsid w:val="000C0412"/>
    <w:rsid w:val="00185FEC"/>
    <w:rsid w:val="001E1F9F"/>
    <w:rsid w:val="001E4001"/>
    <w:rsid w:val="002E5832"/>
    <w:rsid w:val="00364F8F"/>
    <w:rsid w:val="00366A3A"/>
    <w:rsid w:val="00395CB2"/>
    <w:rsid w:val="00520CBF"/>
    <w:rsid w:val="005C07B4"/>
    <w:rsid w:val="007622F4"/>
    <w:rsid w:val="00774978"/>
    <w:rsid w:val="007A4CB6"/>
    <w:rsid w:val="007F233F"/>
    <w:rsid w:val="008276D6"/>
    <w:rsid w:val="008629FA"/>
    <w:rsid w:val="0086708B"/>
    <w:rsid w:val="00901FC3"/>
    <w:rsid w:val="00987DB5"/>
    <w:rsid w:val="00AC323D"/>
    <w:rsid w:val="00AC72C8"/>
    <w:rsid w:val="00AD68CF"/>
    <w:rsid w:val="00AE5C63"/>
    <w:rsid w:val="00B10ED9"/>
    <w:rsid w:val="00B25688"/>
    <w:rsid w:val="00B53961"/>
    <w:rsid w:val="00BB4454"/>
    <w:rsid w:val="00C02849"/>
    <w:rsid w:val="00C733DD"/>
    <w:rsid w:val="00D12794"/>
    <w:rsid w:val="00D67BD8"/>
    <w:rsid w:val="00D74F82"/>
    <w:rsid w:val="00DF7897"/>
    <w:rsid w:val="00E37B8A"/>
    <w:rsid w:val="00E609BC"/>
    <w:rsid w:val="00EA0EFF"/>
    <w:rsid w:val="00ED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394B2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table" w:styleId="a8">
    <w:name w:val="Table Grid"/>
    <w:basedOn w:val="a1"/>
    <w:rsid w:val="007622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01F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1F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1F64FA" w:rsidRDefault="001F64FA" w:rsidP="001F64FA">
          <w:pPr>
            <w:pStyle w:val="7B9C25B60CD3406D938350073C2B2D7B2"/>
          </w:pPr>
          <w:r w:rsidRPr="008276D6">
            <w:rPr>
              <w:rFonts w:ascii="Times New Roman" w:hAnsi="Times New Roman"/>
              <w:sz w:val="26"/>
              <w:szCs w:val="26"/>
            </w:rPr>
            <w:t>_Дата подписания_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1F64FA" w:rsidRDefault="001F64FA" w:rsidP="001F64FA">
          <w:pPr>
            <w:pStyle w:val="C27CA7C5837D4C6997F84EE248ACE4652"/>
          </w:pPr>
          <w:r w:rsidRPr="008276D6">
            <w:rPr>
              <w:rFonts w:ascii="Times New Roman" w:hAnsi="Times New Roman"/>
              <w:sz w:val="26"/>
              <w:szCs w:val="26"/>
            </w:rPr>
            <w:t>_Номер документа_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04FA6"/>
    <w:rsid w:val="000B2965"/>
    <w:rsid w:val="000C0412"/>
    <w:rsid w:val="001F64FA"/>
    <w:rsid w:val="003B16D3"/>
    <w:rsid w:val="004B4044"/>
    <w:rsid w:val="00852E81"/>
    <w:rsid w:val="008C678B"/>
    <w:rsid w:val="00A9560D"/>
    <w:rsid w:val="00C95804"/>
    <w:rsid w:val="00CF735B"/>
    <w:rsid w:val="00D74F82"/>
    <w:rsid w:val="00E80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F64FA"/>
    <w:rPr>
      <w:color w:val="808080"/>
    </w:rPr>
  </w:style>
  <w:style w:type="paragraph" w:customStyle="1" w:styleId="7B9C25B60CD3406D938350073C2B2D7B2">
    <w:name w:val="7B9C25B60CD3406D938350073C2B2D7B2"/>
    <w:rsid w:val="001F64FA"/>
    <w:rPr>
      <w:rFonts w:ascii="Calibri" w:eastAsia="Calibri" w:hAnsi="Calibri" w:cs="Times New Roman"/>
      <w:lang w:eastAsia="en-US"/>
    </w:rPr>
  </w:style>
  <w:style w:type="paragraph" w:customStyle="1" w:styleId="C27CA7C5837D4C6997F84EE248ACE4652">
    <w:name w:val="C27CA7C5837D4C6997F84EE248ACE4652"/>
    <w:rsid w:val="001F64FA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1038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17</cp:revision>
  <cp:lastPrinted>2025-05-28T01:54:00Z</cp:lastPrinted>
  <dcterms:created xsi:type="dcterms:W3CDTF">2020-04-07T04:54:00Z</dcterms:created>
  <dcterms:modified xsi:type="dcterms:W3CDTF">2025-05-28T01:55:00Z</dcterms:modified>
</cp:coreProperties>
</file>