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04F5AA8" w14:textId="77777777" w:rsidTr="00987DB5">
        <w:tc>
          <w:tcPr>
            <w:tcW w:w="9498" w:type="dxa"/>
          </w:tcPr>
          <w:p w14:paraId="382F604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7D6D57B" wp14:editId="17C8B17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8D0EE3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A80C97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9BCEFF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F55BD24" w14:textId="6DBA6B88" w:rsidR="00AE5C63" w:rsidRPr="00DA2633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DA263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DA2633" w:rsidRPr="00DA2633">
            <w:rPr>
              <w:rFonts w:ascii="Times New Roman" w:hAnsi="Times New Roman"/>
              <w:sz w:val="28"/>
              <w:szCs w:val="28"/>
            </w:rPr>
            <w:t>31 марта 2023 года</w:t>
          </w:r>
        </w:sdtContent>
      </w:sdt>
      <w:r w:rsidRPr="00DA263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DA2633" w:rsidRPr="00DA2633">
            <w:rPr>
              <w:rFonts w:ascii="Times New Roman" w:hAnsi="Times New Roman"/>
              <w:sz w:val="28"/>
              <w:szCs w:val="28"/>
            </w:rPr>
            <w:t>83</w:t>
          </w:r>
        </w:sdtContent>
      </w:sdt>
    </w:p>
    <w:p w14:paraId="5745ED50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0ADEABC" w14:textId="6286ED50" w:rsidR="00AE5C63" w:rsidRPr="00752E27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752E2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мэра </w:t>
      </w:r>
      <w:r w:rsidR="00752E27">
        <w:rPr>
          <w:rFonts w:ascii="Times New Roman" w:hAnsi="Times New Roman"/>
          <w:b/>
          <w:sz w:val="28"/>
          <w:szCs w:val="28"/>
        </w:rPr>
        <w:br/>
      </w:r>
      <w:r w:rsidRPr="00752E27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752E27">
        <w:rPr>
          <w:rFonts w:ascii="Times New Roman" w:hAnsi="Times New Roman"/>
          <w:b/>
          <w:sz w:val="28"/>
          <w:szCs w:val="28"/>
        </w:rPr>
        <w:t>«</w:t>
      </w:r>
      <w:r w:rsidRPr="00752E27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752E27">
        <w:rPr>
          <w:rFonts w:ascii="Times New Roman" w:hAnsi="Times New Roman"/>
          <w:b/>
          <w:sz w:val="28"/>
          <w:szCs w:val="28"/>
        </w:rPr>
        <w:t>»</w:t>
      </w:r>
      <w:r w:rsidRPr="00752E27">
        <w:rPr>
          <w:rFonts w:ascii="Times New Roman" w:hAnsi="Times New Roman"/>
          <w:b/>
          <w:sz w:val="28"/>
          <w:szCs w:val="28"/>
        </w:rPr>
        <w:t xml:space="preserve"> </w:t>
      </w:r>
      <w:r w:rsidR="00752E27">
        <w:rPr>
          <w:rFonts w:ascii="Times New Roman" w:hAnsi="Times New Roman"/>
          <w:b/>
          <w:sz w:val="28"/>
          <w:szCs w:val="28"/>
        </w:rPr>
        <w:br/>
      </w:r>
      <w:r w:rsidRPr="00752E27">
        <w:rPr>
          <w:rFonts w:ascii="Times New Roman" w:hAnsi="Times New Roman"/>
          <w:b/>
          <w:sz w:val="28"/>
          <w:szCs w:val="28"/>
        </w:rPr>
        <w:t>от 12.05.2017 № 83</w:t>
      </w:r>
    </w:p>
    <w:p w14:paraId="1B12EB84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23BC5F" w14:textId="77777777" w:rsidR="00641F83" w:rsidRPr="008302BC" w:rsidRDefault="00641F83" w:rsidP="00641F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02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связи с произошедшими кадровыми изменениями</w:t>
      </w:r>
      <w:r w:rsidRPr="008302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руководствуясь ст. 28 Устава муниципального образования «Городской округ Ногликский», </w:t>
      </w:r>
      <w:r w:rsidRPr="008302B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ПОСТАНОВЛЯЮ:</w:t>
      </w:r>
    </w:p>
    <w:p w14:paraId="4C402D74" w14:textId="4CCD838E" w:rsidR="00641F83" w:rsidRPr="00641F83" w:rsidRDefault="00641F83" w:rsidP="00641F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F83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постановление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мэра </w:t>
      </w:r>
      <w:r w:rsidRPr="00641F83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«Городской округ Ногликский»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12.05.2017 № 83</w:t>
      </w:r>
      <w:r w:rsidRPr="00641F83">
        <w:rPr>
          <w:rFonts w:ascii="Times New Roman" w:eastAsia="Times New Roman" w:hAnsi="Times New Roman"/>
          <w:sz w:val="28"/>
          <w:szCs w:val="28"/>
          <w:lang w:eastAsia="ru-RU"/>
        </w:rPr>
        <w:t xml:space="preserve"> «О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создании </w:t>
      </w:r>
      <w:bookmarkStart w:id="1" w:name="_Hlk131084095"/>
      <w:r>
        <w:rPr>
          <w:rFonts w:ascii="Times New Roman" w:eastAsia="Times New Roman" w:hAnsi="Times New Roman"/>
          <w:sz w:val="28"/>
          <w:szCs w:val="28"/>
          <w:lang w:eastAsia="ru-RU"/>
        </w:rPr>
        <w:t>межведомственной комиссии по обследованию мест массового пребывания людей на территории муниципального образования «Городской округ Ногликский</w:t>
      </w:r>
      <w:bookmarkEnd w:id="1"/>
      <w:r w:rsidRPr="00641F8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52E27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изменение, изложив</w:t>
      </w:r>
      <w:r w:rsidRPr="00641F83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межведомственной комиссии по обследованию мест массового пребывания людей на территории муниципального образования «Городской округ Ногликский»</w:t>
      </w:r>
      <w:r w:rsidRPr="00641F83">
        <w:rPr>
          <w:rFonts w:ascii="Times New Roman" w:eastAsia="Times New Roman" w:hAnsi="Times New Roman"/>
          <w:sz w:val="28"/>
          <w:szCs w:val="28"/>
          <w:lang w:eastAsia="ru-RU"/>
        </w:rPr>
        <w:t>, утвержденный постановлением</w:t>
      </w:r>
      <w:r w:rsidR="00752E2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641F83">
        <w:rPr>
          <w:rFonts w:ascii="Times New Roman" w:eastAsia="Times New Roman" w:hAnsi="Times New Roman"/>
          <w:sz w:val="28"/>
          <w:szCs w:val="28"/>
          <w:lang w:eastAsia="ru-RU"/>
        </w:rPr>
        <w:t xml:space="preserve"> в новой редакции (прилагается).</w:t>
      </w:r>
    </w:p>
    <w:p w14:paraId="475AD286" w14:textId="38366BEF" w:rsidR="00641F83" w:rsidRPr="00641F83" w:rsidRDefault="00641F83" w:rsidP="00641F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41F8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Разместить н</w:t>
      </w:r>
      <w:r w:rsidRPr="00641F83">
        <w:rPr>
          <w:rFonts w:ascii="Times New Roman" w:eastAsia="Times New Roman" w:hAnsi="Times New Roman"/>
          <w:sz w:val="28"/>
          <w:szCs w:val="28"/>
          <w:lang w:eastAsia="ru-RU"/>
        </w:rPr>
        <w:t>астоящее пос</w:t>
      </w:r>
      <w:r w:rsidR="009E6F92">
        <w:rPr>
          <w:rFonts w:ascii="Times New Roman" w:eastAsia="Times New Roman" w:hAnsi="Times New Roman"/>
          <w:sz w:val="28"/>
          <w:szCs w:val="28"/>
          <w:lang w:eastAsia="ru-RU"/>
        </w:rPr>
        <w:t xml:space="preserve">тановление на официальном сайте </w:t>
      </w:r>
      <w:r w:rsidRPr="00641F83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«Городской округ Ногликский» в информационно-телекоммуникационной сети «Интернет». </w:t>
      </w:r>
    </w:p>
    <w:p w14:paraId="4A265B25" w14:textId="5CA3F22E" w:rsidR="00E609BC" w:rsidRPr="00D12794" w:rsidRDefault="00641F83" w:rsidP="00641F8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641F83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исполняющего обязанности </w:t>
      </w:r>
      <w:r w:rsidRPr="00641F83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управляющего делами администрации муниципального образования «Городской округ Ногликский»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Русанова Я.С.</w:t>
      </w:r>
    </w:p>
    <w:p w14:paraId="2A0A924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29AED28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C89144A" w14:textId="3E028056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752E27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752E27">
        <w:rPr>
          <w:rFonts w:ascii="Times New Roman" w:hAnsi="Times New Roman"/>
          <w:sz w:val="28"/>
          <w:szCs w:val="28"/>
        </w:rPr>
        <w:tab/>
      </w:r>
      <w:r w:rsidR="00752E27">
        <w:rPr>
          <w:rFonts w:ascii="Times New Roman" w:hAnsi="Times New Roman"/>
          <w:sz w:val="28"/>
          <w:szCs w:val="28"/>
        </w:rPr>
        <w:tab/>
      </w:r>
      <w:r w:rsidR="00752E27">
        <w:rPr>
          <w:rFonts w:ascii="Times New Roman" w:hAnsi="Times New Roman"/>
          <w:sz w:val="28"/>
          <w:szCs w:val="28"/>
        </w:rPr>
        <w:tab/>
      </w:r>
      <w:r w:rsidR="00752E27">
        <w:rPr>
          <w:rFonts w:ascii="Times New Roman" w:hAnsi="Times New Roman"/>
          <w:sz w:val="28"/>
          <w:szCs w:val="28"/>
        </w:rPr>
        <w:tab/>
      </w:r>
      <w:r w:rsidR="00752E27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752E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71DC1EF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7BDCFB9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53F164" w14:textId="77777777" w:rsidR="003E50C7" w:rsidRDefault="003E50C7" w:rsidP="00AE5C63">
      <w:pPr>
        <w:spacing w:after="0" w:line="240" w:lineRule="auto"/>
      </w:pPr>
      <w:r>
        <w:separator/>
      </w:r>
    </w:p>
  </w:endnote>
  <w:endnote w:type="continuationSeparator" w:id="0">
    <w:p w14:paraId="4CA4B586" w14:textId="77777777" w:rsidR="003E50C7" w:rsidRDefault="003E50C7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A62D05" w14:textId="7818301B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70E017" w14:textId="77777777" w:rsidR="003E50C7" w:rsidRDefault="003E50C7" w:rsidP="00AE5C63">
      <w:pPr>
        <w:spacing w:after="0" w:line="240" w:lineRule="auto"/>
      </w:pPr>
      <w:r>
        <w:separator/>
      </w:r>
    </w:p>
  </w:footnote>
  <w:footnote w:type="continuationSeparator" w:id="0">
    <w:p w14:paraId="0C73C373" w14:textId="77777777" w:rsidR="003E50C7" w:rsidRDefault="003E50C7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64F8F"/>
    <w:rsid w:val="003E50C7"/>
    <w:rsid w:val="00520CBF"/>
    <w:rsid w:val="00641F83"/>
    <w:rsid w:val="00752E27"/>
    <w:rsid w:val="008629FA"/>
    <w:rsid w:val="00987DB5"/>
    <w:rsid w:val="009E6F92"/>
    <w:rsid w:val="00AC72C8"/>
    <w:rsid w:val="00AE5C63"/>
    <w:rsid w:val="00B10ED9"/>
    <w:rsid w:val="00B25688"/>
    <w:rsid w:val="00C02849"/>
    <w:rsid w:val="00D12794"/>
    <w:rsid w:val="00D67BD8"/>
    <w:rsid w:val="00DA2633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54C4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C3503" w:rsidRDefault="001C3503" w:rsidP="001C3503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C3503" w:rsidRDefault="001C3503" w:rsidP="001C3503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C3503"/>
    <w:rsid w:val="004B4044"/>
    <w:rsid w:val="008C678B"/>
    <w:rsid w:val="00C95804"/>
    <w:rsid w:val="00CF735B"/>
    <w:rsid w:val="00D3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C3503"/>
    <w:rPr>
      <w:color w:val="808080"/>
    </w:rPr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C3503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C3503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Алена А. Ляшенко</cp:lastModifiedBy>
  <cp:revision>6</cp:revision>
  <dcterms:created xsi:type="dcterms:W3CDTF">2020-04-07T04:54:00Z</dcterms:created>
  <dcterms:modified xsi:type="dcterms:W3CDTF">2023-03-31T05:13:00Z</dcterms:modified>
</cp:coreProperties>
</file>