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DB7C6FC" w14:textId="77777777" w:rsidTr="00987DB5">
        <w:tc>
          <w:tcPr>
            <w:tcW w:w="9498" w:type="dxa"/>
          </w:tcPr>
          <w:p w14:paraId="6DB7C6F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DB7C714" wp14:editId="6DB7C71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B7C6F8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6DB7C6F9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6DB7C6FA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6DB7C6F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DB7C6FD" w14:textId="08C96A29" w:rsidR="00AE5C63" w:rsidRPr="005B763B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763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5B763B" w:rsidRPr="005B763B">
            <w:rPr>
              <w:rFonts w:ascii="Times New Roman" w:hAnsi="Times New Roman"/>
              <w:sz w:val="28"/>
              <w:szCs w:val="28"/>
            </w:rPr>
            <w:t>27 мая 2025 года</w:t>
          </w:r>
        </w:sdtContent>
      </w:sdt>
      <w:r w:rsidRPr="005B763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5B763B" w:rsidRPr="005B763B">
            <w:rPr>
              <w:rFonts w:ascii="Times New Roman" w:hAnsi="Times New Roman"/>
              <w:sz w:val="28"/>
              <w:szCs w:val="28"/>
            </w:rPr>
            <w:t>84</w:t>
          </w:r>
        </w:sdtContent>
      </w:sdt>
    </w:p>
    <w:p w14:paraId="6DB7C6FE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2568581" w14:textId="77777777" w:rsidR="00502A21" w:rsidRDefault="001E4001" w:rsidP="00502A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20D6">
        <w:rPr>
          <w:rFonts w:ascii="Times New Roman" w:hAnsi="Times New Roman"/>
          <w:b/>
          <w:sz w:val="28"/>
          <w:szCs w:val="28"/>
        </w:rPr>
        <w:t>О конкурсе профессионального мастерства</w:t>
      </w:r>
    </w:p>
    <w:p w14:paraId="22556903" w14:textId="77777777" w:rsidR="00502A21" w:rsidRDefault="001E4001" w:rsidP="00502A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20D6">
        <w:rPr>
          <w:rFonts w:ascii="Times New Roman" w:hAnsi="Times New Roman"/>
          <w:b/>
          <w:sz w:val="28"/>
          <w:szCs w:val="28"/>
        </w:rPr>
        <w:t>среди муниципальных служащих муниципального образования Ногликский муниципа</w:t>
      </w:r>
      <w:r w:rsidR="00502A21">
        <w:rPr>
          <w:rFonts w:ascii="Times New Roman" w:hAnsi="Times New Roman"/>
          <w:b/>
          <w:sz w:val="28"/>
          <w:szCs w:val="28"/>
        </w:rPr>
        <w:t>льный округ Сахалинской области</w:t>
      </w:r>
    </w:p>
    <w:p w14:paraId="6DB7C6FF" w14:textId="41AA6D82" w:rsidR="00AE5C63" w:rsidRPr="000F20D6" w:rsidRDefault="0050520C" w:rsidP="00502A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1E4001" w:rsidRPr="000F20D6">
        <w:rPr>
          <w:rFonts w:ascii="Times New Roman" w:hAnsi="Times New Roman"/>
          <w:b/>
          <w:sz w:val="28"/>
          <w:szCs w:val="28"/>
        </w:rPr>
        <w:t>Лучший муниципальный служащий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55445643" w14:textId="77777777" w:rsidR="000F20D6" w:rsidRDefault="000F20D6" w:rsidP="000F20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84243CC" w14:textId="0207AABC" w:rsidR="000F20D6" w:rsidRDefault="00955A42" w:rsidP="000F20D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пунктом 5 </w:t>
      </w:r>
      <w:r w:rsidRPr="00955A42">
        <w:rPr>
          <w:rFonts w:ascii="Times New Roman" w:hAnsi="Times New Roman"/>
          <w:sz w:val="28"/>
          <w:szCs w:val="28"/>
        </w:rPr>
        <w:t>Указ</w:t>
      </w:r>
      <w:r>
        <w:rPr>
          <w:rFonts w:ascii="Times New Roman" w:hAnsi="Times New Roman"/>
          <w:sz w:val="28"/>
          <w:szCs w:val="28"/>
        </w:rPr>
        <w:t>а</w:t>
      </w:r>
      <w:r w:rsidRPr="00955A42">
        <w:rPr>
          <w:rFonts w:ascii="Times New Roman" w:hAnsi="Times New Roman"/>
          <w:sz w:val="28"/>
          <w:szCs w:val="28"/>
        </w:rPr>
        <w:t xml:space="preserve"> Губернатора Сахалинской области </w:t>
      </w:r>
      <w:r w:rsidR="00502A21">
        <w:rPr>
          <w:rFonts w:ascii="Times New Roman" w:hAnsi="Times New Roman"/>
          <w:sz w:val="28"/>
          <w:szCs w:val="28"/>
        </w:rPr>
        <w:br/>
      </w:r>
      <w:r w:rsidRPr="00955A42">
        <w:rPr>
          <w:rFonts w:ascii="Times New Roman" w:hAnsi="Times New Roman"/>
          <w:sz w:val="28"/>
          <w:szCs w:val="28"/>
        </w:rPr>
        <w:t xml:space="preserve">от 14.04.2025 </w:t>
      </w:r>
      <w:r>
        <w:rPr>
          <w:rFonts w:ascii="Times New Roman" w:hAnsi="Times New Roman"/>
          <w:sz w:val="28"/>
          <w:szCs w:val="28"/>
        </w:rPr>
        <w:t>№</w:t>
      </w:r>
      <w:r w:rsidRPr="00955A42">
        <w:rPr>
          <w:rFonts w:ascii="Times New Roman" w:hAnsi="Times New Roman"/>
          <w:sz w:val="28"/>
          <w:szCs w:val="28"/>
        </w:rPr>
        <w:t xml:space="preserve"> 25 </w:t>
      </w:r>
      <w:r>
        <w:rPr>
          <w:rFonts w:ascii="Times New Roman" w:hAnsi="Times New Roman"/>
          <w:sz w:val="28"/>
          <w:szCs w:val="28"/>
        </w:rPr>
        <w:t>«</w:t>
      </w:r>
      <w:r w:rsidRPr="00955A42">
        <w:rPr>
          <w:rFonts w:ascii="Times New Roman" w:hAnsi="Times New Roman"/>
          <w:sz w:val="28"/>
          <w:szCs w:val="28"/>
        </w:rPr>
        <w:t xml:space="preserve">О конкурсах профессионального мастерства среди государственных гражданских служащих, замещающих должности государственной гражданской службы в государственных органах Сахалинской области, </w:t>
      </w:r>
      <w:r>
        <w:rPr>
          <w:rFonts w:ascii="Times New Roman" w:hAnsi="Times New Roman"/>
          <w:sz w:val="28"/>
          <w:szCs w:val="28"/>
        </w:rPr>
        <w:t>«</w:t>
      </w:r>
      <w:r w:rsidRPr="00955A42">
        <w:rPr>
          <w:rFonts w:ascii="Times New Roman" w:hAnsi="Times New Roman"/>
          <w:sz w:val="28"/>
          <w:szCs w:val="28"/>
        </w:rPr>
        <w:t>Лучший государственный гражданский служащий Сахалинской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955A42">
        <w:rPr>
          <w:rFonts w:ascii="Times New Roman" w:hAnsi="Times New Roman"/>
          <w:sz w:val="28"/>
          <w:szCs w:val="28"/>
        </w:rPr>
        <w:t xml:space="preserve"> и муниципальных служащих Сахалинской области </w:t>
      </w:r>
      <w:r>
        <w:rPr>
          <w:rFonts w:ascii="Times New Roman" w:hAnsi="Times New Roman"/>
          <w:sz w:val="28"/>
          <w:szCs w:val="28"/>
        </w:rPr>
        <w:t>«</w:t>
      </w:r>
      <w:r w:rsidRPr="00955A42">
        <w:rPr>
          <w:rFonts w:ascii="Times New Roman" w:hAnsi="Times New Roman"/>
          <w:sz w:val="28"/>
          <w:szCs w:val="28"/>
        </w:rPr>
        <w:t>Лучший муниципальный служащий Сахалинской области</w:t>
      </w:r>
      <w:r>
        <w:rPr>
          <w:rFonts w:ascii="Times New Roman" w:hAnsi="Times New Roman"/>
          <w:sz w:val="28"/>
          <w:szCs w:val="28"/>
        </w:rPr>
        <w:t>», в</w:t>
      </w:r>
      <w:r w:rsidR="000F20D6">
        <w:rPr>
          <w:rFonts w:ascii="Times New Roman" w:hAnsi="Times New Roman"/>
          <w:sz w:val="28"/>
          <w:szCs w:val="28"/>
        </w:rPr>
        <w:t xml:space="preserve"> целях повышения престижа муниципальной службы, выявления и распространения передового опыта в сфере муниципального управления, совершенствования профессионального уровня муниципальных служащих</w:t>
      </w:r>
      <w:r w:rsidR="000F20D6" w:rsidRPr="00657189">
        <w:rPr>
          <w:rFonts w:ascii="Times New Roman" w:hAnsi="Times New Roman"/>
          <w:sz w:val="28"/>
          <w:szCs w:val="28"/>
        </w:rPr>
        <w:t xml:space="preserve"> </w:t>
      </w:r>
      <w:r w:rsidR="000F20D6">
        <w:rPr>
          <w:rFonts w:ascii="Times New Roman" w:hAnsi="Times New Roman"/>
          <w:sz w:val="28"/>
          <w:szCs w:val="28"/>
        </w:rPr>
        <w:t xml:space="preserve">муниципального образования Ногликский муниципальный округ Сахалинской области, вовлечения их в процессы, направленные на достижение национальных целей развития, руководствуясь статьей 28 Устава муниципального образования Ногликский муниципальный округ Сахалинской области, </w:t>
      </w:r>
      <w:r w:rsidR="000F20D6">
        <w:rPr>
          <w:rFonts w:ascii="Times New Roman" w:hAnsi="Times New Roman"/>
          <w:b/>
          <w:sz w:val="28"/>
          <w:szCs w:val="28"/>
        </w:rPr>
        <w:t>ПОСТАНАВЛЯЮ:</w:t>
      </w:r>
    </w:p>
    <w:p w14:paraId="612FB5E9" w14:textId="63BEC267" w:rsidR="000F20D6" w:rsidRDefault="000F20D6" w:rsidP="000F20D6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Положение о конкурсе профессионального мастерства среди муниципальных служащих муниципального образования Ногликский муниципальный округ Сахалинской области «Лучший муниципальный служащий» (далее </w:t>
      </w:r>
      <w:r w:rsidR="00502A2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Конкурс «Лучший муниципальный служащий» (прилагается).</w:t>
      </w:r>
    </w:p>
    <w:p w14:paraId="7E628C73" w14:textId="11413DC0" w:rsidR="000F20D6" w:rsidRDefault="000F20D6" w:rsidP="000F20D6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50520C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502A21">
        <w:rPr>
          <w:rFonts w:ascii="Times New Roman" w:hAnsi="Times New Roman"/>
          <w:sz w:val="28"/>
          <w:szCs w:val="28"/>
        </w:rPr>
        <w:br/>
      </w:r>
      <w:r w:rsidR="0050520C">
        <w:rPr>
          <w:rFonts w:ascii="Times New Roman" w:hAnsi="Times New Roman"/>
          <w:sz w:val="28"/>
          <w:szCs w:val="28"/>
        </w:rPr>
        <w:t>и р</w:t>
      </w:r>
      <w:r>
        <w:rPr>
          <w:rFonts w:ascii="Times New Roman" w:hAnsi="Times New Roman"/>
          <w:sz w:val="28"/>
          <w:szCs w:val="28"/>
        </w:rPr>
        <w:t>азместить на официальном сайте муниципального образования</w:t>
      </w:r>
      <w:r w:rsidRPr="00231A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 в информационно-телекоммуникационной сети «Интернет».</w:t>
      </w:r>
    </w:p>
    <w:p w14:paraId="0EEAA2FA" w14:textId="77777777" w:rsidR="005B763B" w:rsidRDefault="005B763B" w:rsidP="000F20D6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675F5C05" w14:textId="473EE1FE" w:rsidR="000F20D6" w:rsidRDefault="000F20D6" w:rsidP="000F20D6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 Настоящее постановление вступает в силу с 01 января 2026 года.</w:t>
      </w:r>
    </w:p>
    <w:p w14:paraId="25B30BB1" w14:textId="3957756A" w:rsidR="000F20D6" w:rsidRPr="00231A5E" w:rsidRDefault="000F20D6" w:rsidP="000F20D6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  <w:t>на управляющего делами администрации муниципального образования Ногликский муниципальный округ Сахалинской области И.Ю. Авдеева.</w:t>
      </w:r>
    </w:p>
    <w:p w14:paraId="60D45F23" w14:textId="77777777" w:rsidR="000F20D6" w:rsidRDefault="000F20D6" w:rsidP="000F20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714E6AC" w14:textId="77777777" w:rsidR="000F20D6" w:rsidRDefault="000F20D6" w:rsidP="000F20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16FD2EF" w14:textId="77777777" w:rsidR="00502A21" w:rsidRDefault="00502A21" w:rsidP="000F20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622F4" w14:paraId="6DB7C70D" w14:textId="77777777" w:rsidTr="00EB6484">
        <w:tc>
          <w:tcPr>
            <w:tcW w:w="4672" w:type="dxa"/>
          </w:tcPr>
          <w:p w14:paraId="6DB7C70B" w14:textId="77777777" w:rsidR="007622F4" w:rsidRDefault="007622F4" w:rsidP="00B55E9A">
            <w:pPr>
              <w:ind w:left="-113"/>
              <w:jc w:val="both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Мэр муниципального образования Ногликский муниципальный округ Сахалинской области</w:t>
            </w:r>
          </w:p>
        </w:tc>
        <w:tc>
          <w:tcPr>
            <w:tcW w:w="4672" w:type="dxa"/>
          </w:tcPr>
          <w:p w14:paraId="2801EA10" w14:textId="77777777" w:rsidR="0050520C" w:rsidRDefault="0050520C" w:rsidP="00EB6484">
            <w:pPr>
              <w:jc w:val="right"/>
              <w:rPr>
                <w:rFonts w:cs="Arial"/>
                <w:sz w:val="28"/>
                <w:szCs w:val="28"/>
              </w:rPr>
            </w:pPr>
          </w:p>
          <w:p w14:paraId="6DB7C70C" w14:textId="77777777" w:rsidR="007622F4" w:rsidRDefault="007622F4" w:rsidP="00EB6484">
            <w:pPr>
              <w:jc w:val="right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С.В.</w:t>
            </w:r>
            <w:r>
              <w:rPr>
                <w:rFonts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cs="Arial"/>
                <w:sz w:val="28"/>
                <w:szCs w:val="28"/>
              </w:rPr>
              <w:t>Гурьянов</w:t>
            </w:r>
          </w:p>
        </w:tc>
      </w:tr>
    </w:tbl>
    <w:p w14:paraId="6DB7C713" w14:textId="77777777" w:rsidR="008629FA" w:rsidRPr="008629FA" w:rsidRDefault="008629FA" w:rsidP="00502A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502A21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7C718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6DB7C719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B7C716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6DB7C717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5816840"/>
      <w:docPartObj>
        <w:docPartGallery w:val="Page Numbers (Top of Page)"/>
        <w:docPartUnique/>
      </w:docPartObj>
    </w:sdtPr>
    <w:sdtEndPr/>
    <w:sdtContent>
      <w:p w14:paraId="20C61154" w14:textId="2785E814" w:rsidR="00502A21" w:rsidRDefault="00502A2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41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0F20D6"/>
    <w:rsid w:val="00185FEC"/>
    <w:rsid w:val="001E1F9F"/>
    <w:rsid w:val="001E4001"/>
    <w:rsid w:val="002E5832"/>
    <w:rsid w:val="00364F8F"/>
    <w:rsid w:val="00502A21"/>
    <w:rsid w:val="0050520C"/>
    <w:rsid w:val="00520CBF"/>
    <w:rsid w:val="005B763B"/>
    <w:rsid w:val="006F5419"/>
    <w:rsid w:val="007622F4"/>
    <w:rsid w:val="008276D6"/>
    <w:rsid w:val="008629FA"/>
    <w:rsid w:val="00955A42"/>
    <w:rsid w:val="00987DB5"/>
    <w:rsid w:val="00AC72C8"/>
    <w:rsid w:val="00AE5C63"/>
    <w:rsid w:val="00B10ED9"/>
    <w:rsid w:val="00B25688"/>
    <w:rsid w:val="00B55E9A"/>
    <w:rsid w:val="00C02849"/>
    <w:rsid w:val="00D12794"/>
    <w:rsid w:val="00D67BD8"/>
    <w:rsid w:val="00D90F25"/>
    <w:rsid w:val="00DF7897"/>
    <w:rsid w:val="00E37B8A"/>
    <w:rsid w:val="00E609BC"/>
    <w:rsid w:val="00EA0EFF"/>
    <w:rsid w:val="00F9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7C6F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0F20D6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5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541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B4044"/>
    <w:rsid w:val="00852E81"/>
    <w:rsid w:val="008C678B"/>
    <w:rsid w:val="00C95804"/>
    <w:rsid w:val="00CF735B"/>
    <w:rsid w:val="00E07B9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58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cp:lastPrinted>2025-05-27T03:54:00Z</cp:lastPrinted>
  <dcterms:created xsi:type="dcterms:W3CDTF">2020-04-07T04:54:00Z</dcterms:created>
  <dcterms:modified xsi:type="dcterms:W3CDTF">2025-05-27T03:54:00Z</dcterms:modified>
</cp:coreProperties>
</file>