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C512195" w14:textId="77777777" w:rsidTr="00987DB5">
        <w:tc>
          <w:tcPr>
            <w:tcW w:w="9498" w:type="dxa"/>
          </w:tcPr>
          <w:p w14:paraId="6C51219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5121AC" wp14:editId="6C5121A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51219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C51219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C51219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C512196" w14:textId="0FFF12DD" w:rsidR="00AE5C63" w:rsidRPr="001B677F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7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B677F" w:rsidRPr="001B677F">
            <w:rPr>
              <w:rFonts w:ascii="Times New Roman" w:hAnsi="Times New Roman"/>
              <w:sz w:val="28"/>
              <w:szCs w:val="28"/>
            </w:rPr>
            <w:t>04 апреля 2023 года</w:t>
          </w:r>
        </w:sdtContent>
      </w:sdt>
      <w:r w:rsidRPr="001B677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B677F" w:rsidRPr="001B677F">
            <w:rPr>
              <w:rFonts w:ascii="Times New Roman" w:hAnsi="Times New Roman"/>
              <w:sz w:val="28"/>
              <w:szCs w:val="28"/>
            </w:rPr>
            <w:t>86</w:t>
          </w:r>
        </w:sdtContent>
      </w:sdt>
    </w:p>
    <w:p w14:paraId="6C51219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C51219A" w14:textId="5196C032" w:rsidR="00E609BC" w:rsidRDefault="00AE5C63" w:rsidP="004375CD">
      <w:pPr>
        <w:spacing w:after="100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4375CD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мэра </w:t>
      </w:r>
      <w:r w:rsidR="00913DF2">
        <w:rPr>
          <w:rFonts w:ascii="Times New Roman" w:hAnsi="Times New Roman"/>
          <w:b/>
          <w:bCs/>
          <w:sz w:val="28"/>
          <w:szCs w:val="28"/>
        </w:rPr>
        <w:br/>
      </w:r>
      <w:r w:rsidRPr="004375CD">
        <w:rPr>
          <w:rFonts w:ascii="Times New Roman" w:hAnsi="Times New Roman"/>
          <w:b/>
          <w:bCs/>
          <w:sz w:val="28"/>
          <w:szCs w:val="28"/>
        </w:rPr>
        <w:t>муниципального образования «Городской округ Ногликский»</w:t>
      </w:r>
      <w:r w:rsidR="00913DF2">
        <w:rPr>
          <w:rFonts w:ascii="Times New Roman" w:hAnsi="Times New Roman"/>
          <w:b/>
          <w:bCs/>
          <w:sz w:val="28"/>
          <w:szCs w:val="28"/>
        </w:rPr>
        <w:br/>
      </w:r>
      <w:r w:rsidRPr="004375CD">
        <w:rPr>
          <w:rFonts w:ascii="Times New Roman" w:hAnsi="Times New Roman"/>
          <w:b/>
          <w:bCs/>
          <w:sz w:val="28"/>
          <w:szCs w:val="28"/>
        </w:rPr>
        <w:t xml:space="preserve"> от 08.07.2020 № 116</w:t>
      </w:r>
    </w:p>
    <w:p w14:paraId="5F9D3965" w14:textId="4F7B1D12" w:rsidR="004375CD" w:rsidRDefault="004375CD" w:rsidP="00913DF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эффективного развития физической культуры и спорта,</w:t>
      </w:r>
      <w:r w:rsidR="001A1FAD">
        <w:rPr>
          <w:rFonts w:ascii="Times New Roman" w:hAnsi="Times New Roman"/>
          <w:sz w:val="28"/>
          <w:szCs w:val="28"/>
        </w:rPr>
        <w:t xml:space="preserve"> привлечения населения к участию в решении вопросов местного значения,</w:t>
      </w:r>
      <w:r>
        <w:rPr>
          <w:rFonts w:ascii="Times New Roman" w:hAnsi="Times New Roman"/>
          <w:sz w:val="28"/>
          <w:szCs w:val="28"/>
        </w:rPr>
        <w:t xml:space="preserve"> на основании Протокола заседания Совета по физической культуре и спорту при мэре муниципального образования «Г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ородской округ Ногликский» от 05 апреля 2022 года</w:t>
      </w:r>
      <w:r w:rsidR="00913DF2">
        <w:rPr>
          <w:rFonts w:ascii="Times New Roman" w:hAnsi="Times New Roman"/>
          <w:sz w:val="28"/>
          <w:szCs w:val="28"/>
        </w:rPr>
        <w:t xml:space="preserve"> № 4</w:t>
      </w:r>
      <w:r>
        <w:rPr>
          <w:rFonts w:ascii="Times New Roman" w:hAnsi="Times New Roman"/>
          <w:sz w:val="28"/>
          <w:szCs w:val="28"/>
        </w:rPr>
        <w:t xml:space="preserve">, руководствуясь ст. 28 Устава муниципального образования «Городской округ Ногликский», </w:t>
      </w:r>
      <w:r w:rsidRPr="004375CD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6C51219E" w14:textId="7DC63ECE" w:rsidR="00E609BC" w:rsidRDefault="00040964" w:rsidP="00913DF2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постановление мэра муниципального образования «Городской округ Ногликский» от 08.07.202</w:t>
      </w:r>
      <w:r w:rsidR="00A54B3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№ 116 «О Совете по физической культуре и спорту при мэре муниципального образования «Городской округ Ногликский»</w:t>
      </w:r>
      <w:r w:rsidR="00821E78">
        <w:rPr>
          <w:rFonts w:ascii="Times New Roman" w:hAnsi="Times New Roman"/>
          <w:sz w:val="28"/>
          <w:szCs w:val="28"/>
        </w:rPr>
        <w:t xml:space="preserve"> (далее – Постановление)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465B4D44" w14:textId="66B3E0D6" w:rsidR="00C86D9D" w:rsidRDefault="00C86D9D" w:rsidP="00913DF2">
      <w:pPr>
        <w:pStyle w:val="a8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состав Совета по физической культуре и спорту при мэре муниципального образования «Городской округ Ногликский» </w:t>
      </w:r>
      <w:r w:rsidR="00821E78">
        <w:rPr>
          <w:rFonts w:ascii="Times New Roman" w:hAnsi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/>
          <w:sz w:val="28"/>
          <w:szCs w:val="28"/>
        </w:rPr>
        <w:t>(прил</w:t>
      </w:r>
      <w:r w:rsidR="00913DF2">
        <w:rPr>
          <w:rFonts w:ascii="Times New Roman" w:hAnsi="Times New Roman"/>
          <w:sz w:val="28"/>
          <w:szCs w:val="28"/>
        </w:rPr>
        <w:t>агается</w:t>
      </w:r>
      <w:r>
        <w:rPr>
          <w:rFonts w:ascii="Times New Roman" w:hAnsi="Times New Roman"/>
          <w:sz w:val="28"/>
          <w:szCs w:val="28"/>
        </w:rPr>
        <w:t>)</w:t>
      </w:r>
      <w:r w:rsidR="00913DF2">
        <w:rPr>
          <w:rFonts w:ascii="Times New Roman" w:hAnsi="Times New Roman"/>
          <w:sz w:val="28"/>
          <w:szCs w:val="28"/>
        </w:rPr>
        <w:t>;</w:t>
      </w:r>
    </w:p>
    <w:p w14:paraId="0D8D4CBF" w14:textId="31E7A85D" w:rsidR="00B2632D" w:rsidRDefault="00B2632D" w:rsidP="00913DF2">
      <w:pPr>
        <w:pStyle w:val="a8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Изложить п. 3 </w:t>
      </w:r>
      <w:r w:rsidR="00821E78">
        <w:rPr>
          <w:rFonts w:ascii="Times New Roman" w:hAnsi="Times New Roman"/>
          <w:sz w:val="28"/>
          <w:szCs w:val="28"/>
        </w:rPr>
        <w:t xml:space="preserve">Постановления </w:t>
      </w:r>
      <w:r>
        <w:rPr>
          <w:rFonts w:ascii="Times New Roman" w:hAnsi="Times New Roman"/>
          <w:sz w:val="28"/>
          <w:szCs w:val="28"/>
        </w:rPr>
        <w:t>в новой редакции:</w:t>
      </w:r>
    </w:p>
    <w:p w14:paraId="0D0B9861" w14:textId="3300A67B" w:rsidR="00B2632D" w:rsidRDefault="00B2632D" w:rsidP="00913DF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13DF2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Возложить обязанности по обеспечению деятельности Совета по физической культуре и спорту при мэре муниципального образования «Городской округ Ногликский» на начальника отдела </w:t>
      </w:r>
      <w:r w:rsidR="00197616">
        <w:rPr>
          <w:rFonts w:ascii="Times New Roman" w:hAnsi="Times New Roman"/>
          <w:sz w:val="28"/>
          <w:szCs w:val="28"/>
        </w:rPr>
        <w:t>культуры, спорта, молодежной и социальной политики, туризма и КМНС Департамента социальной политики администрации муниципального образования «Городской округ Ногликский» Сторожеву М.А.».</w:t>
      </w:r>
    </w:p>
    <w:p w14:paraId="6C5121A2" w14:textId="71F26BC0" w:rsidR="008629FA" w:rsidRDefault="001A1FAD" w:rsidP="00913DF2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</w:t>
      </w:r>
      <w:r w:rsidR="00197616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 газете «Знамя труда» и разместить</w:t>
      </w:r>
      <w:r w:rsidR="00197616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6675C7E" w14:textId="77777777" w:rsidR="001A1FAD" w:rsidRDefault="001A1FAD" w:rsidP="00913DF2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Настоящее постановление вступает в силу со дня его официального опубликования и распространяется на правоотношения, возникшие с 06 апреля 2022 года.</w:t>
      </w:r>
    </w:p>
    <w:p w14:paraId="1795568F" w14:textId="77777777" w:rsidR="00005B25" w:rsidRDefault="00005B25" w:rsidP="00005B25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F6F9301" w14:textId="77777777" w:rsidR="001A1FAD" w:rsidRPr="001A1FAD" w:rsidRDefault="001A1FAD" w:rsidP="0091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5121A4" w14:textId="77777777" w:rsidR="008629FA" w:rsidRPr="00D12794" w:rsidRDefault="008629FA" w:rsidP="0091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5121A5" w14:textId="77777777" w:rsidR="008629FA" w:rsidRDefault="008629FA" w:rsidP="0091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C5121AB" w14:textId="1CE8CD44" w:rsidR="008629FA" w:rsidRPr="008629FA" w:rsidRDefault="008629FA" w:rsidP="0091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23B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B677F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121B0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C5121B1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121B2" w14:textId="3E482CFB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121AE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C5121AF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9767419"/>
      <w:docPartObj>
        <w:docPartGallery w:val="Page Numbers (Top of Page)"/>
        <w:docPartUnique/>
      </w:docPartObj>
    </w:sdtPr>
    <w:sdtContent>
      <w:p w14:paraId="61C12F6D" w14:textId="1FE5E79E" w:rsidR="001B677F" w:rsidRDefault="001B67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3307E8B" w14:textId="77777777" w:rsidR="001B677F" w:rsidRDefault="001B67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D1A8E"/>
    <w:multiLevelType w:val="multilevel"/>
    <w:tmpl w:val="1EF85E54"/>
    <w:lvl w:ilvl="0">
      <w:start w:val="1"/>
      <w:numFmt w:val="decimal"/>
      <w:suff w:val="space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311812B3"/>
    <w:multiLevelType w:val="hybridMultilevel"/>
    <w:tmpl w:val="6A64FC98"/>
    <w:lvl w:ilvl="0" w:tplc="15FA89C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8A43476"/>
    <w:multiLevelType w:val="multilevel"/>
    <w:tmpl w:val="0B6C96FC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69163062"/>
    <w:multiLevelType w:val="hybridMultilevel"/>
    <w:tmpl w:val="ACAE0792"/>
    <w:lvl w:ilvl="0" w:tplc="5E3CBFE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5B25"/>
    <w:rsid w:val="00006513"/>
    <w:rsid w:val="00040964"/>
    <w:rsid w:val="00053BD0"/>
    <w:rsid w:val="00185FEC"/>
    <w:rsid w:val="00197616"/>
    <w:rsid w:val="001A1FAD"/>
    <w:rsid w:val="001B677F"/>
    <w:rsid w:val="001E1F9F"/>
    <w:rsid w:val="002E5832"/>
    <w:rsid w:val="00364F8F"/>
    <w:rsid w:val="003A0898"/>
    <w:rsid w:val="004375CD"/>
    <w:rsid w:val="00520CBF"/>
    <w:rsid w:val="00821E78"/>
    <w:rsid w:val="008629FA"/>
    <w:rsid w:val="00913DF2"/>
    <w:rsid w:val="00987DB5"/>
    <w:rsid w:val="00A54B3F"/>
    <w:rsid w:val="00AC72C8"/>
    <w:rsid w:val="00AE5C63"/>
    <w:rsid w:val="00B10ED9"/>
    <w:rsid w:val="00B25688"/>
    <w:rsid w:val="00B2632D"/>
    <w:rsid w:val="00C02849"/>
    <w:rsid w:val="00C86D9D"/>
    <w:rsid w:val="00D12794"/>
    <w:rsid w:val="00D23B9E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219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40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834F5C" w:rsidRDefault="00834F5C" w:rsidP="00834F5C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834F5C" w:rsidRDefault="00834F5C" w:rsidP="00834F5C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34F5C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4F5C"/>
    <w:rPr>
      <w:color w:val="808080"/>
    </w:rPr>
  </w:style>
  <w:style w:type="paragraph" w:customStyle="1" w:styleId="7B9C25B60CD3406D938350073C2B2D7B1">
    <w:name w:val="7B9C25B60CD3406D938350073C2B2D7B1"/>
    <w:rsid w:val="00834F5C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834F5C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45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2020-04-07T04:54:00Z</dcterms:created>
  <dcterms:modified xsi:type="dcterms:W3CDTF">2023-04-04T05:26:00Z</dcterms:modified>
</cp:coreProperties>
</file>