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E68D0BD" w14:textId="77777777" w:rsidTr="00987DB5">
        <w:tc>
          <w:tcPr>
            <w:tcW w:w="9498" w:type="dxa"/>
          </w:tcPr>
          <w:p w14:paraId="0E68D0B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E68D0D5" wp14:editId="0E68D0D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68D0B9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0E68D0BA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0E68D0BB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E68D0B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E68D0BE" w14:textId="27C6E1B7" w:rsidR="00AE5C63" w:rsidRPr="00F42DE3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2DE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F42DE3" w:rsidRPr="00F42DE3">
            <w:rPr>
              <w:rFonts w:ascii="Times New Roman" w:hAnsi="Times New Roman"/>
              <w:sz w:val="28"/>
              <w:szCs w:val="28"/>
            </w:rPr>
            <w:t>05 июня 2025 года</w:t>
          </w:r>
        </w:sdtContent>
      </w:sdt>
      <w:r w:rsidRPr="00F42DE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F42DE3" w:rsidRPr="00F42DE3">
            <w:rPr>
              <w:rFonts w:ascii="Times New Roman" w:hAnsi="Times New Roman"/>
              <w:sz w:val="28"/>
              <w:szCs w:val="28"/>
            </w:rPr>
            <w:t>90</w:t>
          </w:r>
        </w:sdtContent>
      </w:sdt>
    </w:p>
    <w:p w14:paraId="0E68D0BF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  <w:bookmarkStart w:id="0" w:name="_GoBack"/>
      <w:bookmarkEnd w:id="0"/>
    </w:p>
    <w:p w14:paraId="0E68D0C0" w14:textId="16BE5801" w:rsidR="00AE5C63" w:rsidRPr="00882E36" w:rsidRDefault="001E4001" w:rsidP="00FF3256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2E36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«Дача письменных разъяснений налогоплательщикам, плательщикам сборов и налоговым агентам </w:t>
      </w:r>
      <w:r w:rsidR="00FF3256">
        <w:rPr>
          <w:rFonts w:ascii="Times New Roman" w:hAnsi="Times New Roman"/>
          <w:b/>
          <w:sz w:val="28"/>
          <w:szCs w:val="28"/>
        </w:rPr>
        <w:br/>
      </w:r>
      <w:r w:rsidRPr="00882E36">
        <w:rPr>
          <w:rFonts w:ascii="Times New Roman" w:hAnsi="Times New Roman"/>
          <w:b/>
          <w:sz w:val="28"/>
          <w:szCs w:val="28"/>
        </w:rPr>
        <w:t xml:space="preserve">по вопросам применения нормативных правовых актов муниципального образования </w:t>
      </w:r>
      <w:r w:rsidR="00882E36" w:rsidRPr="00882E36">
        <w:rPr>
          <w:rFonts w:ascii="Times New Roman" w:eastAsia="Times New Roman" w:hAnsi="Times New Roman"/>
          <w:b/>
          <w:sz w:val="28"/>
          <w:szCs w:val="28"/>
          <w:lang w:eastAsia="ru-RU"/>
        </w:rPr>
        <w:t>Ногликский муниципальный округ Сахалинской области о местных налогах и сборах»</w:t>
      </w:r>
    </w:p>
    <w:p w14:paraId="48AD6BD8" w14:textId="77D2E0D7" w:rsidR="00882E36" w:rsidRDefault="00882E36" w:rsidP="00882E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пунктом 2 статьи 34.2 Налогового кодекса Российской Федерации, Федеральным законом от 27.07.2010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 210-ФЗ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«О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>б организации предоставления государственных и муниципальных услуг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, постановлением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мэра 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25 № 44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еречня муниципальных услуг органов местного самоуправления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699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и государственных услуг, предоставляемых органами местного самоуправления при осуществлении отдельных государственных полномочий, переданных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>едеральными законами и законами Сахалинской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, руководствуясь статьей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Устава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383DBA">
        <w:rPr>
          <w:rFonts w:ascii="Times New Roman" w:hAnsi="Times New Roman"/>
          <w:b/>
          <w:sz w:val="28"/>
          <w:szCs w:val="28"/>
        </w:rPr>
        <w:t>ПОСТАНОВЛЯ</w:t>
      </w:r>
      <w:r>
        <w:rPr>
          <w:rFonts w:ascii="Times New Roman" w:hAnsi="Times New Roman"/>
          <w:b/>
          <w:sz w:val="28"/>
          <w:szCs w:val="28"/>
        </w:rPr>
        <w:t>Ю</w:t>
      </w:r>
      <w:r w:rsidRPr="002B005B">
        <w:rPr>
          <w:rFonts w:ascii="Times New Roman" w:hAnsi="Times New Roman"/>
          <w:sz w:val="28"/>
          <w:szCs w:val="28"/>
        </w:rPr>
        <w:t>:</w:t>
      </w:r>
    </w:p>
    <w:p w14:paraId="400F0D6B" w14:textId="77777777" w:rsidR="00882E36" w:rsidRDefault="00882E36" w:rsidP="00882E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административный регламент предоставления муниципальной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>Дача письменных разъяснений налогоплательщикам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плательщикам сборов и налоговым агентам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вопросам применения нормативных правовых актов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 о местных налогах и сборах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(прилагается).</w:t>
      </w:r>
    </w:p>
    <w:p w14:paraId="1C829472" w14:textId="77777777" w:rsidR="00882E36" w:rsidRDefault="00882E36" w:rsidP="00882E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Считать утратившими силу постановления мэра муниципального образования «Городской округ Ногликский»:</w:t>
      </w:r>
    </w:p>
    <w:p w14:paraId="58859355" w14:textId="77777777" w:rsidR="00882E36" w:rsidRDefault="00882E36" w:rsidP="00882E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от 26.05.2022 № 67 «Об утверждении 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>административн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ого 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>регламент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муниципальной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Дача письменных разъяснений 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налогоплательщикам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по вопросам применения нормативных правовых актов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«Городской округ Ногликский» 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>о местных налогах и сборах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17720D61" w14:textId="6C7163C7" w:rsidR="00882E36" w:rsidRDefault="00882E36" w:rsidP="00882E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от 26.12.2022 № 281 «О внесении изменений в постановление мэра муниципального образования «Городской округ Ногликский» от 26 мая </w:t>
      </w:r>
      <w:r w:rsidR="006D7396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2022 года № 67»;</w:t>
      </w:r>
    </w:p>
    <w:p w14:paraId="0D78127D" w14:textId="5D3E13BA" w:rsidR="00882E36" w:rsidRDefault="00882E36" w:rsidP="00882E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от 08.05.2024 № 63 «О внесении изменений в постановление мэра муниципального образования «Городской округ Ногликский» от 26 мая </w:t>
      </w:r>
      <w:r w:rsidR="006D7396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2022 года № 67».</w:t>
      </w:r>
    </w:p>
    <w:p w14:paraId="526A0D7E" w14:textId="1B2D8189" w:rsidR="00882E36" w:rsidRPr="00E5629A" w:rsidRDefault="00882E36" w:rsidP="00882E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. Опубликовать настоящее постановление в газете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«Знамя труда»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D739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разместить на официальном сайте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Pr="002B005B">
        <w:rPr>
          <w:rFonts w:ascii="Times New Roman" w:hAnsi="Times New Roman"/>
          <w:sz w:val="28"/>
          <w:szCs w:val="28"/>
        </w:rPr>
        <w:t xml:space="preserve"> </w:t>
      </w:r>
      <w:r w:rsidRPr="00383DBA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383DBA">
        <w:rPr>
          <w:rFonts w:ascii="Times New Roman" w:hAnsi="Times New Roman"/>
          <w:sz w:val="28"/>
          <w:szCs w:val="28"/>
        </w:rPr>
        <w:t>сети «Интернет»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9946A92" w14:textId="4468384C" w:rsidR="00882E36" w:rsidRPr="00E5629A" w:rsidRDefault="00882E36" w:rsidP="00882E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</w:t>
      </w:r>
      <w:r w:rsidR="00F10E4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5629A">
        <w:rPr>
          <w:rFonts w:ascii="Times New Roman" w:eastAsia="Times New Roman" w:hAnsi="Times New Roman"/>
          <w:sz w:val="28"/>
          <w:szCs w:val="28"/>
          <w:lang w:eastAsia="ru-RU"/>
        </w:rPr>
        <w:t xml:space="preserve">на начальника финансового управления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 Петрушенко Е.В.</w:t>
      </w:r>
    </w:p>
    <w:p w14:paraId="0E68D0C3" w14:textId="77777777" w:rsidR="00E609BC" w:rsidRDefault="00E609BC" w:rsidP="00F10E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5B22DD7" w14:textId="77777777" w:rsidR="0002317E" w:rsidRPr="00D12794" w:rsidRDefault="0002317E" w:rsidP="00F10E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DB147E1" w14:textId="67C3C4B1" w:rsidR="0002317E" w:rsidRDefault="0002317E" w:rsidP="000231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6CA3E46" w14:textId="03E49701" w:rsidR="0002317E" w:rsidRDefault="0002317E" w:rsidP="000231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51B4105D" w14:textId="1392B841" w:rsidR="0002317E" w:rsidRPr="00D12794" w:rsidRDefault="0002317E" w:rsidP="0002317E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Сахалинской области </w:t>
      </w:r>
      <w:proofErr w:type="gramStart"/>
      <w:r>
        <w:rPr>
          <w:rFonts w:ascii="Times New Roman" w:hAnsi="Times New Roman"/>
          <w:sz w:val="28"/>
          <w:szCs w:val="28"/>
        </w:rPr>
        <w:tab/>
        <w:t xml:space="preserve">  С.В.</w:t>
      </w:r>
      <w:proofErr w:type="gramEnd"/>
      <w:r>
        <w:rPr>
          <w:rFonts w:ascii="Times New Roman" w:hAnsi="Times New Roman"/>
          <w:sz w:val="28"/>
          <w:szCs w:val="28"/>
        </w:rPr>
        <w:t xml:space="preserve"> Гурьянов</w:t>
      </w:r>
    </w:p>
    <w:sectPr w:rsidR="0002317E" w:rsidRPr="00D12794" w:rsidSect="0002317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68D0D9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0E68D0DA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68D0D7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0E68D0D8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0803477"/>
      <w:docPartObj>
        <w:docPartGallery w:val="Page Numbers (Top of Page)"/>
        <w:docPartUnique/>
      </w:docPartObj>
    </w:sdtPr>
    <w:sdtEndPr/>
    <w:sdtContent>
      <w:p w14:paraId="7577F32E" w14:textId="20717118" w:rsidR="0002317E" w:rsidRDefault="0002317E" w:rsidP="0002317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DE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2317E"/>
    <w:rsid w:val="00053BD0"/>
    <w:rsid w:val="00081369"/>
    <w:rsid w:val="00185FEC"/>
    <w:rsid w:val="001E1F9F"/>
    <w:rsid w:val="001E4001"/>
    <w:rsid w:val="002E5832"/>
    <w:rsid w:val="00364F8F"/>
    <w:rsid w:val="00520CBF"/>
    <w:rsid w:val="006D7396"/>
    <w:rsid w:val="007622F4"/>
    <w:rsid w:val="0078699D"/>
    <w:rsid w:val="008276D6"/>
    <w:rsid w:val="008629FA"/>
    <w:rsid w:val="00882E36"/>
    <w:rsid w:val="00987DB5"/>
    <w:rsid w:val="009B45AF"/>
    <w:rsid w:val="00AC72C8"/>
    <w:rsid w:val="00AE5C63"/>
    <w:rsid w:val="00B10ED9"/>
    <w:rsid w:val="00B25688"/>
    <w:rsid w:val="00C02849"/>
    <w:rsid w:val="00D12794"/>
    <w:rsid w:val="00D67BD8"/>
    <w:rsid w:val="00DF7897"/>
    <w:rsid w:val="00E37B8A"/>
    <w:rsid w:val="00E514D3"/>
    <w:rsid w:val="00E609BC"/>
    <w:rsid w:val="00EA0EFF"/>
    <w:rsid w:val="00F10E40"/>
    <w:rsid w:val="00F42DE3"/>
    <w:rsid w:val="00FF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8D0B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42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42DE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3B16D3"/>
    <w:rsid w:val="004B4044"/>
    <w:rsid w:val="00852E81"/>
    <w:rsid w:val="008C678B"/>
    <w:rsid w:val="009E6901"/>
    <w:rsid w:val="00C95804"/>
    <w:rsid w:val="00CF735B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1F64FA"/>
    <w:rPr>
      <w:rFonts w:ascii="Calibri" w:eastAsia="Calibri" w:hAnsi="Calibri" w:cs="Times New Roman"/>
      <w:lang w:eastAsia="en-US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2D56FF0250034A218C54BC225ABDF371">
    <w:name w:val="2D56FF0250034A218C54BC225ABDF371"/>
    <w:rsid w:val="003B16D3"/>
  </w:style>
  <w:style w:type="paragraph" w:customStyle="1" w:styleId="5A1B976EA28240D28616F1D21BA2B4CA">
    <w:name w:val="5A1B976EA28240D28616F1D21BA2B4CA"/>
    <w:rsid w:val="003B16D3"/>
  </w:style>
  <w:style w:type="paragraph" w:customStyle="1" w:styleId="13EF83C9F18F4B6285583DF8E3F54B77">
    <w:name w:val="13EF83C9F18F4B6285583DF8E3F54B77"/>
    <w:rsid w:val="003B16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23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7</cp:revision>
  <cp:lastPrinted>2025-06-06T01:59:00Z</cp:lastPrinted>
  <dcterms:created xsi:type="dcterms:W3CDTF">2020-04-07T04:54:00Z</dcterms:created>
  <dcterms:modified xsi:type="dcterms:W3CDTF">2025-06-06T01:59:00Z</dcterms:modified>
</cp:coreProperties>
</file>