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D4DF34" w14:textId="77777777" w:rsidTr="00987DB5">
        <w:tc>
          <w:tcPr>
            <w:tcW w:w="9498" w:type="dxa"/>
          </w:tcPr>
          <w:p w14:paraId="61D4DF3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D4DF4B" wp14:editId="61D4DF4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D4DF31" w14:textId="77777777" w:rsidR="00053BD0" w:rsidRPr="00053BD0" w:rsidRDefault="007F54B8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1D4DF3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D4DF33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61D4DF35" w14:textId="73DB320F" w:rsidR="001B1698" w:rsidRPr="00E57356" w:rsidRDefault="001B1698" w:rsidP="00523E59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E5735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E57356" w:rsidRPr="00E57356">
            <w:rPr>
              <w:rFonts w:ascii="Times New Roman" w:hAnsi="Times New Roman"/>
              <w:sz w:val="28"/>
              <w:szCs w:val="28"/>
            </w:rPr>
            <w:t>23 августа 2024 года</w:t>
          </w:r>
        </w:sdtContent>
      </w:sdt>
      <w:r w:rsidRPr="00E5735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E57356" w:rsidRPr="00E57356">
            <w:rPr>
              <w:rFonts w:ascii="Times New Roman" w:hAnsi="Times New Roman"/>
              <w:sz w:val="28"/>
              <w:szCs w:val="28"/>
            </w:rPr>
            <w:t>48-р</w:t>
          </w:r>
        </w:sdtContent>
      </w:sdt>
    </w:p>
    <w:bookmarkEnd w:id="0"/>
    <w:p w14:paraId="61D4DF36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1D4DF37" w14:textId="385F7EB9" w:rsidR="001B1698" w:rsidRPr="008F6BED" w:rsidRDefault="001B1698" w:rsidP="00B83670">
      <w:pPr>
        <w:spacing w:after="2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BE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523E59">
        <w:rPr>
          <w:rFonts w:ascii="Times New Roman" w:hAnsi="Times New Roman"/>
          <w:b/>
          <w:sz w:val="28"/>
          <w:szCs w:val="28"/>
        </w:rPr>
        <w:t xml:space="preserve">перечня </w:t>
      </w:r>
      <w:r w:rsidRPr="008F6BED">
        <w:rPr>
          <w:rFonts w:ascii="Times New Roman" w:hAnsi="Times New Roman"/>
          <w:b/>
          <w:sz w:val="28"/>
          <w:szCs w:val="28"/>
        </w:rPr>
        <w:t>резе</w:t>
      </w:r>
      <w:r w:rsidR="008F6BED">
        <w:rPr>
          <w:rFonts w:ascii="Times New Roman" w:hAnsi="Times New Roman"/>
          <w:b/>
          <w:sz w:val="28"/>
          <w:szCs w:val="28"/>
        </w:rPr>
        <w:t>рвных помещений для голосования</w:t>
      </w:r>
      <w:r w:rsidRPr="008F6BED">
        <w:rPr>
          <w:rFonts w:ascii="Times New Roman" w:hAnsi="Times New Roman"/>
          <w:b/>
          <w:sz w:val="28"/>
          <w:szCs w:val="28"/>
        </w:rPr>
        <w:t xml:space="preserve"> </w:t>
      </w:r>
      <w:r w:rsidR="006A6404">
        <w:rPr>
          <w:rFonts w:ascii="Times New Roman" w:hAnsi="Times New Roman"/>
          <w:b/>
          <w:sz w:val="28"/>
          <w:szCs w:val="28"/>
        </w:rPr>
        <w:br/>
      </w:r>
      <w:r w:rsidRPr="008F6BED">
        <w:rPr>
          <w:rFonts w:ascii="Times New Roman" w:hAnsi="Times New Roman"/>
          <w:b/>
          <w:sz w:val="28"/>
          <w:szCs w:val="28"/>
        </w:rPr>
        <w:t>и подсчета голосов избирателей на выборах Губернатора Сахалинской</w:t>
      </w:r>
      <w:r w:rsidR="008F6BED">
        <w:rPr>
          <w:rFonts w:ascii="Times New Roman" w:hAnsi="Times New Roman"/>
          <w:b/>
          <w:sz w:val="28"/>
          <w:szCs w:val="28"/>
        </w:rPr>
        <w:t xml:space="preserve"> области и на выборах депутатов</w:t>
      </w:r>
      <w:r w:rsidRPr="008F6BED">
        <w:rPr>
          <w:rFonts w:ascii="Times New Roman" w:hAnsi="Times New Roman"/>
          <w:b/>
          <w:sz w:val="28"/>
          <w:szCs w:val="28"/>
        </w:rPr>
        <w:t xml:space="preserve"> Собрания муниципального образования «Городской округ Ногликский» восьмого созыва</w:t>
      </w:r>
      <w:r w:rsidR="008F6BED">
        <w:rPr>
          <w:rFonts w:ascii="Times New Roman" w:hAnsi="Times New Roman"/>
          <w:b/>
          <w:sz w:val="28"/>
          <w:szCs w:val="28"/>
        </w:rPr>
        <w:t>,</w:t>
      </w:r>
      <w:r w:rsidR="008F6BED" w:rsidRPr="008F6BED">
        <w:rPr>
          <w:rFonts w:ascii="Times New Roman" w:hAnsi="Times New Roman"/>
          <w:sz w:val="28"/>
          <w:szCs w:val="28"/>
        </w:rPr>
        <w:t xml:space="preserve"> </w:t>
      </w:r>
      <w:r w:rsidR="008F6BED" w:rsidRPr="008F6BED">
        <w:rPr>
          <w:rFonts w:ascii="Times New Roman" w:hAnsi="Times New Roman"/>
          <w:b/>
          <w:sz w:val="28"/>
          <w:szCs w:val="28"/>
        </w:rPr>
        <w:t>проводимых в дни голосования 6, 7, 8 сентября 2024 года</w:t>
      </w:r>
    </w:p>
    <w:p w14:paraId="483769CA" w14:textId="3D7ACAE4" w:rsidR="008F6BED" w:rsidRPr="008F6BED" w:rsidRDefault="008F6BED" w:rsidP="00B836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BED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12.06.2002 № 67-ФЗ </w:t>
      </w:r>
      <w:r w:rsidR="00B83670">
        <w:rPr>
          <w:rFonts w:ascii="Times New Roman" w:hAnsi="Times New Roman"/>
          <w:sz w:val="28"/>
          <w:szCs w:val="28"/>
        </w:rPr>
        <w:br/>
      </w:r>
      <w:r w:rsidRPr="008F6BED">
        <w:rPr>
          <w:rFonts w:ascii="Times New Roman" w:hAnsi="Times New Roman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Законом Сахалинской области от 28.04.2008 № 35-ЗО «О муниципальных выборах в Сахалинской области»: </w:t>
      </w:r>
    </w:p>
    <w:p w14:paraId="10E246FF" w14:textId="1B6E72DC" w:rsidR="008F6BED" w:rsidRPr="008F6BED" w:rsidRDefault="008F6BED" w:rsidP="006A6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BED">
        <w:rPr>
          <w:rFonts w:ascii="Times New Roman" w:hAnsi="Times New Roman"/>
          <w:sz w:val="28"/>
          <w:szCs w:val="28"/>
        </w:rPr>
        <w:t>1.</w:t>
      </w:r>
      <w:r w:rsidRPr="008F6BED">
        <w:rPr>
          <w:rFonts w:ascii="Times New Roman" w:hAnsi="Times New Roman"/>
          <w:sz w:val="28"/>
          <w:szCs w:val="28"/>
        </w:rPr>
        <w:tab/>
        <w:t xml:space="preserve">Утвердить перечень резервных помещений для голосования и подсчета голосов избирателей на выборах Губернатора Сахалинской области и на выборах депутатов Собрания муниципального образования «Городской округ Ногликский» восьмого созыва, проводимых в дни голосования </w:t>
      </w:r>
      <w:r>
        <w:rPr>
          <w:rFonts w:ascii="Times New Roman" w:hAnsi="Times New Roman"/>
          <w:sz w:val="28"/>
          <w:szCs w:val="28"/>
        </w:rPr>
        <w:t>6</w:t>
      </w:r>
      <w:r w:rsidRPr="008F6B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7</w:t>
      </w:r>
      <w:r w:rsidRPr="008F6BE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8</w:t>
      </w:r>
      <w:r w:rsidRPr="008F6BED">
        <w:rPr>
          <w:rFonts w:ascii="Times New Roman" w:hAnsi="Times New Roman"/>
          <w:sz w:val="28"/>
          <w:szCs w:val="28"/>
        </w:rPr>
        <w:t xml:space="preserve"> сентября 202</w:t>
      </w:r>
      <w:r>
        <w:rPr>
          <w:rFonts w:ascii="Times New Roman" w:hAnsi="Times New Roman"/>
          <w:sz w:val="28"/>
          <w:szCs w:val="28"/>
        </w:rPr>
        <w:t>4</w:t>
      </w:r>
      <w:r w:rsidRPr="008F6BED">
        <w:rPr>
          <w:rFonts w:ascii="Times New Roman" w:hAnsi="Times New Roman"/>
          <w:sz w:val="28"/>
          <w:szCs w:val="28"/>
        </w:rPr>
        <w:t xml:space="preserve"> года (прилагается).</w:t>
      </w:r>
    </w:p>
    <w:p w14:paraId="075B9CFD" w14:textId="77777777" w:rsidR="008F6BED" w:rsidRDefault="008F6BED" w:rsidP="006A64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BED">
        <w:rPr>
          <w:rFonts w:ascii="Times New Roman" w:hAnsi="Times New Roman"/>
          <w:sz w:val="28"/>
          <w:szCs w:val="28"/>
        </w:rPr>
        <w:t>2.</w:t>
      </w:r>
      <w:r w:rsidRPr="008F6BED">
        <w:rPr>
          <w:rFonts w:ascii="Times New Roman" w:hAnsi="Times New Roman"/>
          <w:sz w:val="28"/>
          <w:szCs w:val="28"/>
        </w:rPr>
        <w:tab/>
        <w:t xml:space="preserve">Контроль за исполнением настоящего распоряжения возложить на управляющего делами администрации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Авдеева И.Ю.</w:t>
      </w:r>
    </w:p>
    <w:p w14:paraId="1CE4D5A7" w14:textId="77777777" w:rsidR="008F6BED" w:rsidRDefault="008F6BED" w:rsidP="00B8367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803F54B" w14:textId="77777777" w:rsidR="006A6404" w:rsidRDefault="006A6404" w:rsidP="00B8367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430F91E8" w14:textId="77777777" w:rsidR="009950F2" w:rsidRDefault="009950F2" w:rsidP="00B8367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61D4DF44" w14:textId="5F34CBA9" w:rsidR="008629FA" w:rsidRDefault="008629FA" w:rsidP="00B8367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1D4DF45" w14:textId="43022C9C" w:rsidR="008629FA" w:rsidRPr="008629FA" w:rsidRDefault="008F6BED" w:rsidP="00B8367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950F2">
        <w:rPr>
          <w:rFonts w:ascii="Times New Roman" w:hAnsi="Times New Roman"/>
          <w:sz w:val="28"/>
          <w:szCs w:val="28"/>
        </w:rPr>
        <w:t xml:space="preserve"> Я.С. Русанов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4DF4F" w14:textId="77777777" w:rsidR="008D1239" w:rsidRDefault="008D1239" w:rsidP="001B1698">
      <w:pPr>
        <w:spacing w:after="0" w:line="240" w:lineRule="auto"/>
      </w:pPr>
      <w:r>
        <w:separator/>
      </w:r>
    </w:p>
  </w:endnote>
  <w:endnote w:type="continuationSeparator" w:id="0">
    <w:p w14:paraId="61D4DF50" w14:textId="77777777" w:rsidR="008D1239" w:rsidRDefault="008D1239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D4DF4D" w14:textId="77777777" w:rsidR="008D1239" w:rsidRDefault="008D1239" w:rsidP="001B1698">
      <w:pPr>
        <w:spacing w:after="0" w:line="240" w:lineRule="auto"/>
      </w:pPr>
      <w:r>
        <w:separator/>
      </w:r>
    </w:p>
  </w:footnote>
  <w:footnote w:type="continuationSeparator" w:id="0">
    <w:p w14:paraId="61D4DF4E" w14:textId="77777777" w:rsidR="008D1239" w:rsidRDefault="008D1239" w:rsidP="001B16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1698"/>
    <w:rsid w:val="001E1F9F"/>
    <w:rsid w:val="003E4257"/>
    <w:rsid w:val="00457DDC"/>
    <w:rsid w:val="00520CBF"/>
    <w:rsid w:val="00523E59"/>
    <w:rsid w:val="00553D1E"/>
    <w:rsid w:val="006A6404"/>
    <w:rsid w:val="006D62F7"/>
    <w:rsid w:val="007F54B8"/>
    <w:rsid w:val="008629FA"/>
    <w:rsid w:val="0088471D"/>
    <w:rsid w:val="008D1239"/>
    <w:rsid w:val="008F6BED"/>
    <w:rsid w:val="00987DB5"/>
    <w:rsid w:val="009950F2"/>
    <w:rsid w:val="00AC72C8"/>
    <w:rsid w:val="00B10ED9"/>
    <w:rsid w:val="00B25688"/>
    <w:rsid w:val="00B83670"/>
    <w:rsid w:val="00B87687"/>
    <w:rsid w:val="00C02849"/>
    <w:rsid w:val="00D12794"/>
    <w:rsid w:val="00D67BD8"/>
    <w:rsid w:val="00DF7897"/>
    <w:rsid w:val="00E37B8A"/>
    <w:rsid w:val="00E57356"/>
    <w:rsid w:val="00E609BC"/>
    <w:rsid w:val="00F4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DF3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573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735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02217C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02217C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217C"/>
    <w:rsid w:val="00C95804"/>
    <w:rsid w:val="00CF735B"/>
    <w:rsid w:val="00DD4E7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">
    <w:name w:val="B659D5B21F1F4DA7BB5BD3E5EA85C55E"/>
    <w:rsid w:val="00F67176"/>
  </w:style>
  <w:style w:type="paragraph" w:customStyle="1" w:styleId="036C06EB6FD148B69DACF958629BFB1E">
    <w:name w:val="036C06EB6FD148B69DACF958629BFB1E"/>
    <w:rsid w:val="00F67176"/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7D9AD0D6C43C4BB7B57B5B96FA4AD15A">
    <w:name w:val="7D9AD0D6C43C4BB7B57B5B96FA4AD15A"/>
    <w:rsid w:val="00F67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6</cp:revision>
  <cp:lastPrinted>2024-08-23T04:09:00Z</cp:lastPrinted>
  <dcterms:created xsi:type="dcterms:W3CDTF">2020-04-07T04:49:00Z</dcterms:created>
  <dcterms:modified xsi:type="dcterms:W3CDTF">2024-08-23T04:09:00Z</dcterms:modified>
</cp:coreProperties>
</file>